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1962"/>
        <w:gridCol w:w="3833"/>
        <w:gridCol w:w="3831"/>
        <w:gridCol w:w="13"/>
      </w:tblGrid>
      <w:tr w:rsidR="003B7DF9" w:rsidTr="00306E69">
        <w:trPr>
          <w:gridAfter w:val="1"/>
          <w:wAfter w:w="13" w:type="dxa"/>
        </w:trPr>
        <w:tc>
          <w:tcPr>
            <w:tcW w:w="1962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F97F8C" w:rsidRDefault="003B7DF9" w:rsidP="00984503">
            <w:r w:rsidRPr="001B1BC9">
              <w:rPr>
                <w:rFonts w:ascii="Arial" w:hAnsi="Arial" w:cs="Arial"/>
                <w:color w:val="808080"/>
                <w:sz w:val="18"/>
                <w:szCs w:val="18"/>
              </w:rPr>
              <w:t>Patient</w:t>
            </w:r>
            <w:r w:rsidR="008F4314" w:rsidRPr="001B1BC9"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7664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B1BC9" w:rsidRDefault="003B7DF9" w:rsidP="00BA2B6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B7DF9" w:rsidRPr="001B1BC9" w:rsidTr="00306E69">
        <w:trPr>
          <w:gridAfter w:val="1"/>
          <w:wAfter w:w="13" w:type="dxa"/>
        </w:trPr>
        <w:tc>
          <w:tcPr>
            <w:tcW w:w="1962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B1BC9" w:rsidRDefault="003B7DF9" w:rsidP="00984503">
            <w:pPr>
              <w:rPr>
                <w:sz w:val="18"/>
                <w:szCs w:val="18"/>
              </w:rPr>
            </w:pPr>
            <w:r w:rsidRPr="001B1BC9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664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B1BC9" w:rsidRDefault="003B7DF9" w:rsidP="00BA2B6E">
            <w:pPr>
              <w:rPr>
                <w:sz w:val="18"/>
                <w:szCs w:val="18"/>
              </w:rPr>
            </w:pPr>
          </w:p>
        </w:tc>
      </w:tr>
      <w:tr w:rsidR="003B7DF9" w:rsidRPr="001B1BC9" w:rsidTr="00306E69">
        <w:trPr>
          <w:gridAfter w:val="1"/>
          <w:wAfter w:w="13" w:type="dxa"/>
        </w:trPr>
        <w:tc>
          <w:tcPr>
            <w:tcW w:w="1962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B1BC9" w:rsidRDefault="00556C09" w:rsidP="00984503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7664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B1BC9" w:rsidRDefault="003B7DF9" w:rsidP="00984503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556C09" w:rsidRPr="001B1BC9" w:rsidTr="00306E69">
        <w:trPr>
          <w:gridAfter w:val="1"/>
          <w:wAfter w:w="13" w:type="dxa"/>
        </w:trPr>
        <w:tc>
          <w:tcPr>
            <w:tcW w:w="19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56C09" w:rsidRPr="001B1BC9" w:rsidRDefault="00556C09" w:rsidP="00F754C4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B1BC9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664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56C09" w:rsidRPr="001B1BC9" w:rsidRDefault="00556C09" w:rsidP="00F754C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556C09" w:rsidRPr="001B1BC9" w:rsidTr="00306E69">
        <w:trPr>
          <w:gridAfter w:val="1"/>
          <w:wAfter w:w="13" w:type="dxa"/>
        </w:trPr>
        <w:tc>
          <w:tcPr>
            <w:tcW w:w="19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56C09" w:rsidRPr="001B1BC9" w:rsidRDefault="00556C09" w:rsidP="00984503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B1BC9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664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56C09" w:rsidRPr="001B1BC9" w:rsidRDefault="00556C09" w:rsidP="00984503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556C09" w:rsidRPr="001B1BC9" w:rsidTr="00306E69">
        <w:trPr>
          <w:gridAfter w:val="1"/>
          <w:wAfter w:w="13" w:type="dxa"/>
        </w:trPr>
        <w:tc>
          <w:tcPr>
            <w:tcW w:w="19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56C09" w:rsidRPr="001B1BC9" w:rsidRDefault="00556C09" w:rsidP="00984503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B1BC9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664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BA2B6E" w:rsidP="00984503">
            <w:pPr>
              <w:rPr>
                <w:rFonts w:ascii="Arial" w:hAnsi="Arial" w:cs="Arial"/>
                <w:sz w:val="18"/>
                <w:szCs w:val="18"/>
              </w:rPr>
            </w:pPr>
            <w:r w:rsidRPr="00BA2B6E">
              <w:rPr>
                <w:rFonts w:ascii="Arial" w:hAnsi="Arial" w:cs="Arial"/>
                <w:sz w:val="18"/>
                <w:szCs w:val="18"/>
              </w:rPr>
              <w:t>intermittent claudication</w:t>
            </w:r>
          </w:p>
        </w:tc>
      </w:tr>
      <w:tr w:rsidR="00556C09" w:rsidRPr="001B1BC9" w:rsidTr="00306E69">
        <w:trPr>
          <w:gridAfter w:val="1"/>
          <w:wAfter w:w="13" w:type="dxa"/>
        </w:trPr>
        <w:tc>
          <w:tcPr>
            <w:tcW w:w="9626" w:type="dxa"/>
            <w:gridSpan w:val="3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306E69" w:rsidP="001B1BC9">
            <w:pPr>
              <w:tabs>
                <w:tab w:val="left" w:pos="1843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1740535</wp:posOffset>
                      </wp:positionH>
                      <wp:positionV relativeFrom="paragraph">
                        <wp:posOffset>113030</wp:posOffset>
                      </wp:positionV>
                      <wp:extent cx="2786380" cy="5118735"/>
                      <wp:effectExtent l="0" t="0" r="13970" b="24765"/>
                      <wp:wrapNone/>
                      <wp:docPr id="91" name="Group 7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786380" cy="5118735"/>
                                <a:chOff x="3875" y="3204"/>
                                <a:chExt cx="4388" cy="8061"/>
                              </a:xfrm>
                            </wpg:grpSpPr>
                            <wps:wsp>
                              <wps:cNvPr id="92" name="Freeform 75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999" y="4105"/>
                                  <a:ext cx="170" cy="149"/>
                                </a:xfrm>
                                <a:custGeom>
                                  <a:avLst/>
                                  <a:gdLst>
                                    <a:gd name="T0" fmla="*/ 19 w 89"/>
                                    <a:gd name="T1" fmla="*/ 0 h 97"/>
                                    <a:gd name="T2" fmla="*/ 79 w 89"/>
                                    <a:gd name="T3" fmla="*/ 11 h 97"/>
                                    <a:gd name="T4" fmla="*/ 82 w 89"/>
                                    <a:gd name="T5" fmla="*/ 57 h 97"/>
                                    <a:gd name="T6" fmla="*/ 50 w 89"/>
                                    <a:gd name="T7" fmla="*/ 46 h 97"/>
                                    <a:gd name="T8" fmla="*/ 36 w 89"/>
                                    <a:gd name="T9" fmla="*/ 96 h 97"/>
                                    <a:gd name="T10" fmla="*/ 33 w 89"/>
                                    <a:gd name="T11" fmla="*/ 39 h 97"/>
                                    <a:gd name="T12" fmla="*/ 40 w 89"/>
                                    <a:gd name="T13" fmla="*/ 18 h 97"/>
                                    <a:gd name="T14" fmla="*/ 4 w 89"/>
                                    <a:gd name="T15" fmla="*/ 14 h 97"/>
                                    <a:gd name="T16" fmla="*/ 19 w 89"/>
                                    <a:gd name="T17" fmla="*/ 0 h 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89" h="97">
                                      <a:moveTo>
                                        <a:pt x="19" y="0"/>
                                      </a:moveTo>
                                      <a:cubicBezTo>
                                        <a:pt x="31" y="0"/>
                                        <a:pt x="69" y="2"/>
                                        <a:pt x="79" y="11"/>
                                      </a:cubicBezTo>
                                      <a:cubicBezTo>
                                        <a:pt x="89" y="20"/>
                                        <a:pt x="87" y="51"/>
                                        <a:pt x="82" y="57"/>
                                      </a:cubicBezTo>
                                      <a:cubicBezTo>
                                        <a:pt x="77" y="63"/>
                                        <a:pt x="58" y="40"/>
                                        <a:pt x="50" y="46"/>
                                      </a:cubicBezTo>
                                      <a:cubicBezTo>
                                        <a:pt x="42" y="52"/>
                                        <a:pt x="39" y="97"/>
                                        <a:pt x="36" y="96"/>
                                      </a:cubicBezTo>
                                      <a:cubicBezTo>
                                        <a:pt x="33" y="95"/>
                                        <a:pt x="32" y="52"/>
                                        <a:pt x="33" y="39"/>
                                      </a:cubicBezTo>
                                      <a:cubicBezTo>
                                        <a:pt x="34" y="26"/>
                                        <a:pt x="45" y="22"/>
                                        <a:pt x="40" y="18"/>
                                      </a:cubicBezTo>
                                      <a:cubicBezTo>
                                        <a:pt x="35" y="14"/>
                                        <a:pt x="8" y="17"/>
                                        <a:pt x="4" y="14"/>
                                      </a:cubicBezTo>
                                      <a:cubicBezTo>
                                        <a:pt x="0" y="11"/>
                                        <a:pt x="7" y="0"/>
                                        <a:pt x="1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3" name="Freeform 753"/>
                              <wps:cNvSpPr>
                                <a:spLocks/>
                              </wps:cNvSpPr>
                              <wps:spPr bwMode="auto">
                                <a:xfrm>
                                  <a:off x="4868" y="3204"/>
                                  <a:ext cx="509" cy="708"/>
                                </a:xfrm>
                                <a:custGeom>
                                  <a:avLst/>
                                  <a:gdLst>
                                    <a:gd name="T0" fmla="*/ 29 w 267"/>
                                    <a:gd name="T1" fmla="*/ 4 h 458"/>
                                    <a:gd name="T2" fmla="*/ 163 w 267"/>
                                    <a:gd name="T3" fmla="*/ 128 h 458"/>
                                    <a:gd name="T4" fmla="*/ 266 w 267"/>
                                    <a:gd name="T5" fmla="*/ 435 h 458"/>
                                    <a:gd name="T6" fmla="*/ 156 w 267"/>
                                    <a:gd name="T7" fmla="*/ 266 h 458"/>
                                    <a:gd name="T8" fmla="*/ 19 w 267"/>
                                    <a:gd name="T9" fmla="*/ 153 h 458"/>
                                    <a:gd name="T10" fmla="*/ 29 w 267"/>
                                    <a:gd name="T11" fmla="*/ 4 h 45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67" h="458">
                                      <a:moveTo>
                                        <a:pt x="29" y="4"/>
                                      </a:moveTo>
                                      <a:cubicBezTo>
                                        <a:pt x="53" y="0"/>
                                        <a:pt x="124" y="56"/>
                                        <a:pt x="163" y="128"/>
                                      </a:cubicBezTo>
                                      <a:cubicBezTo>
                                        <a:pt x="202" y="200"/>
                                        <a:pt x="267" y="412"/>
                                        <a:pt x="266" y="435"/>
                                      </a:cubicBezTo>
                                      <a:cubicBezTo>
                                        <a:pt x="265" y="458"/>
                                        <a:pt x="197" y="313"/>
                                        <a:pt x="156" y="266"/>
                                      </a:cubicBezTo>
                                      <a:cubicBezTo>
                                        <a:pt x="115" y="219"/>
                                        <a:pt x="38" y="196"/>
                                        <a:pt x="19" y="153"/>
                                      </a:cubicBezTo>
                                      <a:cubicBezTo>
                                        <a:pt x="0" y="110"/>
                                        <a:pt x="5" y="8"/>
                                        <a:pt x="29" y="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4" name="Freeform 754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79" y="3432"/>
                                  <a:ext cx="182" cy="574"/>
                                </a:xfrm>
                                <a:custGeom>
                                  <a:avLst/>
                                  <a:gdLst>
                                    <a:gd name="T0" fmla="*/ 57 w 95"/>
                                    <a:gd name="T1" fmla="*/ 54 h 371"/>
                                    <a:gd name="T2" fmla="*/ 29 w 95"/>
                                    <a:gd name="T3" fmla="*/ 195 h 371"/>
                                    <a:gd name="T4" fmla="*/ 4 w 95"/>
                                    <a:gd name="T5" fmla="*/ 361 h 371"/>
                                    <a:gd name="T6" fmla="*/ 54 w 95"/>
                                    <a:gd name="T7" fmla="*/ 255 h 371"/>
                                    <a:gd name="T8" fmla="*/ 85 w 95"/>
                                    <a:gd name="T9" fmla="*/ 220 h 371"/>
                                    <a:gd name="T10" fmla="*/ 82 w 95"/>
                                    <a:gd name="T11" fmla="*/ 100 h 371"/>
                                    <a:gd name="T12" fmla="*/ 92 w 95"/>
                                    <a:gd name="T13" fmla="*/ 5 h 371"/>
                                    <a:gd name="T14" fmla="*/ 57 w 95"/>
                                    <a:gd name="T15" fmla="*/ 54 h 37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95" h="371">
                                      <a:moveTo>
                                        <a:pt x="57" y="54"/>
                                      </a:moveTo>
                                      <a:cubicBezTo>
                                        <a:pt x="46" y="86"/>
                                        <a:pt x="38" y="144"/>
                                        <a:pt x="29" y="195"/>
                                      </a:cubicBezTo>
                                      <a:cubicBezTo>
                                        <a:pt x="20" y="246"/>
                                        <a:pt x="0" y="351"/>
                                        <a:pt x="4" y="361"/>
                                      </a:cubicBezTo>
                                      <a:cubicBezTo>
                                        <a:pt x="8" y="371"/>
                                        <a:pt x="41" y="278"/>
                                        <a:pt x="54" y="255"/>
                                      </a:cubicBezTo>
                                      <a:cubicBezTo>
                                        <a:pt x="67" y="232"/>
                                        <a:pt x="80" y="246"/>
                                        <a:pt x="85" y="220"/>
                                      </a:cubicBezTo>
                                      <a:cubicBezTo>
                                        <a:pt x="90" y="194"/>
                                        <a:pt x="81" y="136"/>
                                        <a:pt x="82" y="100"/>
                                      </a:cubicBezTo>
                                      <a:cubicBezTo>
                                        <a:pt x="83" y="64"/>
                                        <a:pt x="95" y="10"/>
                                        <a:pt x="92" y="5"/>
                                      </a:cubicBezTo>
                                      <a:cubicBezTo>
                                        <a:pt x="89" y="0"/>
                                        <a:pt x="68" y="22"/>
                                        <a:pt x="57" y="5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5" name="Freeform 755"/>
                              <wps:cNvSpPr>
                                <a:spLocks/>
                              </wps:cNvSpPr>
                              <wps:spPr bwMode="auto">
                                <a:xfrm>
                                  <a:off x="4701" y="4385"/>
                                  <a:ext cx="176" cy="1011"/>
                                </a:xfrm>
                                <a:custGeom>
                                  <a:avLst/>
                                  <a:gdLst>
                                    <a:gd name="T0" fmla="*/ 32 w 92"/>
                                    <a:gd name="T1" fmla="*/ 31 h 655"/>
                                    <a:gd name="T2" fmla="*/ 84 w 92"/>
                                    <a:gd name="T3" fmla="*/ 296 h 655"/>
                                    <a:gd name="T4" fmla="*/ 77 w 92"/>
                                    <a:gd name="T5" fmla="*/ 525 h 655"/>
                                    <a:gd name="T6" fmla="*/ 14 w 92"/>
                                    <a:gd name="T7" fmla="*/ 652 h 655"/>
                                    <a:gd name="T8" fmla="*/ 46 w 92"/>
                                    <a:gd name="T9" fmla="*/ 507 h 655"/>
                                    <a:gd name="T10" fmla="*/ 53 w 92"/>
                                    <a:gd name="T11" fmla="*/ 366 h 655"/>
                                    <a:gd name="T12" fmla="*/ 21 w 92"/>
                                    <a:gd name="T13" fmla="*/ 211 h 655"/>
                                    <a:gd name="T14" fmla="*/ 0 w 92"/>
                                    <a:gd name="T15" fmla="*/ 144 h 655"/>
                                    <a:gd name="T16" fmla="*/ 21 w 92"/>
                                    <a:gd name="T17" fmla="*/ 109 h 655"/>
                                    <a:gd name="T18" fmla="*/ 32 w 92"/>
                                    <a:gd name="T19" fmla="*/ 31 h 65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92" h="655">
                                      <a:moveTo>
                                        <a:pt x="32" y="31"/>
                                      </a:moveTo>
                                      <a:cubicBezTo>
                                        <a:pt x="42" y="62"/>
                                        <a:pt x="76" y="214"/>
                                        <a:pt x="84" y="296"/>
                                      </a:cubicBezTo>
                                      <a:cubicBezTo>
                                        <a:pt x="92" y="378"/>
                                        <a:pt x="89" y="466"/>
                                        <a:pt x="77" y="525"/>
                                      </a:cubicBezTo>
                                      <a:cubicBezTo>
                                        <a:pt x="65" y="584"/>
                                        <a:pt x="19" y="655"/>
                                        <a:pt x="14" y="652"/>
                                      </a:cubicBezTo>
                                      <a:cubicBezTo>
                                        <a:pt x="9" y="649"/>
                                        <a:pt x="40" y="555"/>
                                        <a:pt x="46" y="507"/>
                                      </a:cubicBezTo>
                                      <a:cubicBezTo>
                                        <a:pt x="52" y="459"/>
                                        <a:pt x="57" y="415"/>
                                        <a:pt x="53" y="366"/>
                                      </a:cubicBezTo>
                                      <a:cubicBezTo>
                                        <a:pt x="49" y="317"/>
                                        <a:pt x="30" y="248"/>
                                        <a:pt x="21" y="211"/>
                                      </a:cubicBezTo>
                                      <a:cubicBezTo>
                                        <a:pt x="12" y="174"/>
                                        <a:pt x="0" y="161"/>
                                        <a:pt x="0" y="144"/>
                                      </a:cubicBezTo>
                                      <a:cubicBezTo>
                                        <a:pt x="0" y="127"/>
                                        <a:pt x="14" y="128"/>
                                        <a:pt x="21" y="109"/>
                                      </a:cubicBezTo>
                                      <a:cubicBezTo>
                                        <a:pt x="28" y="90"/>
                                        <a:pt x="22" y="0"/>
                                        <a:pt x="32" y="3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6" name="Freeform 75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076" y="5387"/>
                                  <a:ext cx="840" cy="722"/>
                                </a:xfrm>
                                <a:custGeom>
                                  <a:avLst/>
                                  <a:gdLst>
                                    <a:gd name="T0" fmla="*/ 12 w 440"/>
                                    <a:gd name="T1" fmla="*/ 14 h 467"/>
                                    <a:gd name="T2" fmla="*/ 227 w 440"/>
                                    <a:gd name="T3" fmla="*/ 187 h 467"/>
                                    <a:gd name="T4" fmla="*/ 414 w 440"/>
                                    <a:gd name="T5" fmla="*/ 444 h 467"/>
                                    <a:gd name="T6" fmla="*/ 386 w 440"/>
                                    <a:gd name="T7" fmla="*/ 328 h 467"/>
                                    <a:gd name="T8" fmla="*/ 347 w 440"/>
                                    <a:gd name="T9" fmla="*/ 229 h 467"/>
                                    <a:gd name="T10" fmla="*/ 157 w 440"/>
                                    <a:gd name="T11" fmla="*/ 106 h 467"/>
                                    <a:gd name="T12" fmla="*/ 12 w 440"/>
                                    <a:gd name="T13" fmla="*/ 14 h 4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40" h="467">
                                      <a:moveTo>
                                        <a:pt x="12" y="14"/>
                                      </a:moveTo>
                                      <a:cubicBezTo>
                                        <a:pt x="24" y="28"/>
                                        <a:pt x="160" y="115"/>
                                        <a:pt x="227" y="187"/>
                                      </a:cubicBezTo>
                                      <a:cubicBezTo>
                                        <a:pt x="294" y="259"/>
                                        <a:pt x="388" y="421"/>
                                        <a:pt x="414" y="444"/>
                                      </a:cubicBezTo>
                                      <a:cubicBezTo>
                                        <a:pt x="440" y="467"/>
                                        <a:pt x="397" y="364"/>
                                        <a:pt x="386" y="328"/>
                                      </a:cubicBezTo>
                                      <a:cubicBezTo>
                                        <a:pt x="375" y="292"/>
                                        <a:pt x="385" y="266"/>
                                        <a:pt x="347" y="229"/>
                                      </a:cubicBezTo>
                                      <a:cubicBezTo>
                                        <a:pt x="309" y="192"/>
                                        <a:pt x="213" y="142"/>
                                        <a:pt x="157" y="106"/>
                                      </a:cubicBezTo>
                                      <a:cubicBezTo>
                                        <a:pt x="101" y="70"/>
                                        <a:pt x="0" y="0"/>
                                        <a:pt x="12" y="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7" name="Freeform 75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316" y="5360"/>
                                  <a:ext cx="901" cy="712"/>
                                </a:xfrm>
                                <a:custGeom>
                                  <a:avLst/>
                                  <a:gdLst>
                                    <a:gd name="T0" fmla="*/ 33 w 472"/>
                                    <a:gd name="T1" fmla="*/ 445 h 461"/>
                                    <a:gd name="T2" fmla="*/ 174 w 472"/>
                                    <a:gd name="T3" fmla="*/ 236 h 461"/>
                                    <a:gd name="T4" fmla="*/ 446 w 472"/>
                                    <a:gd name="T5" fmla="*/ 25 h 461"/>
                                    <a:gd name="T6" fmla="*/ 329 w 472"/>
                                    <a:gd name="T7" fmla="*/ 85 h 461"/>
                                    <a:gd name="T8" fmla="*/ 146 w 472"/>
                                    <a:gd name="T9" fmla="*/ 222 h 461"/>
                                    <a:gd name="T10" fmla="*/ 18 w 472"/>
                                    <a:gd name="T11" fmla="*/ 332 h 461"/>
                                    <a:gd name="T12" fmla="*/ 33 w 472"/>
                                    <a:gd name="T13" fmla="*/ 445 h 46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72" h="461">
                                      <a:moveTo>
                                        <a:pt x="33" y="445"/>
                                      </a:moveTo>
                                      <a:cubicBezTo>
                                        <a:pt x="59" y="429"/>
                                        <a:pt x="105" y="306"/>
                                        <a:pt x="174" y="236"/>
                                      </a:cubicBezTo>
                                      <a:cubicBezTo>
                                        <a:pt x="243" y="166"/>
                                        <a:pt x="420" y="50"/>
                                        <a:pt x="446" y="25"/>
                                      </a:cubicBezTo>
                                      <a:cubicBezTo>
                                        <a:pt x="472" y="0"/>
                                        <a:pt x="379" y="52"/>
                                        <a:pt x="329" y="85"/>
                                      </a:cubicBezTo>
                                      <a:cubicBezTo>
                                        <a:pt x="279" y="118"/>
                                        <a:pt x="198" y="181"/>
                                        <a:pt x="146" y="222"/>
                                      </a:cubicBezTo>
                                      <a:cubicBezTo>
                                        <a:pt x="94" y="263"/>
                                        <a:pt x="36" y="294"/>
                                        <a:pt x="18" y="332"/>
                                      </a:cubicBezTo>
                                      <a:cubicBezTo>
                                        <a:pt x="0" y="370"/>
                                        <a:pt x="7" y="461"/>
                                        <a:pt x="33" y="44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8" name="Freeform 75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42" y="4320"/>
                                  <a:ext cx="292" cy="677"/>
                                </a:xfrm>
                                <a:custGeom>
                                  <a:avLst/>
                                  <a:gdLst>
                                    <a:gd name="T0" fmla="*/ 102 w 153"/>
                                    <a:gd name="T1" fmla="*/ 9 h 439"/>
                                    <a:gd name="T2" fmla="*/ 59 w 153"/>
                                    <a:gd name="T3" fmla="*/ 158 h 439"/>
                                    <a:gd name="T4" fmla="*/ 49 w 153"/>
                                    <a:gd name="T5" fmla="*/ 324 h 439"/>
                                    <a:gd name="T6" fmla="*/ 6 w 153"/>
                                    <a:gd name="T7" fmla="*/ 437 h 439"/>
                                    <a:gd name="T8" fmla="*/ 88 w 153"/>
                                    <a:gd name="T9" fmla="*/ 338 h 439"/>
                                    <a:gd name="T10" fmla="*/ 148 w 153"/>
                                    <a:gd name="T11" fmla="*/ 274 h 439"/>
                                    <a:gd name="T12" fmla="*/ 119 w 153"/>
                                    <a:gd name="T13" fmla="*/ 105 h 439"/>
                                    <a:gd name="T14" fmla="*/ 102 w 153"/>
                                    <a:gd name="T15" fmla="*/ 9 h 4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153" h="439">
                                      <a:moveTo>
                                        <a:pt x="102" y="9"/>
                                      </a:moveTo>
                                      <a:cubicBezTo>
                                        <a:pt x="92" y="18"/>
                                        <a:pt x="68" y="106"/>
                                        <a:pt x="59" y="158"/>
                                      </a:cubicBezTo>
                                      <a:cubicBezTo>
                                        <a:pt x="50" y="210"/>
                                        <a:pt x="58" y="278"/>
                                        <a:pt x="49" y="324"/>
                                      </a:cubicBezTo>
                                      <a:cubicBezTo>
                                        <a:pt x="40" y="370"/>
                                        <a:pt x="0" y="435"/>
                                        <a:pt x="6" y="437"/>
                                      </a:cubicBezTo>
                                      <a:cubicBezTo>
                                        <a:pt x="12" y="439"/>
                                        <a:pt x="64" y="365"/>
                                        <a:pt x="88" y="338"/>
                                      </a:cubicBezTo>
                                      <a:cubicBezTo>
                                        <a:pt x="112" y="311"/>
                                        <a:pt x="143" y="313"/>
                                        <a:pt x="148" y="274"/>
                                      </a:cubicBezTo>
                                      <a:cubicBezTo>
                                        <a:pt x="153" y="235"/>
                                        <a:pt x="124" y="149"/>
                                        <a:pt x="119" y="105"/>
                                      </a:cubicBezTo>
                                      <a:cubicBezTo>
                                        <a:pt x="114" y="61"/>
                                        <a:pt x="112" y="0"/>
                                        <a:pt x="102" y="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9" name="Freeform 759"/>
                              <wps:cNvSpPr>
                                <a:spLocks/>
                              </wps:cNvSpPr>
                              <wps:spPr bwMode="auto">
                                <a:xfrm>
                                  <a:off x="5060" y="4801"/>
                                  <a:ext cx="702" cy="418"/>
                                </a:xfrm>
                                <a:custGeom>
                                  <a:avLst/>
                                  <a:gdLst>
                                    <a:gd name="T0" fmla="*/ 6 w 368"/>
                                    <a:gd name="T1" fmla="*/ 1 h 270"/>
                                    <a:gd name="T2" fmla="*/ 182 w 368"/>
                                    <a:gd name="T3" fmla="*/ 195 h 270"/>
                                    <a:gd name="T4" fmla="*/ 362 w 368"/>
                                    <a:gd name="T5" fmla="*/ 269 h 270"/>
                                    <a:gd name="T6" fmla="*/ 221 w 368"/>
                                    <a:gd name="T7" fmla="*/ 202 h 270"/>
                                    <a:gd name="T8" fmla="*/ 6 w 368"/>
                                    <a:gd name="T9" fmla="*/ 1 h 2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368" h="270">
                                      <a:moveTo>
                                        <a:pt x="6" y="1"/>
                                      </a:moveTo>
                                      <a:cubicBezTo>
                                        <a:pt x="0" y="0"/>
                                        <a:pt x="123" y="150"/>
                                        <a:pt x="182" y="195"/>
                                      </a:cubicBezTo>
                                      <a:cubicBezTo>
                                        <a:pt x="241" y="240"/>
                                        <a:pt x="356" y="268"/>
                                        <a:pt x="362" y="269"/>
                                      </a:cubicBezTo>
                                      <a:cubicBezTo>
                                        <a:pt x="368" y="270"/>
                                        <a:pt x="279" y="245"/>
                                        <a:pt x="221" y="202"/>
                                      </a:cubicBezTo>
                                      <a:cubicBezTo>
                                        <a:pt x="163" y="159"/>
                                        <a:pt x="12" y="2"/>
                                        <a:pt x="6" y="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0" name="Freeform 760"/>
                              <wps:cNvSpPr>
                                <a:spLocks/>
                              </wps:cNvSpPr>
                              <wps:spPr bwMode="auto">
                                <a:xfrm>
                                  <a:off x="4169" y="7655"/>
                                  <a:ext cx="1024" cy="1159"/>
                                </a:xfrm>
                                <a:custGeom>
                                  <a:avLst/>
                                  <a:gdLst>
                                    <a:gd name="T0" fmla="*/ 99 w 536"/>
                                    <a:gd name="T1" fmla="*/ 0 h 750"/>
                                    <a:gd name="T2" fmla="*/ 166 w 536"/>
                                    <a:gd name="T3" fmla="*/ 127 h 750"/>
                                    <a:gd name="T4" fmla="*/ 180 w 536"/>
                                    <a:gd name="T5" fmla="*/ 243 h 750"/>
                                    <a:gd name="T6" fmla="*/ 176 w 536"/>
                                    <a:gd name="T7" fmla="*/ 339 h 750"/>
                                    <a:gd name="T8" fmla="*/ 109 w 536"/>
                                    <a:gd name="T9" fmla="*/ 307 h 750"/>
                                    <a:gd name="T10" fmla="*/ 67 w 536"/>
                                    <a:gd name="T11" fmla="*/ 370 h 750"/>
                                    <a:gd name="T12" fmla="*/ 74 w 536"/>
                                    <a:gd name="T13" fmla="*/ 445 h 750"/>
                                    <a:gd name="T14" fmla="*/ 53 w 536"/>
                                    <a:gd name="T15" fmla="*/ 487 h 750"/>
                                    <a:gd name="T16" fmla="*/ 25 w 536"/>
                                    <a:gd name="T17" fmla="*/ 610 h 750"/>
                                    <a:gd name="T18" fmla="*/ 120 w 536"/>
                                    <a:gd name="T19" fmla="*/ 695 h 750"/>
                                    <a:gd name="T20" fmla="*/ 233 w 536"/>
                                    <a:gd name="T21" fmla="*/ 678 h 750"/>
                                    <a:gd name="T22" fmla="*/ 321 w 536"/>
                                    <a:gd name="T23" fmla="*/ 596 h 750"/>
                                    <a:gd name="T24" fmla="*/ 367 w 536"/>
                                    <a:gd name="T25" fmla="*/ 522 h 750"/>
                                    <a:gd name="T26" fmla="*/ 431 w 536"/>
                                    <a:gd name="T27" fmla="*/ 438 h 750"/>
                                    <a:gd name="T28" fmla="*/ 526 w 536"/>
                                    <a:gd name="T29" fmla="*/ 399 h 750"/>
                                    <a:gd name="T30" fmla="*/ 491 w 536"/>
                                    <a:gd name="T31" fmla="*/ 434 h 750"/>
                                    <a:gd name="T32" fmla="*/ 406 w 536"/>
                                    <a:gd name="T33" fmla="*/ 480 h 750"/>
                                    <a:gd name="T34" fmla="*/ 367 w 536"/>
                                    <a:gd name="T35" fmla="*/ 593 h 750"/>
                                    <a:gd name="T36" fmla="*/ 409 w 536"/>
                                    <a:gd name="T37" fmla="*/ 610 h 750"/>
                                    <a:gd name="T38" fmla="*/ 328 w 536"/>
                                    <a:gd name="T39" fmla="*/ 674 h 750"/>
                                    <a:gd name="T40" fmla="*/ 236 w 536"/>
                                    <a:gd name="T41" fmla="*/ 741 h 750"/>
                                    <a:gd name="T42" fmla="*/ 134 w 536"/>
                                    <a:gd name="T43" fmla="*/ 727 h 750"/>
                                    <a:gd name="T44" fmla="*/ 49 w 536"/>
                                    <a:gd name="T45" fmla="*/ 663 h 750"/>
                                    <a:gd name="T46" fmla="*/ 3 w 536"/>
                                    <a:gd name="T47" fmla="*/ 603 h 750"/>
                                    <a:gd name="T48" fmla="*/ 28 w 536"/>
                                    <a:gd name="T49" fmla="*/ 469 h 750"/>
                                    <a:gd name="T50" fmla="*/ 56 w 536"/>
                                    <a:gd name="T51" fmla="*/ 328 h 750"/>
                                    <a:gd name="T52" fmla="*/ 88 w 536"/>
                                    <a:gd name="T53" fmla="*/ 219 h 750"/>
                                    <a:gd name="T54" fmla="*/ 131 w 536"/>
                                    <a:gd name="T55" fmla="*/ 215 h 750"/>
                                    <a:gd name="T56" fmla="*/ 141 w 536"/>
                                    <a:gd name="T57" fmla="*/ 134 h 750"/>
                                    <a:gd name="T58" fmla="*/ 113 w 536"/>
                                    <a:gd name="T59" fmla="*/ 18 h 7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</a:cxnLst>
                                  <a:rect l="0" t="0" r="r" b="b"/>
                                  <a:pathLst>
                                    <a:path w="536" h="750">
                                      <a:moveTo>
                                        <a:pt x="99" y="0"/>
                                      </a:moveTo>
                                      <a:cubicBezTo>
                                        <a:pt x="125" y="43"/>
                                        <a:pt x="152" y="86"/>
                                        <a:pt x="166" y="127"/>
                                      </a:cubicBezTo>
                                      <a:cubicBezTo>
                                        <a:pt x="180" y="168"/>
                                        <a:pt x="178" y="208"/>
                                        <a:pt x="180" y="243"/>
                                      </a:cubicBezTo>
                                      <a:cubicBezTo>
                                        <a:pt x="182" y="278"/>
                                        <a:pt x="188" y="328"/>
                                        <a:pt x="176" y="339"/>
                                      </a:cubicBezTo>
                                      <a:cubicBezTo>
                                        <a:pt x="164" y="350"/>
                                        <a:pt x="127" y="302"/>
                                        <a:pt x="109" y="307"/>
                                      </a:cubicBezTo>
                                      <a:cubicBezTo>
                                        <a:pt x="91" y="312"/>
                                        <a:pt x="73" y="347"/>
                                        <a:pt x="67" y="370"/>
                                      </a:cubicBezTo>
                                      <a:cubicBezTo>
                                        <a:pt x="61" y="393"/>
                                        <a:pt x="76" y="426"/>
                                        <a:pt x="74" y="445"/>
                                      </a:cubicBezTo>
                                      <a:cubicBezTo>
                                        <a:pt x="72" y="464"/>
                                        <a:pt x="61" y="460"/>
                                        <a:pt x="53" y="487"/>
                                      </a:cubicBezTo>
                                      <a:cubicBezTo>
                                        <a:pt x="45" y="514"/>
                                        <a:pt x="14" y="575"/>
                                        <a:pt x="25" y="610"/>
                                      </a:cubicBezTo>
                                      <a:cubicBezTo>
                                        <a:pt x="36" y="645"/>
                                        <a:pt x="85" y="684"/>
                                        <a:pt x="120" y="695"/>
                                      </a:cubicBezTo>
                                      <a:cubicBezTo>
                                        <a:pt x="155" y="706"/>
                                        <a:pt x="199" y="695"/>
                                        <a:pt x="233" y="678"/>
                                      </a:cubicBezTo>
                                      <a:cubicBezTo>
                                        <a:pt x="267" y="661"/>
                                        <a:pt x="299" y="622"/>
                                        <a:pt x="321" y="596"/>
                                      </a:cubicBezTo>
                                      <a:cubicBezTo>
                                        <a:pt x="343" y="570"/>
                                        <a:pt x="349" y="548"/>
                                        <a:pt x="367" y="522"/>
                                      </a:cubicBezTo>
                                      <a:cubicBezTo>
                                        <a:pt x="385" y="496"/>
                                        <a:pt x="405" y="458"/>
                                        <a:pt x="431" y="438"/>
                                      </a:cubicBezTo>
                                      <a:cubicBezTo>
                                        <a:pt x="457" y="418"/>
                                        <a:pt x="516" y="400"/>
                                        <a:pt x="526" y="399"/>
                                      </a:cubicBezTo>
                                      <a:cubicBezTo>
                                        <a:pt x="536" y="398"/>
                                        <a:pt x="511" y="421"/>
                                        <a:pt x="491" y="434"/>
                                      </a:cubicBezTo>
                                      <a:cubicBezTo>
                                        <a:pt x="471" y="447"/>
                                        <a:pt x="427" y="454"/>
                                        <a:pt x="406" y="480"/>
                                      </a:cubicBezTo>
                                      <a:cubicBezTo>
                                        <a:pt x="385" y="506"/>
                                        <a:pt x="367" y="571"/>
                                        <a:pt x="367" y="593"/>
                                      </a:cubicBezTo>
                                      <a:cubicBezTo>
                                        <a:pt x="367" y="615"/>
                                        <a:pt x="415" y="597"/>
                                        <a:pt x="409" y="610"/>
                                      </a:cubicBezTo>
                                      <a:cubicBezTo>
                                        <a:pt x="403" y="623"/>
                                        <a:pt x="357" y="652"/>
                                        <a:pt x="328" y="674"/>
                                      </a:cubicBezTo>
                                      <a:cubicBezTo>
                                        <a:pt x="299" y="696"/>
                                        <a:pt x="268" y="732"/>
                                        <a:pt x="236" y="741"/>
                                      </a:cubicBezTo>
                                      <a:cubicBezTo>
                                        <a:pt x="204" y="750"/>
                                        <a:pt x="165" y="740"/>
                                        <a:pt x="134" y="727"/>
                                      </a:cubicBezTo>
                                      <a:cubicBezTo>
                                        <a:pt x="103" y="714"/>
                                        <a:pt x="71" y="684"/>
                                        <a:pt x="49" y="663"/>
                                      </a:cubicBezTo>
                                      <a:cubicBezTo>
                                        <a:pt x="27" y="642"/>
                                        <a:pt x="6" y="635"/>
                                        <a:pt x="3" y="603"/>
                                      </a:cubicBezTo>
                                      <a:cubicBezTo>
                                        <a:pt x="0" y="571"/>
                                        <a:pt x="19" y="515"/>
                                        <a:pt x="28" y="469"/>
                                      </a:cubicBezTo>
                                      <a:cubicBezTo>
                                        <a:pt x="37" y="423"/>
                                        <a:pt x="46" y="370"/>
                                        <a:pt x="56" y="328"/>
                                      </a:cubicBezTo>
                                      <a:cubicBezTo>
                                        <a:pt x="66" y="286"/>
                                        <a:pt x="76" y="238"/>
                                        <a:pt x="88" y="219"/>
                                      </a:cubicBezTo>
                                      <a:cubicBezTo>
                                        <a:pt x="100" y="200"/>
                                        <a:pt x="122" y="229"/>
                                        <a:pt x="131" y="215"/>
                                      </a:cubicBezTo>
                                      <a:cubicBezTo>
                                        <a:pt x="140" y="201"/>
                                        <a:pt x="144" y="167"/>
                                        <a:pt x="141" y="134"/>
                                      </a:cubicBezTo>
                                      <a:cubicBezTo>
                                        <a:pt x="138" y="101"/>
                                        <a:pt x="118" y="37"/>
                                        <a:pt x="113" y="18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1" name="Freeform 761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93" y="7690"/>
                                  <a:ext cx="936" cy="1140"/>
                                </a:xfrm>
                                <a:custGeom>
                                  <a:avLst/>
                                  <a:gdLst>
                                    <a:gd name="T0" fmla="*/ 41 w 491"/>
                                    <a:gd name="T1" fmla="*/ 257 h 738"/>
                                    <a:gd name="T2" fmla="*/ 158 w 491"/>
                                    <a:gd name="T3" fmla="*/ 352 h 738"/>
                                    <a:gd name="T4" fmla="*/ 225 w 491"/>
                                    <a:gd name="T5" fmla="*/ 285 h 738"/>
                                    <a:gd name="T6" fmla="*/ 334 w 491"/>
                                    <a:gd name="T7" fmla="*/ 264 h 738"/>
                                    <a:gd name="T8" fmla="*/ 387 w 491"/>
                                    <a:gd name="T9" fmla="*/ 239 h 738"/>
                                    <a:gd name="T10" fmla="*/ 398 w 491"/>
                                    <a:gd name="T11" fmla="*/ 151 h 738"/>
                                    <a:gd name="T12" fmla="*/ 398 w 491"/>
                                    <a:gd name="T13" fmla="*/ 59 h 738"/>
                                    <a:gd name="T14" fmla="*/ 475 w 491"/>
                                    <a:gd name="T15" fmla="*/ 13 h 738"/>
                                    <a:gd name="T16" fmla="*/ 454 w 491"/>
                                    <a:gd name="T17" fmla="*/ 137 h 738"/>
                                    <a:gd name="T18" fmla="*/ 436 w 491"/>
                                    <a:gd name="T19" fmla="*/ 250 h 738"/>
                                    <a:gd name="T20" fmla="*/ 355 w 491"/>
                                    <a:gd name="T21" fmla="*/ 271 h 738"/>
                                    <a:gd name="T22" fmla="*/ 256 w 491"/>
                                    <a:gd name="T23" fmla="*/ 285 h 738"/>
                                    <a:gd name="T24" fmla="*/ 221 w 491"/>
                                    <a:gd name="T25" fmla="*/ 334 h 738"/>
                                    <a:gd name="T26" fmla="*/ 207 w 491"/>
                                    <a:gd name="T27" fmla="*/ 412 h 738"/>
                                    <a:gd name="T28" fmla="*/ 246 w 491"/>
                                    <a:gd name="T29" fmla="*/ 465 h 738"/>
                                    <a:gd name="T30" fmla="*/ 218 w 491"/>
                                    <a:gd name="T31" fmla="*/ 514 h 738"/>
                                    <a:gd name="T32" fmla="*/ 274 w 491"/>
                                    <a:gd name="T33" fmla="*/ 634 h 738"/>
                                    <a:gd name="T34" fmla="*/ 405 w 491"/>
                                    <a:gd name="T35" fmla="*/ 648 h 738"/>
                                    <a:gd name="T36" fmla="*/ 451 w 491"/>
                                    <a:gd name="T37" fmla="*/ 588 h 738"/>
                                    <a:gd name="T38" fmla="*/ 486 w 491"/>
                                    <a:gd name="T39" fmla="*/ 490 h 738"/>
                                    <a:gd name="T40" fmla="*/ 479 w 491"/>
                                    <a:gd name="T41" fmla="*/ 571 h 738"/>
                                    <a:gd name="T42" fmla="*/ 468 w 491"/>
                                    <a:gd name="T43" fmla="*/ 677 h 738"/>
                                    <a:gd name="T44" fmla="*/ 369 w 491"/>
                                    <a:gd name="T45" fmla="*/ 733 h 738"/>
                                    <a:gd name="T46" fmla="*/ 249 w 491"/>
                                    <a:gd name="T47" fmla="*/ 708 h 738"/>
                                    <a:gd name="T48" fmla="*/ 189 w 491"/>
                                    <a:gd name="T49" fmla="*/ 648 h 738"/>
                                    <a:gd name="T50" fmla="*/ 161 w 491"/>
                                    <a:gd name="T51" fmla="*/ 525 h 738"/>
                                    <a:gd name="T52" fmla="*/ 158 w 491"/>
                                    <a:gd name="T53" fmla="*/ 430 h 738"/>
                                    <a:gd name="T54" fmla="*/ 73 w 491"/>
                                    <a:gd name="T55" fmla="*/ 405 h 738"/>
                                    <a:gd name="T56" fmla="*/ 6 w 491"/>
                                    <a:gd name="T57" fmla="*/ 345 h 738"/>
                                    <a:gd name="T58" fmla="*/ 41 w 491"/>
                                    <a:gd name="T59" fmla="*/ 257 h 7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</a:cxnLst>
                                  <a:rect l="0" t="0" r="r" b="b"/>
                                  <a:pathLst>
                                    <a:path w="491" h="738">
                                      <a:moveTo>
                                        <a:pt x="41" y="257"/>
                                      </a:moveTo>
                                      <a:cubicBezTo>
                                        <a:pt x="66" y="258"/>
                                        <a:pt x="127" y="347"/>
                                        <a:pt x="158" y="352"/>
                                      </a:cubicBezTo>
                                      <a:cubicBezTo>
                                        <a:pt x="189" y="357"/>
                                        <a:pt x="196" y="300"/>
                                        <a:pt x="225" y="285"/>
                                      </a:cubicBezTo>
                                      <a:cubicBezTo>
                                        <a:pt x="254" y="270"/>
                                        <a:pt x="307" y="272"/>
                                        <a:pt x="334" y="264"/>
                                      </a:cubicBezTo>
                                      <a:cubicBezTo>
                                        <a:pt x="361" y="256"/>
                                        <a:pt x="376" y="258"/>
                                        <a:pt x="387" y="239"/>
                                      </a:cubicBezTo>
                                      <a:cubicBezTo>
                                        <a:pt x="398" y="220"/>
                                        <a:pt x="396" y="181"/>
                                        <a:pt x="398" y="151"/>
                                      </a:cubicBezTo>
                                      <a:cubicBezTo>
                                        <a:pt x="400" y="121"/>
                                        <a:pt x="385" y="82"/>
                                        <a:pt x="398" y="59"/>
                                      </a:cubicBezTo>
                                      <a:cubicBezTo>
                                        <a:pt x="411" y="36"/>
                                        <a:pt x="466" y="0"/>
                                        <a:pt x="475" y="13"/>
                                      </a:cubicBezTo>
                                      <a:cubicBezTo>
                                        <a:pt x="484" y="26"/>
                                        <a:pt x="460" y="98"/>
                                        <a:pt x="454" y="137"/>
                                      </a:cubicBezTo>
                                      <a:cubicBezTo>
                                        <a:pt x="448" y="176"/>
                                        <a:pt x="453" y="228"/>
                                        <a:pt x="436" y="250"/>
                                      </a:cubicBezTo>
                                      <a:cubicBezTo>
                                        <a:pt x="419" y="272"/>
                                        <a:pt x="385" y="265"/>
                                        <a:pt x="355" y="271"/>
                                      </a:cubicBezTo>
                                      <a:cubicBezTo>
                                        <a:pt x="325" y="277"/>
                                        <a:pt x="278" y="275"/>
                                        <a:pt x="256" y="285"/>
                                      </a:cubicBezTo>
                                      <a:cubicBezTo>
                                        <a:pt x="234" y="295"/>
                                        <a:pt x="229" y="313"/>
                                        <a:pt x="221" y="334"/>
                                      </a:cubicBezTo>
                                      <a:cubicBezTo>
                                        <a:pt x="213" y="355"/>
                                        <a:pt x="203" y="390"/>
                                        <a:pt x="207" y="412"/>
                                      </a:cubicBezTo>
                                      <a:cubicBezTo>
                                        <a:pt x="211" y="434"/>
                                        <a:pt x="244" y="448"/>
                                        <a:pt x="246" y="465"/>
                                      </a:cubicBezTo>
                                      <a:cubicBezTo>
                                        <a:pt x="248" y="482"/>
                                        <a:pt x="213" y="486"/>
                                        <a:pt x="218" y="514"/>
                                      </a:cubicBezTo>
                                      <a:cubicBezTo>
                                        <a:pt x="223" y="542"/>
                                        <a:pt x="243" y="612"/>
                                        <a:pt x="274" y="634"/>
                                      </a:cubicBezTo>
                                      <a:cubicBezTo>
                                        <a:pt x="305" y="656"/>
                                        <a:pt x="376" y="656"/>
                                        <a:pt x="405" y="648"/>
                                      </a:cubicBezTo>
                                      <a:cubicBezTo>
                                        <a:pt x="434" y="640"/>
                                        <a:pt x="438" y="614"/>
                                        <a:pt x="451" y="588"/>
                                      </a:cubicBezTo>
                                      <a:cubicBezTo>
                                        <a:pt x="464" y="562"/>
                                        <a:pt x="481" y="493"/>
                                        <a:pt x="486" y="490"/>
                                      </a:cubicBezTo>
                                      <a:cubicBezTo>
                                        <a:pt x="491" y="487"/>
                                        <a:pt x="482" y="540"/>
                                        <a:pt x="479" y="571"/>
                                      </a:cubicBezTo>
                                      <a:cubicBezTo>
                                        <a:pt x="476" y="602"/>
                                        <a:pt x="486" y="650"/>
                                        <a:pt x="468" y="677"/>
                                      </a:cubicBezTo>
                                      <a:cubicBezTo>
                                        <a:pt x="450" y="704"/>
                                        <a:pt x="405" y="728"/>
                                        <a:pt x="369" y="733"/>
                                      </a:cubicBezTo>
                                      <a:cubicBezTo>
                                        <a:pt x="333" y="738"/>
                                        <a:pt x="279" y="722"/>
                                        <a:pt x="249" y="708"/>
                                      </a:cubicBezTo>
                                      <a:cubicBezTo>
                                        <a:pt x="219" y="694"/>
                                        <a:pt x="204" y="678"/>
                                        <a:pt x="189" y="648"/>
                                      </a:cubicBezTo>
                                      <a:cubicBezTo>
                                        <a:pt x="174" y="618"/>
                                        <a:pt x="166" y="561"/>
                                        <a:pt x="161" y="525"/>
                                      </a:cubicBezTo>
                                      <a:cubicBezTo>
                                        <a:pt x="156" y="489"/>
                                        <a:pt x="173" y="450"/>
                                        <a:pt x="158" y="430"/>
                                      </a:cubicBezTo>
                                      <a:cubicBezTo>
                                        <a:pt x="143" y="410"/>
                                        <a:pt x="98" y="419"/>
                                        <a:pt x="73" y="405"/>
                                      </a:cubicBezTo>
                                      <a:cubicBezTo>
                                        <a:pt x="48" y="391"/>
                                        <a:pt x="12" y="370"/>
                                        <a:pt x="6" y="345"/>
                                      </a:cubicBezTo>
                                      <a:cubicBezTo>
                                        <a:pt x="0" y="320"/>
                                        <a:pt x="16" y="256"/>
                                        <a:pt x="41" y="25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2" name="Freeform 76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61" y="8736"/>
                                  <a:ext cx="679" cy="1127"/>
                                </a:xfrm>
                                <a:custGeom>
                                  <a:avLst/>
                                  <a:gdLst>
                                    <a:gd name="T0" fmla="*/ 55 w 356"/>
                                    <a:gd name="T1" fmla="*/ 154 h 729"/>
                                    <a:gd name="T2" fmla="*/ 157 w 356"/>
                                    <a:gd name="T3" fmla="*/ 256 h 729"/>
                                    <a:gd name="T4" fmla="*/ 312 w 356"/>
                                    <a:gd name="T5" fmla="*/ 595 h 729"/>
                                    <a:gd name="T6" fmla="*/ 348 w 356"/>
                                    <a:gd name="T7" fmla="*/ 701 h 729"/>
                                    <a:gd name="T8" fmla="*/ 266 w 356"/>
                                    <a:gd name="T9" fmla="*/ 429 h 729"/>
                                    <a:gd name="T10" fmla="*/ 210 w 356"/>
                                    <a:gd name="T11" fmla="*/ 253 h 729"/>
                                    <a:gd name="T12" fmla="*/ 72 w 356"/>
                                    <a:gd name="T13" fmla="*/ 73 h 729"/>
                                    <a:gd name="T14" fmla="*/ 2 w 356"/>
                                    <a:gd name="T15" fmla="*/ 6 h 729"/>
                                    <a:gd name="T16" fmla="*/ 58 w 356"/>
                                    <a:gd name="T17" fmla="*/ 112 h 729"/>
                                    <a:gd name="T18" fmla="*/ 55 w 356"/>
                                    <a:gd name="T19" fmla="*/ 154 h 72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356" h="729">
                                      <a:moveTo>
                                        <a:pt x="55" y="154"/>
                                      </a:moveTo>
                                      <a:cubicBezTo>
                                        <a:pt x="71" y="178"/>
                                        <a:pt x="114" y="183"/>
                                        <a:pt x="157" y="256"/>
                                      </a:cubicBezTo>
                                      <a:cubicBezTo>
                                        <a:pt x="200" y="329"/>
                                        <a:pt x="280" y="521"/>
                                        <a:pt x="312" y="595"/>
                                      </a:cubicBezTo>
                                      <a:cubicBezTo>
                                        <a:pt x="344" y="669"/>
                                        <a:pt x="356" y="729"/>
                                        <a:pt x="348" y="701"/>
                                      </a:cubicBezTo>
                                      <a:cubicBezTo>
                                        <a:pt x="340" y="673"/>
                                        <a:pt x="289" y="504"/>
                                        <a:pt x="266" y="429"/>
                                      </a:cubicBezTo>
                                      <a:cubicBezTo>
                                        <a:pt x="243" y="354"/>
                                        <a:pt x="242" y="312"/>
                                        <a:pt x="210" y="253"/>
                                      </a:cubicBezTo>
                                      <a:cubicBezTo>
                                        <a:pt x="178" y="194"/>
                                        <a:pt x="107" y="114"/>
                                        <a:pt x="72" y="73"/>
                                      </a:cubicBezTo>
                                      <a:cubicBezTo>
                                        <a:pt x="37" y="32"/>
                                        <a:pt x="4" y="0"/>
                                        <a:pt x="2" y="6"/>
                                      </a:cubicBezTo>
                                      <a:cubicBezTo>
                                        <a:pt x="0" y="12"/>
                                        <a:pt x="49" y="88"/>
                                        <a:pt x="58" y="112"/>
                                      </a:cubicBezTo>
                                      <a:cubicBezTo>
                                        <a:pt x="67" y="136"/>
                                        <a:pt x="39" y="130"/>
                                        <a:pt x="55" y="15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3" name="Freeform 763"/>
                              <wps:cNvSpPr>
                                <a:spLocks/>
                              </wps:cNvSpPr>
                              <wps:spPr bwMode="auto">
                                <a:xfrm>
                                  <a:off x="4590" y="8790"/>
                                  <a:ext cx="366" cy="662"/>
                                </a:xfrm>
                                <a:custGeom>
                                  <a:avLst/>
                                  <a:gdLst>
                                    <a:gd name="T0" fmla="*/ 160 w 191"/>
                                    <a:gd name="T1" fmla="*/ 32 h 429"/>
                                    <a:gd name="T2" fmla="*/ 79 w 191"/>
                                    <a:gd name="T3" fmla="*/ 191 h 429"/>
                                    <a:gd name="T4" fmla="*/ 1 w 191"/>
                                    <a:gd name="T5" fmla="*/ 416 h 429"/>
                                    <a:gd name="T6" fmla="*/ 72 w 191"/>
                                    <a:gd name="T7" fmla="*/ 268 h 429"/>
                                    <a:gd name="T8" fmla="*/ 150 w 191"/>
                                    <a:gd name="T9" fmla="*/ 169 h 429"/>
                                    <a:gd name="T10" fmla="*/ 174 w 191"/>
                                    <a:gd name="T11" fmla="*/ 141 h 429"/>
                                    <a:gd name="T12" fmla="*/ 188 w 191"/>
                                    <a:gd name="T13" fmla="*/ 14 h 429"/>
                                    <a:gd name="T14" fmla="*/ 157 w 191"/>
                                    <a:gd name="T15" fmla="*/ 56 h 42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191" h="429">
                                      <a:moveTo>
                                        <a:pt x="160" y="32"/>
                                      </a:moveTo>
                                      <a:cubicBezTo>
                                        <a:pt x="133" y="79"/>
                                        <a:pt x="106" y="127"/>
                                        <a:pt x="79" y="191"/>
                                      </a:cubicBezTo>
                                      <a:cubicBezTo>
                                        <a:pt x="52" y="255"/>
                                        <a:pt x="2" y="403"/>
                                        <a:pt x="1" y="416"/>
                                      </a:cubicBezTo>
                                      <a:cubicBezTo>
                                        <a:pt x="0" y="429"/>
                                        <a:pt x="47" y="309"/>
                                        <a:pt x="72" y="268"/>
                                      </a:cubicBezTo>
                                      <a:cubicBezTo>
                                        <a:pt x="97" y="227"/>
                                        <a:pt x="133" y="190"/>
                                        <a:pt x="150" y="169"/>
                                      </a:cubicBezTo>
                                      <a:cubicBezTo>
                                        <a:pt x="167" y="148"/>
                                        <a:pt x="168" y="167"/>
                                        <a:pt x="174" y="141"/>
                                      </a:cubicBezTo>
                                      <a:cubicBezTo>
                                        <a:pt x="180" y="115"/>
                                        <a:pt x="191" y="28"/>
                                        <a:pt x="188" y="14"/>
                                      </a:cubicBezTo>
                                      <a:cubicBezTo>
                                        <a:pt x="185" y="0"/>
                                        <a:pt x="171" y="28"/>
                                        <a:pt x="157" y="56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" name="Freeform 764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56" y="3286"/>
                                  <a:ext cx="2090" cy="7936"/>
                                </a:xfrm>
                                <a:custGeom>
                                  <a:avLst/>
                                  <a:gdLst>
                                    <a:gd name="T0" fmla="*/ 2090 w 2090"/>
                                    <a:gd name="T1" fmla="*/ 0 h 7936"/>
                                    <a:gd name="T2" fmla="*/ 2083 w 2090"/>
                                    <a:gd name="T3" fmla="*/ 408 h 7936"/>
                                    <a:gd name="T4" fmla="*/ 2068 w 2090"/>
                                    <a:gd name="T5" fmla="*/ 757 h 7936"/>
                                    <a:gd name="T6" fmla="*/ 1962 w 2090"/>
                                    <a:gd name="T7" fmla="*/ 1131 h 7936"/>
                                    <a:gd name="T8" fmla="*/ 1610 w 2090"/>
                                    <a:gd name="T9" fmla="*/ 1718 h 7936"/>
                                    <a:gd name="T10" fmla="*/ 1213 w 2090"/>
                                    <a:gd name="T11" fmla="*/ 2441 h 7936"/>
                                    <a:gd name="T12" fmla="*/ 838 w 2090"/>
                                    <a:gd name="T13" fmla="*/ 4019 h 7936"/>
                                    <a:gd name="T14" fmla="*/ 532 w 2090"/>
                                    <a:gd name="T15" fmla="*/ 5134 h 7936"/>
                                    <a:gd name="T16" fmla="*/ 189 w 2090"/>
                                    <a:gd name="T17" fmla="*/ 5592 h 7936"/>
                                    <a:gd name="T18" fmla="*/ 30 w 2090"/>
                                    <a:gd name="T19" fmla="*/ 6351 h 7936"/>
                                    <a:gd name="T20" fmla="*/ 12 w 2090"/>
                                    <a:gd name="T21" fmla="*/ 7126 h 7936"/>
                                    <a:gd name="T22" fmla="*/ 30 w 2090"/>
                                    <a:gd name="T23" fmla="*/ 7936 h 79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2090" h="7936">
                                      <a:moveTo>
                                        <a:pt x="2090" y="0"/>
                                      </a:moveTo>
                                      <a:cubicBezTo>
                                        <a:pt x="2088" y="68"/>
                                        <a:pt x="2086" y="282"/>
                                        <a:pt x="2083" y="408"/>
                                      </a:cubicBezTo>
                                      <a:cubicBezTo>
                                        <a:pt x="2078" y="534"/>
                                        <a:pt x="2088" y="637"/>
                                        <a:pt x="2068" y="757"/>
                                      </a:cubicBezTo>
                                      <a:cubicBezTo>
                                        <a:pt x="2048" y="877"/>
                                        <a:pt x="2038" y="971"/>
                                        <a:pt x="1962" y="1131"/>
                                      </a:cubicBezTo>
                                      <a:cubicBezTo>
                                        <a:pt x="1886" y="1291"/>
                                        <a:pt x="1735" y="1500"/>
                                        <a:pt x="1610" y="1718"/>
                                      </a:cubicBezTo>
                                      <a:cubicBezTo>
                                        <a:pt x="1485" y="1936"/>
                                        <a:pt x="1341" y="2057"/>
                                        <a:pt x="1213" y="2441"/>
                                      </a:cubicBezTo>
                                      <a:cubicBezTo>
                                        <a:pt x="1085" y="2824"/>
                                        <a:pt x="951" y="3570"/>
                                        <a:pt x="838" y="4019"/>
                                      </a:cubicBezTo>
                                      <a:cubicBezTo>
                                        <a:pt x="724" y="4468"/>
                                        <a:pt x="640" y="4872"/>
                                        <a:pt x="532" y="5134"/>
                                      </a:cubicBezTo>
                                      <a:cubicBezTo>
                                        <a:pt x="425" y="5397"/>
                                        <a:pt x="273" y="5389"/>
                                        <a:pt x="189" y="5592"/>
                                      </a:cubicBezTo>
                                      <a:cubicBezTo>
                                        <a:pt x="106" y="5795"/>
                                        <a:pt x="61" y="6096"/>
                                        <a:pt x="30" y="6351"/>
                                      </a:cubicBezTo>
                                      <a:cubicBezTo>
                                        <a:pt x="0" y="6607"/>
                                        <a:pt x="12" y="6862"/>
                                        <a:pt x="12" y="7126"/>
                                      </a:cubicBezTo>
                                      <a:cubicBezTo>
                                        <a:pt x="12" y="7390"/>
                                        <a:pt x="26" y="7768"/>
                                        <a:pt x="30" y="793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5" name="Freeform 765"/>
                              <wps:cNvSpPr>
                                <a:spLocks/>
                              </wps:cNvSpPr>
                              <wps:spPr bwMode="auto">
                                <a:xfrm>
                                  <a:off x="6329" y="3279"/>
                                  <a:ext cx="1773" cy="7960"/>
                                </a:xfrm>
                                <a:custGeom>
                                  <a:avLst/>
                                  <a:gdLst>
                                    <a:gd name="T0" fmla="*/ 0 w 1773"/>
                                    <a:gd name="T1" fmla="*/ 0 h 7960"/>
                                    <a:gd name="T2" fmla="*/ 33 w 1773"/>
                                    <a:gd name="T3" fmla="*/ 729 h 7960"/>
                                    <a:gd name="T4" fmla="*/ 140 w 1773"/>
                                    <a:gd name="T5" fmla="*/ 1256 h 7960"/>
                                    <a:gd name="T6" fmla="*/ 597 w 1773"/>
                                    <a:gd name="T7" fmla="*/ 2259 h 7960"/>
                                    <a:gd name="T8" fmla="*/ 739 w 1773"/>
                                    <a:gd name="T9" fmla="*/ 2928 h 7960"/>
                                    <a:gd name="T10" fmla="*/ 851 w 1773"/>
                                    <a:gd name="T11" fmla="*/ 4114 h 7960"/>
                                    <a:gd name="T12" fmla="*/ 997 w 1773"/>
                                    <a:gd name="T13" fmla="*/ 4915 h 7960"/>
                                    <a:gd name="T14" fmla="*/ 1092 w 1773"/>
                                    <a:gd name="T15" fmla="*/ 5228 h 7960"/>
                                    <a:gd name="T16" fmla="*/ 1499 w 1773"/>
                                    <a:gd name="T17" fmla="*/ 5825 h 7960"/>
                                    <a:gd name="T18" fmla="*/ 1606 w 1773"/>
                                    <a:gd name="T19" fmla="*/ 6856 h 7960"/>
                                    <a:gd name="T20" fmla="*/ 1747 w 1773"/>
                                    <a:gd name="T21" fmla="*/ 7616 h 7960"/>
                                    <a:gd name="T22" fmla="*/ 1764 w 1773"/>
                                    <a:gd name="T23" fmla="*/ 7960 h 796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1773" h="7960">
                                      <a:moveTo>
                                        <a:pt x="0" y="0"/>
                                      </a:moveTo>
                                      <a:cubicBezTo>
                                        <a:pt x="5" y="121"/>
                                        <a:pt x="10" y="520"/>
                                        <a:pt x="33" y="729"/>
                                      </a:cubicBezTo>
                                      <a:cubicBezTo>
                                        <a:pt x="56" y="938"/>
                                        <a:pt x="46" y="1001"/>
                                        <a:pt x="140" y="1256"/>
                                      </a:cubicBezTo>
                                      <a:cubicBezTo>
                                        <a:pt x="234" y="1511"/>
                                        <a:pt x="497" y="1980"/>
                                        <a:pt x="597" y="2259"/>
                                      </a:cubicBezTo>
                                      <a:cubicBezTo>
                                        <a:pt x="697" y="2538"/>
                                        <a:pt x="697" y="2619"/>
                                        <a:pt x="739" y="2928"/>
                                      </a:cubicBezTo>
                                      <a:cubicBezTo>
                                        <a:pt x="781" y="3238"/>
                                        <a:pt x="808" y="3782"/>
                                        <a:pt x="851" y="4114"/>
                                      </a:cubicBezTo>
                                      <a:cubicBezTo>
                                        <a:pt x="894" y="4445"/>
                                        <a:pt x="957" y="4730"/>
                                        <a:pt x="997" y="4915"/>
                                      </a:cubicBezTo>
                                      <a:cubicBezTo>
                                        <a:pt x="1037" y="5100"/>
                                        <a:pt x="1008" y="5077"/>
                                        <a:pt x="1092" y="5228"/>
                                      </a:cubicBezTo>
                                      <a:cubicBezTo>
                                        <a:pt x="1175" y="5380"/>
                                        <a:pt x="1413" y="5554"/>
                                        <a:pt x="1499" y="5825"/>
                                      </a:cubicBezTo>
                                      <a:cubicBezTo>
                                        <a:pt x="1584" y="6097"/>
                                        <a:pt x="1565" y="6557"/>
                                        <a:pt x="1606" y="6856"/>
                                      </a:cubicBezTo>
                                      <a:cubicBezTo>
                                        <a:pt x="1647" y="7155"/>
                                        <a:pt x="1720" y="7432"/>
                                        <a:pt x="1747" y="7616"/>
                                      </a:cubicBezTo>
                                      <a:cubicBezTo>
                                        <a:pt x="1773" y="7800"/>
                                        <a:pt x="1760" y="7888"/>
                                        <a:pt x="1764" y="796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6" name="Freeform 7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80" y="5096"/>
                                  <a:ext cx="423" cy="1741"/>
                                </a:xfrm>
                                <a:custGeom>
                                  <a:avLst/>
                                  <a:gdLst>
                                    <a:gd name="T0" fmla="*/ 11 w 436"/>
                                    <a:gd name="T1" fmla="*/ 1794 h 1794"/>
                                    <a:gd name="T2" fmla="*/ 40 w 436"/>
                                    <a:gd name="T3" fmla="*/ 1257 h 1794"/>
                                    <a:gd name="T4" fmla="*/ 10 w 436"/>
                                    <a:gd name="T5" fmla="*/ 776 h 1794"/>
                                    <a:gd name="T6" fmla="*/ 100 w 436"/>
                                    <a:gd name="T7" fmla="*/ 401 h 1794"/>
                                    <a:gd name="T8" fmla="*/ 296 w 436"/>
                                    <a:gd name="T9" fmla="*/ 102 h 1794"/>
                                    <a:gd name="T10" fmla="*/ 378 w 436"/>
                                    <a:gd name="T11" fmla="*/ 1 h 1794"/>
                                    <a:gd name="T12" fmla="*/ 359 w 436"/>
                                    <a:gd name="T13" fmla="*/ 97 h 1794"/>
                                    <a:gd name="T14" fmla="*/ 436 w 436"/>
                                    <a:gd name="T15" fmla="*/ 262 h 179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436" h="1794">
                                      <a:moveTo>
                                        <a:pt x="11" y="1794"/>
                                      </a:moveTo>
                                      <a:cubicBezTo>
                                        <a:pt x="29" y="1610"/>
                                        <a:pt x="40" y="1427"/>
                                        <a:pt x="40" y="1257"/>
                                      </a:cubicBezTo>
                                      <a:cubicBezTo>
                                        <a:pt x="40" y="1087"/>
                                        <a:pt x="0" y="919"/>
                                        <a:pt x="10" y="776"/>
                                      </a:cubicBezTo>
                                      <a:cubicBezTo>
                                        <a:pt x="20" y="633"/>
                                        <a:pt x="52" y="513"/>
                                        <a:pt x="100" y="401"/>
                                      </a:cubicBezTo>
                                      <a:cubicBezTo>
                                        <a:pt x="148" y="289"/>
                                        <a:pt x="250" y="169"/>
                                        <a:pt x="296" y="102"/>
                                      </a:cubicBezTo>
                                      <a:cubicBezTo>
                                        <a:pt x="342" y="35"/>
                                        <a:pt x="368" y="2"/>
                                        <a:pt x="378" y="1"/>
                                      </a:cubicBezTo>
                                      <a:cubicBezTo>
                                        <a:pt x="388" y="0"/>
                                        <a:pt x="349" y="54"/>
                                        <a:pt x="359" y="97"/>
                                      </a:cubicBezTo>
                                      <a:cubicBezTo>
                                        <a:pt x="369" y="140"/>
                                        <a:pt x="402" y="201"/>
                                        <a:pt x="436" y="2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7" name="Freeform 76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41" y="5004"/>
                                  <a:ext cx="436" cy="1790"/>
                                </a:xfrm>
                                <a:custGeom>
                                  <a:avLst/>
                                  <a:gdLst>
                                    <a:gd name="T0" fmla="*/ 353 w 415"/>
                                    <a:gd name="T1" fmla="*/ 1702 h 1702"/>
                                    <a:gd name="T2" fmla="*/ 344 w 415"/>
                                    <a:gd name="T3" fmla="*/ 1319 h 1702"/>
                                    <a:gd name="T4" fmla="*/ 380 w 415"/>
                                    <a:gd name="T5" fmla="*/ 1006 h 1702"/>
                                    <a:gd name="T6" fmla="*/ 408 w 415"/>
                                    <a:gd name="T7" fmla="*/ 754 h 1702"/>
                                    <a:gd name="T8" fmla="*/ 335 w 415"/>
                                    <a:gd name="T9" fmla="*/ 467 h 1702"/>
                                    <a:gd name="T10" fmla="*/ 177 w 415"/>
                                    <a:gd name="T11" fmla="*/ 180 h 1702"/>
                                    <a:gd name="T12" fmla="*/ 87 w 415"/>
                                    <a:gd name="T13" fmla="*/ 7 h 1702"/>
                                    <a:gd name="T14" fmla="*/ 77 w 415"/>
                                    <a:gd name="T15" fmla="*/ 137 h 1702"/>
                                    <a:gd name="T16" fmla="*/ 0 w 415"/>
                                    <a:gd name="T17" fmla="*/ 324 h 17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415" h="1702">
                                      <a:moveTo>
                                        <a:pt x="353" y="1702"/>
                                      </a:moveTo>
                                      <a:cubicBezTo>
                                        <a:pt x="346" y="1568"/>
                                        <a:pt x="340" y="1435"/>
                                        <a:pt x="344" y="1319"/>
                                      </a:cubicBezTo>
                                      <a:cubicBezTo>
                                        <a:pt x="349" y="1203"/>
                                        <a:pt x="369" y="1100"/>
                                        <a:pt x="380" y="1006"/>
                                      </a:cubicBezTo>
                                      <a:cubicBezTo>
                                        <a:pt x="391" y="912"/>
                                        <a:pt x="415" y="844"/>
                                        <a:pt x="408" y="754"/>
                                      </a:cubicBezTo>
                                      <a:cubicBezTo>
                                        <a:pt x="401" y="664"/>
                                        <a:pt x="373" y="563"/>
                                        <a:pt x="335" y="467"/>
                                      </a:cubicBezTo>
                                      <a:cubicBezTo>
                                        <a:pt x="297" y="371"/>
                                        <a:pt x="219" y="257"/>
                                        <a:pt x="177" y="180"/>
                                      </a:cubicBezTo>
                                      <a:cubicBezTo>
                                        <a:pt x="136" y="103"/>
                                        <a:pt x="103" y="15"/>
                                        <a:pt x="87" y="7"/>
                                      </a:cubicBezTo>
                                      <a:cubicBezTo>
                                        <a:pt x="70" y="0"/>
                                        <a:pt x="91" y="84"/>
                                        <a:pt x="77" y="137"/>
                                      </a:cubicBezTo>
                                      <a:cubicBezTo>
                                        <a:pt x="62" y="189"/>
                                        <a:pt x="33" y="256"/>
                                        <a:pt x="0" y="32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8" name="Freeform 76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792" y="4341"/>
                                  <a:ext cx="651" cy="971"/>
                                </a:xfrm>
                                <a:custGeom>
                                  <a:avLst/>
                                  <a:gdLst>
                                    <a:gd name="T0" fmla="*/ 51 w 651"/>
                                    <a:gd name="T1" fmla="*/ 966 h 971"/>
                                    <a:gd name="T2" fmla="*/ 1 w 651"/>
                                    <a:gd name="T3" fmla="*/ 860 h 971"/>
                                    <a:gd name="T4" fmla="*/ 43 w 651"/>
                                    <a:gd name="T5" fmla="*/ 685 h 971"/>
                                    <a:gd name="T6" fmla="*/ 125 w 651"/>
                                    <a:gd name="T7" fmla="*/ 511 h 971"/>
                                    <a:gd name="T8" fmla="*/ 248 w 651"/>
                                    <a:gd name="T9" fmla="*/ 307 h 971"/>
                                    <a:gd name="T10" fmla="*/ 438 w 651"/>
                                    <a:gd name="T11" fmla="*/ 16 h 971"/>
                                    <a:gd name="T12" fmla="*/ 518 w 651"/>
                                    <a:gd name="T13" fmla="*/ 212 h 971"/>
                                    <a:gd name="T14" fmla="*/ 623 w 651"/>
                                    <a:gd name="T15" fmla="*/ 538 h 971"/>
                                    <a:gd name="T16" fmla="*/ 642 w 651"/>
                                    <a:gd name="T17" fmla="*/ 704 h 971"/>
                                    <a:gd name="T18" fmla="*/ 642 w 651"/>
                                    <a:gd name="T19" fmla="*/ 820 h 971"/>
                                    <a:gd name="T20" fmla="*/ 591 w 651"/>
                                    <a:gd name="T21" fmla="*/ 971 h 97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651" h="971">
                                      <a:moveTo>
                                        <a:pt x="51" y="966"/>
                                      </a:moveTo>
                                      <a:cubicBezTo>
                                        <a:pt x="43" y="949"/>
                                        <a:pt x="2" y="907"/>
                                        <a:pt x="1" y="860"/>
                                      </a:cubicBezTo>
                                      <a:cubicBezTo>
                                        <a:pt x="0" y="814"/>
                                        <a:pt x="22" y="743"/>
                                        <a:pt x="43" y="685"/>
                                      </a:cubicBezTo>
                                      <a:cubicBezTo>
                                        <a:pt x="63" y="626"/>
                                        <a:pt x="91" y="574"/>
                                        <a:pt x="125" y="511"/>
                                      </a:cubicBezTo>
                                      <a:cubicBezTo>
                                        <a:pt x="159" y="448"/>
                                        <a:pt x="196" y="389"/>
                                        <a:pt x="248" y="307"/>
                                      </a:cubicBezTo>
                                      <a:cubicBezTo>
                                        <a:pt x="301" y="224"/>
                                        <a:pt x="393" y="31"/>
                                        <a:pt x="438" y="16"/>
                                      </a:cubicBezTo>
                                      <a:cubicBezTo>
                                        <a:pt x="482" y="0"/>
                                        <a:pt x="487" y="125"/>
                                        <a:pt x="518" y="212"/>
                                      </a:cubicBezTo>
                                      <a:cubicBezTo>
                                        <a:pt x="549" y="299"/>
                                        <a:pt x="602" y="456"/>
                                        <a:pt x="623" y="538"/>
                                      </a:cubicBezTo>
                                      <a:cubicBezTo>
                                        <a:pt x="644" y="620"/>
                                        <a:pt x="639" y="657"/>
                                        <a:pt x="642" y="704"/>
                                      </a:cubicBezTo>
                                      <a:cubicBezTo>
                                        <a:pt x="645" y="751"/>
                                        <a:pt x="651" y="776"/>
                                        <a:pt x="642" y="820"/>
                                      </a:cubicBezTo>
                                      <a:cubicBezTo>
                                        <a:pt x="634" y="865"/>
                                        <a:pt x="612" y="918"/>
                                        <a:pt x="591" y="97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9" name="Freeform 769"/>
                              <wps:cNvSpPr>
                                <a:spLocks/>
                              </wps:cNvSpPr>
                              <wps:spPr bwMode="auto">
                                <a:xfrm>
                                  <a:off x="4441" y="5952"/>
                                  <a:ext cx="916" cy="5274"/>
                                </a:xfrm>
                                <a:custGeom>
                                  <a:avLst/>
                                  <a:gdLst>
                                    <a:gd name="T0" fmla="*/ 854 w 871"/>
                                    <a:gd name="T1" fmla="*/ 833 h 5016"/>
                                    <a:gd name="T2" fmla="*/ 867 w 871"/>
                                    <a:gd name="T3" fmla="*/ 551 h 5016"/>
                                    <a:gd name="T4" fmla="*/ 864 w 871"/>
                                    <a:gd name="T5" fmla="*/ 271 h 5016"/>
                                    <a:gd name="T6" fmla="*/ 823 w 871"/>
                                    <a:gd name="T7" fmla="*/ 39 h 5016"/>
                                    <a:gd name="T8" fmla="*/ 716 w 871"/>
                                    <a:gd name="T9" fmla="*/ 502 h 5016"/>
                                    <a:gd name="T10" fmla="*/ 524 w 871"/>
                                    <a:gd name="T11" fmla="*/ 1342 h 5016"/>
                                    <a:gd name="T12" fmla="*/ 309 w 871"/>
                                    <a:gd name="T13" fmla="*/ 2167 h 5016"/>
                                    <a:gd name="T14" fmla="*/ 260 w 871"/>
                                    <a:gd name="T15" fmla="*/ 2475 h 5016"/>
                                    <a:gd name="T16" fmla="*/ 320 w 871"/>
                                    <a:gd name="T17" fmla="*/ 2915 h 5016"/>
                                    <a:gd name="T18" fmla="*/ 341 w 871"/>
                                    <a:gd name="T19" fmla="*/ 3525 h 5016"/>
                                    <a:gd name="T20" fmla="*/ 55 w 871"/>
                                    <a:gd name="T21" fmla="*/ 4537 h 5016"/>
                                    <a:gd name="T22" fmla="*/ 12 w 871"/>
                                    <a:gd name="T23" fmla="*/ 5016 h 501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871" h="5016">
                                      <a:moveTo>
                                        <a:pt x="854" y="833"/>
                                      </a:moveTo>
                                      <a:cubicBezTo>
                                        <a:pt x="860" y="739"/>
                                        <a:pt x="865" y="645"/>
                                        <a:pt x="867" y="551"/>
                                      </a:cubicBezTo>
                                      <a:cubicBezTo>
                                        <a:pt x="869" y="458"/>
                                        <a:pt x="871" y="355"/>
                                        <a:pt x="864" y="271"/>
                                      </a:cubicBezTo>
                                      <a:cubicBezTo>
                                        <a:pt x="856" y="186"/>
                                        <a:pt x="848" y="0"/>
                                        <a:pt x="823" y="39"/>
                                      </a:cubicBezTo>
                                      <a:cubicBezTo>
                                        <a:pt x="798" y="78"/>
                                        <a:pt x="766" y="285"/>
                                        <a:pt x="716" y="502"/>
                                      </a:cubicBezTo>
                                      <a:cubicBezTo>
                                        <a:pt x="666" y="719"/>
                                        <a:pt x="591" y="1065"/>
                                        <a:pt x="524" y="1342"/>
                                      </a:cubicBezTo>
                                      <a:cubicBezTo>
                                        <a:pt x="456" y="1619"/>
                                        <a:pt x="353" y="1979"/>
                                        <a:pt x="309" y="2167"/>
                                      </a:cubicBezTo>
                                      <a:cubicBezTo>
                                        <a:pt x="266" y="2356"/>
                                        <a:pt x="259" y="2350"/>
                                        <a:pt x="260" y="2475"/>
                                      </a:cubicBezTo>
                                      <a:cubicBezTo>
                                        <a:pt x="262" y="2599"/>
                                        <a:pt x="308" y="2741"/>
                                        <a:pt x="320" y="2915"/>
                                      </a:cubicBezTo>
                                      <a:cubicBezTo>
                                        <a:pt x="333" y="3090"/>
                                        <a:pt x="385" y="3254"/>
                                        <a:pt x="341" y="3525"/>
                                      </a:cubicBezTo>
                                      <a:cubicBezTo>
                                        <a:pt x="296" y="3795"/>
                                        <a:pt x="110" y="4289"/>
                                        <a:pt x="55" y="4537"/>
                                      </a:cubicBezTo>
                                      <a:cubicBezTo>
                                        <a:pt x="0" y="4785"/>
                                        <a:pt x="21" y="4916"/>
                                        <a:pt x="12" y="501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0" name="Freeform 7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63" y="6031"/>
                                  <a:ext cx="855" cy="5191"/>
                                </a:xfrm>
                                <a:custGeom>
                                  <a:avLst/>
                                  <a:gdLst>
                                    <a:gd name="T0" fmla="*/ 0 w 813"/>
                                    <a:gd name="T1" fmla="*/ 727 h 4937"/>
                                    <a:gd name="T2" fmla="*/ 9 w 813"/>
                                    <a:gd name="T3" fmla="*/ 383 h 4937"/>
                                    <a:gd name="T4" fmla="*/ 31 w 813"/>
                                    <a:gd name="T5" fmla="*/ 152 h 4937"/>
                                    <a:gd name="T6" fmla="*/ 66 w 813"/>
                                    <a:gd name="T7" fmla="*/ 41 h 4937"/>
                                    <a:gd name="T8" fmla="*/ 107 w 813"/>
                                    <a:gd name="T9" fmla="*/ 401 h 4937"/>
                                    <a:gd name="T10" fmla="*/ 152 w 813"/>
                                    <a:gd name="T11" fmla="*/ 977 h 4937"/>
                                    <a:gd name="T12" fmla="*/ 228 w 813"/>
                                    <a:gd name="T13" fmla="*/ 1579 h 4937"/>
                                    <a:gd name="T14" fmla="*/ 343 w 813"/>
                                    <a:gd name="T15" fmla="*/ 2190 h 4937"/>
                                    <a:gd name="T16" fmla="*/ 371 w 813"/>
                                    <a:gd name="T17" fmla="*/ 2452 h 4937"/>
                                    <a:gd name="T18" fmla="*/ 335 w 813"/>
                                    <a:gd name="T19" fmla="*/ 2913 h 4937"/>
                                    <a:gd name="T20" fmla="*/ 393 w 813"/>
                                    <a:gd name="T21" fmla="*/ 3444 h 4937"/>
                                    <a:gd name="T22" fmla="*/ 741 w 813"/>
                                    <a:gd name="T23" fmla="*/ 4338 h 4937"/>
                                    <a:gd name="T24" fmla="*/ 813 w 813"/>
                                    <a:gd name="T25" fmla="*/ 4937 h 493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813" h="4937">
                                      <a:moveTo>
                                        <a:pt x="0" y="727"/>
                                      </a:moveTo>
                                      <a:cubicBezTo>
                                        <a:pt x="2" y="603"/>
                                        <a:pt x="4" y="479"/>
                                        <a:pt x="9" y="383"/>
                                      </a:cubicBezTo>
                                      <a:cubicBezTo>
                                        <a:pt x="15" y="287"/>
                                        <a:pt x="22" y="209"/>
                                        <a:pt x="31" y="152"/>
                                      </a:cubicBezTo>
                                      <a:cubicBezTo>
                                        <a:pt x="40" y="95"/>
                                        <a:pt x="53" y="0"/>
                                        <a:pt x="66" y="41"/>
                                      </a:cubicBezTo>
                                      <a:cubicBezTo>
                                        <a:pt x="79" y="82"/>
                                        <a:pt x="93" y="245"/>
                                        <a:pt x="107" y="401"/>
                                      </a:cubicBezTo>
                                      <a:cubicBezTo>
                                        <a:pt x="121" y="557"/>
                                        <a:pt x="132" y="780"/>
                                        <a:pt x="152" y="977"/>
                                      </a:cubicBezTo>
                                      <a:cubicBezTo>
                                        <a:pt x="173" y="1174"/>
                                        <a:pt x="196" y="1377"/>
                                        <a:pt x="228" y="1579"/>
                                      </a:cubicBezTo>
                                      <a:cubicBezTo>
                                        <a:pt x="260" y="1781"/>
                                        <a:pt x="319" y="2044"/>
                                        <a:pt x="343" y="2190"/>
                                      </a:cubicBezTo>
                                      <a:cubicBezTo>
                                        <a:pt x="367" y="2336"/>
                                        <a:pt x="372" y="2332"/>
                                        <a:pt x="371" y="2452"/>
                                      </a:cubicBezTo>
                                      <a:cubicBezTo>
                                        <a:pt x="370" y="2573"/>
                                        <a:pt x="331" y="2748"/>
                                        <a:pt x="335" y="2913"/>
                                      </a:cubicBezTo>
                                      <a:cubicBezTo>
                                        <a:pt x="339" y="3079"/>
                                        <a:pt x="325" y="3206"/>
                                        <a:pt x="393" y="3444"/>
                                      </a:cubicBezTo>
                                      <a:cubicBezTo>
                                        <a:pt x="461" y="3682"/>
                                        <a:pt x="671" y="4089"/>
                                        <a:pt x="741" y="4338"/>
                                      </a:cubicBezTo>
                                      <a:cubicBezTo>
                                        <a:pt x="811" y="4587"/>
                                        <a:pt x="798" y="4812"/>
                                        <a:pt x="813" y="493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1" name="Freeform 771"/>
                              <wps:cNvSpPr>
                                <a:spLocks/>
                              </wps:cNvSpPr>
                              <wps:spPr bwMode="auto">
                                <a:xfrm>
                                  <a:off x="4118" y="8589"/>
                                  <a:ext cx="526" cy="2629"/>
                                </a:xfrm>
                                <a:custGeom>
                                  <a:avLst/>
                                  <a:gdLst>
                                    <a:gd name="T0" fmla="*/ 36 w 500"/>
                                    <a:gd name="T1" fmla="*/ 2500 h 2500"/>
                                    <a:gd name="T2" fmla="*/ 25 w 500"/>
                                    <a:gd name="T3" fmla="*/ 1889 h 2500"/>
                                    <a:gd name="T4" fmla="*/ 24 w 500"/>
                                    <a:gd name="T5" fmla="*/ 1104 h 2500"/>
                                    <a:gd name="T6" fmla="*/ 163 w 500"/>
                                    <a:gd name="T7" fmla="*/ 393 h 2500"/>
                                    <a:gd name="T8" fmla="*/ 329 w 500"/>
                                    <a:gd name="T9" fmla="*/ 123 h 2500"/>
                                    <a:gd name="T10" fmla="*/ 475 w 500"/>
                                    <a:gd name="T11" fmla="*/ 6 h 2500"/>
                                    <a:gd name="T12" fmla="*/ 479 w 500"/>
                                    <a:gd name="T13" fmla="*/ 91 h 2500"/>
                                    <a:gd name="T14" fmla="*/ 434 w 500"/>
                                    <a:gd name="T15" fmla="*/ 359 h 2500"/>
                                    <a:gd name="T16" fmla="*/ 273 w 500"/>
                                    <a:gd name="T17" fmla="*/ 1074 h 2500"/>
                                    <a:gd name="T18" fmla="*/ 184 w 500"/>
                                    <a:gd name="T19" fmla="*/ 1702 h 2500"/>
                                    <a:gd name="T20" fmla="*/ 143 w 500"/>
                                    <a:gd name="T21" fmla="*/ 2083 h 2500"/>
                                    <a:gd name="T22" fmla="*/ 119 w 500"/>
                                    <a:gd name="T23" fmla="*/ 2408 h 25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00" h="2500">
                                      <a:moveTo>
                                        <a:pt x="36" y="2500"/>
                                      </a:moveTo>
                                      <a:cubicBezTo>
                                        <a:pt x="35" y="2399"/>
                                        <a:pt x="27" y="2122"/>
                                        <a:pt x="25" y="1889"/>
                                      </a:cubicBezTo>
                                      <a:cubicBezTo>
                                        <a:pt x="23" y="1656"/>
                                        <a:pt x="0" y="1353"/>
                                        <a:pt x="24" y="1104"/>
                                      </a:cubicBezTo>
                                      <a:cubicBezTo>
                                        <a:pt x="47" y="855"/>
                                        <a:pt x="112" y="557"/>
                                        <a:pt x="163" y="393"/>
                                      </a:cubicBezTo>
                                      <a:cubicBezTo>
                                        <a:pt x="214" y="230"/>
                                        <a:pt x="277" y="187"/>
                                        <a:pt x="329" y="123"/>
                                      </a:cubicBezTo>
                                      <a:cubicBezTo>
                                        <a:pt x="381" y="58"/>
                                        <a:pt x="450" y="11"/>
                                        <a:pt x="475" y="6"/>
                                      </a:cubicBezTo>
                                      <a:cubicBezTo>
                                        <a:pt x="500" y="0"/>
                                        <a:pt x="485" y="32"/>
                                        <a:pt x="479" y="91"/>
                                      </a:cubicBezTo>
                                      <a:cubicBezTo>
                                        <a:pt x="472" y="150"/>
                                        <a:pt x="468" y="196"/>
                                        <a:pt x="434" y="359"/>
                                      </a:cubicBezTo>
                                      <a:cubicBezTo>
                                        <a:pt x="399" y="523"/>
                                        <a:pt x="314" y="850"/>
                                        <a:pt x="273" y="1074"/>
                                      </a:cubicBezTo>
                                      <a:cubicBezTo>
                                        <a:pt x="231" y="1297"/>
                                        <a:pt x="205" y="1534"/>
                                        <a:pt x="184" y="1702"/>
                                      </a:cubicBezTo>
                                      <a:cubicBezTo>
                                        <a:pt x="163" y="1870"/>
                                        <a:pt x="154" y="1965"/>
                                        <a:pt x="143" y="2083"/>
                                      </a:cubicBezTo>
                                      <a:cubicBezTo>
                                        <a:pt x="132" y="2201"/>
                                        <a:pt x="124" y="2340"/>
                                        <a:pt x="119" y="240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2" name="Freeform 772"/>
                              <wps:cNvSpPr>
                                <a:spLocks/>
                              </wps:cNvSpPr>
                              <wps:spPr bwMode="auto">
                                <a:xfrm>
                                  <a:off x="4296" y="8929"/>
                                  <a:ext cx="455" cy="2289"/>
                                </a:xfrm>
                                <a:custGeom>
                                  <a:avLst/>
                                  <a:gdLst>
                                    <a:gd name="T0" fmla="*/ 0 w 433"/>
                                    <a:gd name="T1" fmla="*/ 2085 h 2177"/>
                                    <a:gd name="T2" fmla="*/ 33 w 433"/>
                                    <a:gd name="T3" fmla="*/ 1683 h 2177"/>
                                    <a:gd name="T4" fmla="*/ 109 w 433"/>
                                    <a:gd name="T5" fmla="*/ 1197 h 2177"/>
                                    <a:gd name="T6" fmla="*/ 176 w 433"/>
                                    <a:gd name="T7" fmla="*/ 768 h 2177"/>
                                    <a:gd name="T8" fmla="*/ 292 w 433"/>
                                    <a:gd name="T9" fmla="*/ 188 h 2177"/>
                                    <a:gd name="T10" fmla="*/ 362 w 433"/>
                                    <a:gd name="T11" fmla="*/ 1 h 2177"/>
                                    <a:gd name="T12" fmla="*/ 410 w 433"/>
                                    <a:gd name="T13" fmla="*/ 195 h 2177"/>
                                    <a:gd name="T14" fmla="*/ 431 w 433"/>
                                    <a:gd name="T15" fmla="*/ 416 h 2177"/>
                                    <a:gd name="T16" fmla="*/ 396 w 433"/>
                                    <a:gd name="T17" fmla="*/ 707 h 2177"/>
                                    <a:gd name="T18" fmla="*/ 274 w 433"/>
                                    <a:gd name="T19" fmla="*/ 1201 h 2177"/>
                                    <a:gd name="T20" fmla="*/ 140 w 433"/>
                                    <a:gd name="T21" fmla="*/ 1670 h 2177"/>
                                    <a:gd name="T22" fmla="*/ 92 w 433"/>
                                    <a:gd name="T23" fmla="*/ 2177 h 217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433" h="2177">
                                      <a:moveTo>
                                        <a:pt x="0" y="2085"/>
                                      </a:moveTo>
                                      <a:cubicBezTo>
                                        <a:pt x="5" y="2018"/>
                                        <a:pt x="15" y="1831"/>
                                        <a:pt x="33" y="1683"/>
                                      </a:cubicBezTo>
                                      <a:cubicBezTo>
                                        <a:pt x="51" y="1535"/>
                                        <a:pt x="85" y="1349"/>
                                        <a:pt x="109" y="1197"/>
                                      </a:cubicBezTo>
                                      <a:cubicBezTo>
                                        <a:pt x="133" y="1044"/>
                                        <a:pt x="146" y="936"/>
                                        <a:pt x="176" y="768"/>
                                      </a:cubicBezTo>
                                      <a:cubicBezTo>
                                        <a:pt x="207" y="600"/>
                                        <a:pt x="261" y="316"/>
                                        <a:pt x="292" y="188"/>
                                      </a:cubicBezTo>
                                      <a:cubicBezTo>
                                        <a:pt x="322" y="61"/>
                                        <a:pt x="342" y="0"/>
                                        <a:pt x="362" y="1"/>
                                      </a:cubicBezTo>
                                      <a:cubicBezTo>
                                        <a:pt x="381" y="2"/>
                                        <a:pt x="398" y="126"/>
                                        <a:pt x="410" y="195"/>
                                      </a:cubicBezTo>
                                      <a:cubicBezTo>
                                        <a:pt x="422" y="264"/>
                                        <a:pt x="433" y="332"/>
                                        <a:pt x="431" y="416"/>
                                      </a:cubicBezTo>
                                      <a:cubicBezTo>
                                        <a:pt x="429" y="501"/>
                                        <a:pt x="422" y="577"/>
                                        <a:pt x="396" y="707"/>
                                      </a:cubicBezTo>
                                      <a:cubicBezTo>
                                        <a:pt x="370" y="838"/>
                                        <a:pt x="317" y="1041"/>
                                        <a:pt x="274" y="1201"/>
                                      </a:cubicBezTo>
                                      <a:cubicBezTo>
                                        <a:pt x="232" y="1362"/>
                                        <a:pt x="170" y="1508"/>
                                        <a:pt x="140" y="1670"/>
                                      </a:cubicBezTo>
                                      <a:cubicBezTo>
                                        <a:pt x="110" y="1832"/>
                                        <a:pt x="102" y="2072"/>
                                        <a:pt x="92" y="217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3" name="Freeform 77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80" y="8807"/>
                                  <a:ext cx="582" cy="2411"/>
                                </a:xfrm>
                                <a:custGeom>
                                  <a:avLst/>
                                  <a:gdLst>
                                    <a:gd name="T0" fmla="*/ 467 w 554"/>
                                    <a:gd name="T1" fmla="*/ 2293 h 2293"/>
                                    <a:gd name="T2" fmla="*/ 446 w 554"/>
                                    <a:gd name="T3" fmla="*/ 1924 h 2293"/>
                                    <a:gd name="T4" fmla="*/ 390 w 554"/>
                                    <a:gd name="T5" fmla="*/ 1605 h 2293"/>
                                    <a:gd name="T6" fmla="*/ 148 w 554"/>
                                    <a:gd name="T7" fmla="*/ 1031 h 2293"/>
                                    <a:gd name="T8" fmla="*/ 23 w 554"/>
                                    <a:gd name="T9" fmla="*/ 601 h 2293"/>
                                    <a:gd name="T10" fmla="*/ 10 w 554"/>
                                    <a:gd name="T11" fmla="*/ 223 h 2293"/>
                                    <a:gd name="T12" fmla="*/ 37 w 554"/>
                                    <a:gd name="T13" fmla="*/ 12 h 2293"/>
                                    <a:gd name="T14" fmla="*/ 120 w 554"/>
                                    <a:gd name="T15" fmla="*/ 296 h 2293"/>
                                    <a:gd name="T16" fmla="*/ 242 w 554"/>
                                    <a:gd name="T17" fmla="*/ 1040 h 2293"/>
                                    <a:gd name="T18" fmla="*/ 460 w 554"/>
                                    <a:gd name="T19" fmla="*/ 1588 h 2293"/>
                                    <a:gd name="T20" fmla="*/ 536 w 554"/>
                                    <a:gd name="T21" fmla="*/ 1928 h 2293"/>
                                    <a:gd name="T22" fmla="*/ 554 w 554"/>
                                    <a:gd name="T23" fmla="*/ 2197 h 229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54" h="2293">
                                      <a:moveTo>
                                        <a:pt x="467" y="2293"/>
                                      </a:moveTo>
                                      <a:cubicBezTo>
                                        <a:pt x="464" y="2231"/>
                                        <a:pt x="459" y="2039"/>
                                        <a:pt x="446" y="1924"/>
                                      </a:cubicBezTo>
                                      <a:cubicBezTo>
                                        <a:pt x="433" y="1809"/>
                                        <a:pt x="440" y="1754"/>
                                        <a:pt x="390" y="1605"/>
                                      </a:cubicBezTo>
                                      <a:cubicBezTo>
                                        <a:pt x="340" y="1456"/>
                                        <a:pt x="209" y="1198"/>
                                        <a:pt x="148" y="1031"/>
                                      </a:cubicBezTo>
                                      <a:cubicBezTo>
                                        <a:pt x="87" y="863"/>
                                        <a:pt x="46" y="736"/>
                                        <a:pt x="23" y="601"/>
                                      </a:cubicBezTo>
                                      <a:cubicBezTo>
                                        <a:pt x="0" y="466"/>
                                        <a:pt x="8" y="321"/>
                                        <a:pt x="10" y="223"/>
                                      </a:cubicBezTo>
                                      <a:cubicBezTo>
                                        <a:pt x="12" y="126"/>
                                        <a:pt x="18" y="0"/>
                                        <a:pt x="37" y="12"/>
                                      </a:cubicBezTo>
                                      <a:cubicBezTo>
                                        <a:pt x="55" y="24"/>
                                        <a:pt x="86" y="125"/>
                                        <a:pt x="120" y="296"/>
                                      </a:cubicBezTo>
                                      <a:cubicBezTo>
                                        <a:pt x="154" y="467"/>
                                        <a:pt x="185" y="825"/>
                                        <a:pt x="242" y="1040"/>
                                      </a:cubicBezTo>
                                      <a:cubicBezTo>
                                        <a:pt x="299" y="1255"/>
                                        <a:pt x="411" y="1440"/>
                                        <a:pt x="460" y="1588"/>
                                      </a:cubicBezTo>
                                      <a:cubicBezTo>
                                        <a:pt x="509" y="1736"/>
                                        <a:pt x="520" y="1827"/>
                                        <a:pt x="536" y="1928"/>
                                      </a:cubicBezTo>
                                      <a:cubicBezTo>
                                        <a:pt x="552" y="2029"/>
                                        <a:pt x="550" y="2141"/>
                                        <a:pt x="554" y="219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4" name="Freeform 774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54" y="8560"/>
                                  <a:ext cx="675" cy="2679"/>
                                </a:xfrm>
                                <a:custGeom>
                                  <a:avLst/>
                                  <a:gdLst>
                                    <a:gd name="T0" fmla="*/ 537 w 641"/>
                                    <a:gd name="T1" fmla="*/ 2427 h 2547"/>
                                    <a:gd name="T2" fmla="*/ 475 w 641"/>
                                    <a:gd name="T3" fmla="*/ 1882 h 2547"/>
                                    <a:gd name="T4" fmla="*/ 225 w 641"/>
                                    <a:gd name="T5" fmla="*/ 1212 h 2547"/>
                                    <a:gd name="T6" fmla="*/ 131 w 641"/>
                                    <a:gd name="T7" fmla="*/ 556 h 2547"/>
                                    <a:gd name="T8" fmla="*/ 10 w 641"/>
                                    <a:gd name="T9" fmla="*/ 52 h 2547"/>
                                    <a:gd name="T10" fmla="*/ 195 w 641"/>
                                    <a:gd name="T11" fmla="*/ 247 h 2547"/>
                                    <a:gd name="T12" fmla="*/ 402 w 641"/>
                                    <a:gd name="T13" fmla="*/ 593 h 2547"/>
                                    <a:gd name="T14" fmla="*/ 458 w 641"/>
                                    <a:gd name="T15" fmla="*/ 1126 h 2547"/>
                                    <a:gd name="T16" fmla="*/ 487 w 641"/>
                                    <a:gd name="T17" fmla="*/ 1547 h 2547"/>
                                    <a:gd name="T18" fmla="*/ 567 w 641"/>
                                    <a:gd name="T19" fmla="*/ 1907 h 2547"/>
                                    <a:gd name="T20" fmla="*/ 630 w 641"/>
                                    <a:gd name="T21" fmla="*/ 2336 h 2547"/>
                                    <a:gd name="T22" fmla="*/ 634 w 641"/>
                                    <a:gd name="T23" fmla="*/ 2547 h 25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641" h="2547">
                                      <a:moveTo>
                                        <a:pt x="537" y="2427"/>
                                      </a:moveTo>
                                      <a:cubicBezTo>
                                        <a:pt x="527" y="2336"/>
                                        <a:pt x="527" y="2084"/>
                                        <a:pt x="475" y="1882"/>
                                      </a:cubicBezTo>
                                      <a:cubicBezTo>
                                        <a:pt x="423" y="1680"/>
                                        <a:pt x="282" y="1433"/>
                                        <a:pt x="225" y="1212"/>
                                      </a:cubicBezTo>
                                      <a:cubicBezTo>
                                        <a:pt x="168" y="991"/>
                                        <a:pt x="167" y="749"/>
                                        <a:pt x="131" y="556"/>
                                      </a:cubicBezTo>
                                      <a:cubicBezTo>
                                        <a:pt x="95" y="363"/>
                                        <a:pt x="0" y="103"/>
                                        <a:pt x="10" y="52"/>
                                      </a:cubicBezTo>
                                      <a:cubicBezTo>
                                        <a:pt x="20" y="0"/>
                                        <a:pt x="129" y="156"/>
                                        <a:pt x="195" y="247"/>
                                      </a:cubicBezTo>
                                      <a:cubicBezTo>
                                        <a:pt x="260" y="337"/>
                                        <a:pt x="358" y="446"/>
                                        <a:pt x="402" y="593"/>
                                      </a:cubicBezTo>
                                      <a:cubicBezTo>
                                        <a:pt x="447" y="740"/>
                                        <a:pt x="444" y="968"/>
                                        <a:pt x="458" y="1126"/>
                                      </a:cubicBezTo>
                                      <a:cubicBezTo>
                                        <a:pt x="472" y="1285"/>
                                        <a:pt x="469" y="1417"/>
                                        <a:pt x="487" y="1547"/>
                                      </a:cubicBezTo>
                                      <a:cubicBezTo>
                                        <a:pt x="505" y="1677"/>
                                        <a:pt x="543" y="1776"/>
                                        <a:pt x="567" y="1907"/>
                                      </a:cubicBezTo>
                                      <a:cubicBezTo>
                                        <a:pt x="591" y="2038"/>
                                        <a:pt x="619" y="2229"/>
                                        <a:pt x="630" y="2336"/>
                                      </a:cubicBezTo>
                                      <a:cubicBezTo>
                                        <a:pt x="641" y="2443"/>
                                        <a:pt x="633" y="2503"/>
                                        <a:pt x="634" y="254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5" name="Freeform 775"/>
                              <wps:cNvSpPr>
                                <a:spLocks/>
                              </wps:cNvSpPr>
                              <wps:spPr bwMode="auto">
                                <a:xfrm>
                                  <a:off x="3875" y="3273"/>
                                  <a:ext cx="837" cy="7957"/>
                                </a:xfrm>
                                <a:custGeom>
                                  <a:avLst/>
                                  <a:gdLst>
                                    <a:gd name="T0" fmla="*/ 753 w 796"/>
                                    <a:gd name="T1" fmla="*/ 0 h 7567"/>
                                    <a:gd name="T2" fmla="*/ 753 w 796"/>
                                    <a:gd name="T3" fmla="*/ 670 h 7567"/>
                                    <a:gd name="T4" fmla="*/ 493 w 796"/>
                                    <a:gd name="T5" fmla="*/ 1890 h 7567"/>
                                    <a:gd name="T6" fmla="*/ 413 w 796"/>
                                    <a:gd name="T7" fmla="*/ 3000 h 7567"/>
                                    <a:gd name="T8" fmla="*/ 363 w 796"/>
                                    <a:gd name="T9" fmla="*/ 4060 h 7567"/>
                                    <a:gd name="T10" fmla="*/ 313 w 796"/>
                                    <a:gd name="T11" fmla="*/ 4720 h 7567"/>
                                    <a:gd name="T12" fmla="*/ 243 w 796"/>
                                    <a:gd name="T13" fmla="*/ 4930 h 7567"/>
                                    <a:gd name="T14" fmla="*/ 153 w 796"/>
                                    <a:gd name="T15" fmla="*/ 5290 h 7567"/>
                                    <a:gd name="T16" fmla="*/ 23 w 796"/>
                                    <a:gd name="T17" fmla="*/ 5690 h 7567"/>
                                    <a:gd name="T18" fmla="*/ 13 w 796"/>
                                    <a:gd name="T19" fmla="*/ 6260 h 7567"/>
                                    <a:gd name="T20" fmla="*/ 73 w 796"/>
                                    <a:gd name="T21" fmla="*/ 7240 h 7567"/>
                                    <a:gd name="T22" fmla="*/ 55 w 796"/>
                                    <a:gd name="T23" fmla="*/ 7567 h 75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796" h="7567">
                                      <a:moveTo>
                                        <a:pt x="753" y="0"/>
                                      </a:moveTo>
                                      <a:cubicBezTo>
                                        <a:pt x="774" y="177"/>
                                        <a:pt x="796" y="355"/>
                                        <a:pt x="753" y="670"/>
                                      </a:cubicBezTo>
                                      <a:cubicBezTo>
                                        <a:pt x="710" y="985"/>
                                        <a:pt x="550" y="1502"/>
                                        <a:pt x="493" y="1890"/>
                                      </a:cubicBezTo>
                                      <a:cubicBezTo>
                                        <a:pt x="436" y="2278"/>
                                        <a:pt x="435" y="2638"/>
                                        <a:pt x="413" y="3000"/>
                                      </a:cubicBezTo>
                                      <a:cubicBezTo>
                                        <a:pt x="391" y="3362"/>
                                        <a:pt x="380" y="3773"/>
                                        <a:pt x="363" y="4060"/>
                                      </a:cubicBezTo>
                                      <a:cubicBezTo>
                                        <a:pt x="346" y="4347"/>
                                        <a:pt x="333" y="4575"/>
                                        <a:pt x="313" y="4720"/>
                                      </a:cubicBezTo>
                                      <a:cubicBezTo>
                                        <a:pt x="293" y="4865"/>
                                        <a:pt x="270" y="4835"/>
                                        <a:pt x="243" y="4930"/>
                                      </a:cubicBezTo>
                                      <a:cubicBezTo>
                                        <a:pt x="216" y="5025"/>
                                        <a:pt x="190" y="5163"/>
                                        <a:pt x="153" y="5290"/>
                                      </a:cubicBezTo>
                                      <a:cubicBezTo>
                                        <a:pt x="116" y="5417"/>
                                        <a:pt x="46" y="5528"/>
                                        <a:pt x="23" y="5690"/>
                                      </a:cubicBezTo>
                                      <a:cubicBezTo>
                                        <a:pt x="0" y="5852"/>
                                        <a:pt x="5" y="6002"/>
                                        <a:pt x="13" y="6260"/>
                                      </a:cubicBezTo>
                                      <a:cubicBezTo>
                                        <a:pt x="21" y="6518"/>
                                        <a:pt x="66" y="7022"/>
                                        <a:pt x="73" y="7240"/>
                                      </a:cubicBezTo>
                                      <a:cubicBezTo>
                                        <a:pt x="80" y="7458"/>
                                        <a:pt x="59" y="7499"/>
                                        <a:pt x="55" y="756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ap="flat" cmpd="sng">
                                  <a:solidFill>
                                    <a:srgbClr val="80808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6" name="Freeform 776"/>
                              <wps:cNvSpPr>
                                <a:spLocks/>
                              </wps:cNvSpPr>
                              <wps:spPr bwMode="auto">
                                <a:xfrm>
                                  <a:off x="4528" y="6031"/>
                                  <a:ext cx="3136" cy="5234"/>
                                </a:xfrm>
                                <a:custGeom>
                                  <a:avLst/>
                                  <a:gdLst>
                                    <a:gd name="T0" fmla="*/ 29 w 2982"/>
                                    <a:gd name="T1" fmla="*/ 4941 h 4978"/>
                                    <a:gd name="T2" fmla="*/ 33 w 2982"/>
                                    <a:gd name="T3" fmla="*/ 4846 h 4978"/>
                                    <a:gd name="T4" fmla="*/ 12 w 2982"/>
                                    <a:gd name="T5" fmla="*/ 4658 h 4978"/>
                                    <a:gd name="T6" fmla="*/ 102 w 2982"/>
                                    <a:gd name="T7" fmla="*/ 4298 h 4978"/>
                                    <a:gd name="T8" fmla="*/ 412 w 2982"/>
                                    <a:gd name="T9" fmla="*/ 3218 h 4978"/>
                                    <a:gd name="T10" fmla="*/ 392 w 2982"/>
                                    <a:gd name="T11" fmla="*/ 2738 h 4978"/>
                                    <a:gd name="T12" fmla="*/ 722 w 2982"/>
                                    <a:gd name="T13" fmla="*/ 2218 h 4978"/>
                                    <a:gd name="T14" fmla="*/ 872 w 2982"/>
                                    <a:gd name="T15" fmla="*/ 1658 h 4978"/>
                                    <a:gd name="T16" fmla="*/ 1012 w 2982"/>
                                    <a:gd name="T17" fmla="*/ 1218 h 4978"/>
                                    <a:gd name="T18" fmla="*/ 1242 w 2982"/>
                                    <a:gd name="T19" fmla="*/ 748 h 4978"/>
                                    <a:gd name="T20" fmla="*/ 1382 w 2982"/>
                                    <a:gd name="T21" fmla="*/ 178 h 4978"/>
                                    <a:gd name="T22" fmla="*/ 1462 w 2982"/>
                                    <a:gd name="T23" fmla="*/ 18 h 4978"/>
                                    <a:gd name="T24" fmla="*/ 1542 w 2982"/>
                                    <a:gd name="T25" fmla="*/ 288 h 4978"/>
                                    <a:gd name="T26" fmla="*/ 1672 w 2982"/>
                                    <a:gd name="T27" fmla="*/ 748 h 4978"/>
                                    <a:gd name="T28" fmla="*/ 1932 w 2982"/>
                                    <a:gd name="T29" fmla="*/ 1668 h 4978"/>
                                    <a:gd name="T30" fmla="*/ 2102 w 2982"/>
                                    <a:gd name="T31" fmla="*/ 2328 h 4978"/>
                                    <a:gd name="T32" fmla="*/ 2342 w 2982"/>
                                    <a:gd name="T33" fmla="*/ 2678 h 4978"/>
                                    <a:gd name="T34" fmla="*/ 2422 w 2982"/>
                                    <a:gd name="T35" fmla="*/ 3318 h 4978"/>
                                    <a:gd name="T36" fmla="*/ 2532 w 2982"/>
                                    <a:gd name="T37" fmla="*/ 3698 h 4978"/>
                                    <a:gd name="T38" fmla="*/ 2872 w 2982"/>
                                    <a:gd name="T39" fmla="*/ 4338 h 4978"/>
                                    <a:gd name="T40" fmla="*/ 2962 w 2982"/>
                                    <a:gd name="T41" fmla="*/ 4688 h 4978"/>
                                    <a:gd name="T42" fmla="*/ 2952 w 2982"/>
                                    <a:gd name="T43" fmla="*/ 4818 h 4978"/>
                                    <a:gd name="T44" fmla="*/ 2982 w 2982"/>
                                    <a:gd name="T45" fmla="*/ 4978 h 497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0" t="0" r="r" b="b"/>
                                  <a:pathLst>
                                    <a:path w="2982" h="4978">
                                      <a:moveTo>
                                        <a:pt x="29" y="4941"/>
                                      </a:moveTo>
                                      <a:cubicBezTo>
                                        <a:pt x="30" y="4925"/>
                                        <a:pt x="36" y="4893"/>
                                        <a:pt x="33" y="4846"/>
                                      </a:cubicBezTo>
                                      <a:cubicBezTo>
                                        <a:pt x="30" y="4799"/>
                                        <a:pt x="0" y="4749"/>
                                        <a:pt x="12" y="4658"/>
                                      </a:cubicBezTo>
                                      <a:cubicBezTo>
                                        <a:pt x="24" y="4567"/>
                                        <a:pt x="35" y="4538"/>
                                        <a:pt x="102" y="4298"/>
                                      </a:cubicBezTo>
                                      <a:cubicBezTo>
                                        <a:pt x="169" y="4058"/>
                                        <a:pt x="364" y="3478"/>
                                        <a:pt x="412" y="3218"/>
                                      </a:cubicBezTo>
                                      <a:cubicBezTo>
                                        <a:pt x="460" y="2958"/>
                                        <a:pt x="340" y="2905"/>
                                        <a:pt x="392" y="2738"/>
                                      </a:cubicBezTo>
                                      <a:cubicBezTo>
                                        <a:pt x="444" y="2571"/>
                                        <a:pt x="642" y="2398"/>
                                        <a:pt x="722" y="2218"/>
                                      </a:cubicBezTo>
                                      <a:cubicBezTo>
                                        <a:pt x="802" y="2038"/>
                                        <a:pt x="824" y="1825"/>
                                        <a:pt x="872" y="1658"/>
                                      </a:cubicBezTo>
                                      <a:cubicBezTo>
                                        <a:pt x="920" y="1491"/>
                                        <a:pt x="950" y="1370"/>
                                        <a:pt x="1012" y="1218"/>
                                      </a:cubicBezTo>
                                      <a:cubicBezTo>
                                        <a:pt x="1074" y="1066"/>
                                        <a:pt x="1180" y="921"/>
                                        <a:pt x="1242" y="748"/>
                                      </a:cubicBezTo>
                                      <a:cubicBezTo>
                                        <a:pt x="1304" y="575"/>
                                        <a:pt x="1345" y="300"/>
                                        <a:pt x="1382" y="178"/>
                                      </a:cubicBezTo>
                                      <a:cubicBezTo>
                                        <a:pt x="1419" y="56"/>
                                        <a:pt x="1435" y="0"/>
                                        <a:pt x="1462" y="18"/>
                                      </a:cubicBezTo>
                                      <a:cubicBezTo>
                                        <a:pt x="1489" y="36"/>
                                        <a:pt x="1507" y="166"/>
                                        <a:pt x="1542" y="288"/>
                                      </a:cubicBezTo>
                                      <a:cubicBezTo>
                                        <a:pt x="1577" y="410"/>
                                        <a:pt x="1607" y="518"/>
                                        <a:pt x="1672" y="748"/>
                                      </a:cubicBezTo>
                                      <a:cubicBezTo>
                                        <a:pt x="1737" y="978"/>
                                        <a:pt x="1860" y="1405"/>
                                        <a:pt x="1932" y="1668"/>
                                      </a:cubicBezTo>
                                      <a:cubicBezTo>
                                        <a:pt x="2004" y="1931"/>
                                        <a:pt x="2034" y="2160"/>
                                        <a:pt x="2102" y="2328"/>
                                      </a:cubicBezTo>
                                      <a:cubicBezTo>
                                        <a:pt x="2170" y="2496"/>
                                        <a:pt x="2289" y="2513"/>
                                        <a:pt x="2342" y="2678"/>
                                      </a:cubicBezTo>
                                      <a:cubicBezTo>
                                        <a:pt x="2395" y="2843"/>
                                        <a:pt x="2390" y="3148"/>
                                        <a:pt x="2422" y="3318"/>
                                      </a:cubicBezTo>
                                      <a:cubicBezTo>
                                        <a:pt x="2454" y="3488"/>
                                        <a:pt x="2457" y="3528"/>
                                        <a:pt x="2532" y="3698"/>
                                      </a:cubicBezTo>
                                      <a:cubicBezTo>
                                        <a:pt x="2607" y="3868"/>
                                        <a:pt x="2800" y="4173"/>
                                        <a:pt x="2872" y="4338"/>
                                      </a:cubicBezTo>
                                      <a:cubicBezTo>
                                        <a:pt x="2944" y="4503"/>
                                        <a:pt x="2949" y="4608"/>
                                        <a:pt x="2962" y="4688"/>
                                      </a:cubicBezTo>
                                      <a:cubicBezTo>
                                        <a:pt x="2975" y="4768"/>
                                        <a:pt x="2949" y="4770"/>
                                        <a:pt x="2952" y="4818"/>
                                      </a:cubicBezTo>
                                      <a:cubicBezTo>
                                        <a:pt x="2955" y="4866"/>
                                        <a:pt x="2968" y="4922"/>
                                        <a:pt x="2982" y="497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ap="flat" cmpd="sng">
                                  <a:solidFill>
                                    <a:srgbClr val="80808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7" name="Freeform 777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77" y="3273"/>
                                  <a:ext cx="886" cy="7984"/>
                                </a:xfrm>
                                <a:custGeom>
                                  <a:avLst/>
                                  <a:gdLst>
                                    <a:gd name="T0" fmla="*/ 53 w 843"/>
                                    <a:gd name="T1" fmla="*/ 0 h 7592"/>
                                    <a:gd name="T2" fmla="*/ 3 w 843"/>
                                    <a:gd name="T3" fmla="*/ 390 h 7592"/>
                                    <a:gd name="T4" fmla="*/ 73 w 843"/>
                                    <a:gd name="T5" fmla="*/ 730 h 7592"/>
                                    <a:gd name="T6" fmla="*/ 203 w 843"/>
                                    <a:gd name="T7" fmla="*/ 1330 h 7592"/>
                                    <a:gd name="T8" fmla="*/ 343 w 843"/>
                                    <a:gd name="T9" fmla="*/ 1780 h 7592"/>
                                    <a:gd name="T10" fmla="*/ 513 w 843"/>
                                    <a:gd name="T11" fmla="*/ 3330 h 7592"/>
                                    <a:gd name="T12" fmla="*/ 423 w 843"/>
                                    <a:gd name="T13" fmla="*/ 4340 h 7592"/>
                                    <a:gd name="T14" fmla="*/ 423 w 843"/>
                                    <a:gd name="T15" fmla="*/ 4780 h 7592"/>
                                    <a:gd name="T16" fmla="*/ 643 w 843"/>
                                    <a:gd name="T17" fmla="*/ 5400 h 7592"/>
                                    <a:gd name="T18" fmla="*/ 743 w 843"/>
                                    <a:gd name="T19" fmla="*/ 5910 h 7592"/>
                                    <a:gd name="T20" fmla="*/ 753 w 843"/>
                                    <a:gd name="T21" fmla="*/ 6950 h 7592"/>
                                    <a:gd name="T22" fmla="*/ 833 w 843"/>
                                    <a:gd name="T23" fmla="*/ 7310 h 7592"/>
                                    <a:gd name="T24" fmla="*/ 816 w 843"/>
                                    <a:gd name="T25" fmla="*/ 7592 h 75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843" h="7592">
                                      <a:moveTo>
                                        <a:pt x="53" y="0"/>
                                      </a:moveTo>
                                      <a:cubicBezTo>
                                        <a:pt x="26" y="134"/>
                                        <a:pt x="0" y="268"/>
                                        <a:pt x="3" y="390"/>
                                      </a:cubicBezTo>
                                      <a:cubicBezTo>
                                        <a:pt x="6" y="512"/>
                                        <a:pt x="40" y="573"/>
                                        <a:pt x="73" y="730"/>
                                      </a:cubicBezTo>
                                      <a:cubicBezTo>
                                        <a:pt x="106" y="887"/>
                                        <a:pt x="158" y="1155"/>
                                        <a:pt x="203" y="1330"/>
                                      </a:cubicBezTo>
                                      <a:cubicBezTo>
                                        <a:pt x="248" y="1505"/>
                                        <a:pt x="291" y="1447"/>
                                        <a:pt x="343" y="1780"/>
                                      </a:cubicBezTo>
                                      <a:cubicBezTo>
                                        <a:pt x="395" y="2113"/>
                                        <a:pt x="500" y="2903"/>
                                        <a:pt x="513" y="3330"/>
                                      </a:cubicBezTo>
                                      <a:cubicBezTo>
                                        <a:pt x="526" y="3757"/>
                                        <a:pt x="438" y="4098"/>
                                        <a:pt x="423" y="4340"/>
                                      </a:cubicBezTo>
                                      <a:cubicBezTo>
                                        <a:pt x="408" y="4582"/>
                                        <a:pt x="386" y="4603"/>
                                        <a:pt x="423" y="4780"/>
                                      </a:cubicBezTo>
                                      <a:cubicBezTo>
                                        <a:pt x="460" y="4957"/>
                                        <a:pt x="590" y="5212"/>
                                        <a:pt x="643" y="5400"/>
                                      </a:cubicBezTo>
                                      <a:cubicBezTo>
                                        <a:pt x="696" y="5588"/>
                                        <a:pt x="725" y="5652"/>
                                        <a:pt x="743" y="5910"/>
                                      </a:cubicBezTo>
                                      <a:cubicBezTo>
                                        <a:pt x="761" y="6168"/>
                                        <a:pt x="738" y="6717"/>
                                        <a:pt x="753" y="6950"/>
                                      </a:cubicBezTo>
                                      <a:cubicBezTo>
                                        <a:pt x="768" y="7183"/>
                                        <a:pt x="823" y="7203"/>
                                        <a:pt x="833" y="7310"/>
                                      </a:cubicBezTo>
                                      <a:cubicBezTo>
                                        <a:pt x="843" y="7417"/>
                                        <a:pt x="820" y="7533"/>
                                        <a:pt x="816" y="759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ap="flat" cmpd="sng">
                                  <a:solidFill>
                                    <a:srgbClr val="80808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13D62DA" id="Group 751" o:spid="_x0000_s1026" style="position:absolute;margin-left:137.05pt;margin-top:8.9pt;width:219.4pt;height:403.05pt;z-index:251666944" coordorigin="3875,3204" coordsize="4388,80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">
                      <v:shape id="Freeform 752" o:spid="_x0000_s1027" style="position:absolute;left:5999;top:4105;width:170;height:149;visibility:visible;mso-wrap-style:square;v-text-anchor:top" coordsize="89,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" path="m19,c31,,69,2,79,11v10,9,8,40,3,46c77,63,58,40,50,46,42,52,39,97,36,96,33,95,32,52,33,39,34,26,45,22,40,18,35,14,8,17,4,14,,11,7,,19,xe" fillcolor="#ddd" stroked="f">
                        <v:path arrowok="t" o:connecttype="custom" o:connectlocs="36,0;151,17;157,88;96,71;69,147;63,60;76,28;8,22;36,0" o:connectangles="0,0,0,0,0,0,0,0,0"/>
                      </v:shape>
                      <v:shape id="Freeform 753" o:spid="_x0000_s1028" style="position:absolute;left:4868;top:3204;width:509;height:708;visibility:visible;mso-wrap-style:square;v-text-anchor:top" coordsize="267,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" path="m29,4c53,,124,56,163,128v39,72,104,284,103,307c265,458,197,313,156,266,115,219,38,196,19,153,,110,5,8,29,4xe" fillcolor="#ddd" stroked="f">
                        <v:path arrowok="t" o:connecttype="custom" o:connectlocs="55,6;311,198;507,672;297,411;36,237;55,6" o:connectangles="0,0,0,0,0,0"/>
                      </v:shape>
                      <v:shape id="Freeform 754" o:spid="_x0000_s1029" style="position:absolute;left:7179;top:3432;width:182;height:574;visibility:visible;mso-wrap-style:square;v-text-anchor:top" coordsize="95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" path="m57,54c46,86,38,144,29,195,20,246,,351,4,361,8,371,41,278,54,255v13,-23,26,-9,31,-35c90,194,81,136,82,100,83,64,95,10,92,5,89,,68,22,57,54xe" fillcolor="#ddd" stroked="f">
                        <v:path arrowok="t" o:connecttype="custom" o:connectlocs="109,84;56,302;8,559;103,395;163,340;157,155;176,8;109,84" o:connectangles="0,0,0,0,0,0,0,0"/>
                      </v:shape>
                      <v:shape id="Freeform 755" o:spid="_x0000_s1030" style="position:absolute;left:4701;top:4385;width:176;height:1011;visibility:visible;mso-wrap-style:square;v-text-anchor:top" coordsize="92,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" path="m32,31c42,62,76,214,84,296v8,82,5,170,-7,229c65,584,19,655,14,652,9,649,40,555,46,507v6,-48,11,-92,7,-141c49,317,30,248,21,211,12,174,,161,,144,,127,14,128,21,109,28,90,22,,32,31xe" fillcolor="#ddd" stroked="f">
                        <v:path arrowok="t" o:connecttype="custom" o:connectlocs="61,48;161,457;147,810;27,1006;88,783;101,565;40,326;0,222;40,168;61,48" o:connectangles="0,0,0,0,0,0,0,0,0,0"/>
                      </v:shape>
                      <v:shape id="Freeform 756" o:spid="_x0000_s1031" style="position:absolute;left:5076;top:5387;width:840;height:722;visibility:visible;mso-wrap-style:square;v-text-anchor:top" coordsize="440,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" path="m12,14c24,28,160,115,227,187v67,72,161,234,187,257c440,467,397,364,386,328v-11,-36,-1,-62,-39,-99c309,192,213,142,157,106,101,70,,,12,14xe" fillcolor="#ddd" stroked="f">
                        <v:path arrowok="t" o:connecttype="custom" o:connectlocs="23,22;433,289;790,686;737,507;662,354;300,164;23,22" o:connectangles="0,0,0,0,0,0,0"/>
                      </v:shape>
                      <v:shape id="Freeform 757" o:spid="_x0000_s1032" style="position:absolute;left:6316;top:5360;width:901;height:712;visibility:visible;mso-wrap-style:square;v-text-anchor:top" coordsize="472,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" path="m33,445c59,429,105,306,174,236,243,166,420,50,446,25,472,,379,52,329,85,279,118,198,181,146,222,94,263,36,294,18,332,,370,7,461,33,445xe" fillcolor="#ddd" stroked="f">
                        <v:path arrowok="t" o:connecttype="custom" o:connectlocs="63,687;332,364;851,39;628,131;279,343;34,513;63,687" o:connectangles="0,0,0,0,0,0,0"/>
                      </v:shape>
                      <v:shape id="Freeform 758" o:spid="_x0000_s1033" style="position:absolute;left:7242;top:4320;width:292;height:677;visibility:visible;mso-wrap-style:square;v-text-anchor:top" coordsize="153,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" path="m102,9c92,18,68,106,59,158,50,210,58,278,49,324,40,370,,435,6,437v6,2,58,-72,82,-99c112,311,143,313,148,274,153,235,124,149,119,105,114,61,112,,102,9xe" fillcolor="#ddd" stroked="f">
                        <v:path arrowok="t" o:connecttype="custom" o:connectlocs="195,14;113,244;94,500;11,674;168,521;282,423;227,162;195,14" o:connectangles="0,0,0,0,0,0,0,0"/>
                      </v:shape>
                      <v:shape id="Freeform 759" o:spid="_x0000_s1034" style="position:absolute;left:5060;top:4801;width:702;height:418;visibility:visible;mso-wrap-style:square;v-text-anchor:top" coordsize="368,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" path="m6,1c,,123,150,182,195v59,45,174,73,180,74c368,270,279,245,221,202,163,159,12,2,6,1xe" fillcolor="#ddd" stroked="f">
                        <v:path arrowok="t" o:connecttype="custom" o:connectlocs="11,2;347,302;691,416;422,313;11,2" o:connectangles="0,0,0,0,0"/>
                      </v:shape>
                      <v:shape id="Freeform 760" o:spid="_x0000_s1035" style="position:absolute;left:4169;top:7655;width:1024;height:1159;visibility:visible;mso-wrap-style:square;v-text-anchor:top" coordsize="536,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" path="m99,v26,43,53,86,67,127c180,168,178,208,180,243v2,35,8,85,-4,96c164,350,127,302,109,307v-18,5,-36,40,-42,63c61,393,76,426,74,445v-2,19,-13,15,-21,42c45,514,14,575,25,610v11,35,60,74,95,85c155,706,199,695,233,678v34,-17,66,-56,88,-82c343,570,349,548,367,522v18,-26,38,-64,64,-84c457,418,516,400,526,399v10,-1,-15,22,-35,35c471,447,427,454,406,480v-21,26,-39,91,-39,113c367,615,415,597,409,610v-6,13,-52,42,-81,64c299,696,268,732,236,741v-32,9,-71,-1,-102,-14c103,714,71,684,49,663,27,642,6,635,3,603,,571,19,515,28,469,37,423,46,370,56,328,66,286,76,238,88,219v12,-19,34,10,43,-4c140,201,144,167,141,134,138,101,118,37,113,18e" fillcolor="#ddd" stroked="f">
                        <v:path arrowok="t" o:connecttype="custom" o:connectlocs="189,0;317,196;344,376;336,524;208,474;128,572;141,688;101,753;48,943;229,1074;445,1048;613,921;701,807;823,677;1005,617;938,671;776,742;701,916;781,943;627,1042;451,1145;256,1123;94,1025;6,932;53,725;107,507;168,338;250,332;269,207;216,28" o:connectangles="0,0,0,0,0,0,0,0,0,0,0,0,0,0,0,0,0,0,0,0,0,0,0,0,0,0,0,0,0,0"/>
                      </v:shape>
                      <v:shape id="Freeform 761" o:spid="_x0000_s1036" style="position:absolute;left:6893;top:7690;width:936;height:1140;visibility:visible;mso-wrap-style:square;v-text-anchor:top" coordsize="491,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" path="m41,257v25,1,86,90,117,95c189,357,196,300,225,285v29,-15,82,-13,109,-21c361,256,376,258,387,239v11,-19,9,-58,11,-88c400,121,385,82,398,59,411,36,466,,475,13v9,13,-15,85,-21,124c448,176,453,228,436,250v-17,22,-51,15,-81,21c325,277,278,275,256,285v-22,10,-27,28,-35,49c213,355,203,390,207,412v4,22,37,36,39,53c248,482,213,486,218,514v5,28,25,98,56,120c305,656,376,656,405,648v29,-8,33,-34,46,-60c464,562,481,493,486,490v5,-3,-4,50,-7,81c476,602,486,650,468,677v-18,27,-63,51,-99,56c333,738,279,722,249,708,219,694,204,678,189,648,174,618,166,561,161,525v-5,-36,12,-75,-3,-95c143,410,98,419,73,405,48,391,12,370,6,345,,320,16,256,41,257xe" fillcolor="#ddd" stroked="f">
                        <v:path arrowok="t" o:connecttype="custom" o:connectlocs="78,397;301,544;429,440;637,408;738,369;759,233;759,91;905,20;865,212;831,386;677,419;488,440;421,516;395,636;469,718;416,794;522,979;772,1001;860,908;926,757;913,882;892,1046;703,1132;475,1094;360,1001;307,811;301,664;139,626;11,533;78,397" o:connectangles="0,0,0,0,0,0,0,0,0,0,0,0,0,0,0,0,0,0,0,0,0,0,0,0,0,0,0,0,0,0"/>
                      </v:shape>
                      <v:shape id="Freeform 762" o:spid="_x0000_s1037" style="position:absolute;left:6961;top:8736;width:679;height:1127;visibility:visible;mso-wrap-style:square;v-text-anchor:top" coordsize="356,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" path="m55,154v16,24,59,29,102,102c200,329,280,521,312,595v32,74,44,134,36,106c340,673,289,504,266,429,243,354,242,312,210,253,178,194,107,114,72,73,37,32,4,,2,6,,12,49,88,58,112v9,24,-19,18,-3,42xe" fillcolor="#ddd" stroked="f">
                        <v:path arrowok="t" o:connecttype="custom" o:connectlocs="105,238;299,396;595,920;664,1084;507,663;401,391;137,113;4,9;111,173;105,238" o:connectangles="0,0,0,0,0,0,0,0,0,0"/>
                      </v:shape>
                      <v:shape id="Freeform 763" o:spid="_x0000_s1038" style="position:absolute;left:4590;top:8790;width:366;height:662;visibility:visible;mso-wrap-style:square;v-text-anchor:top" coordsize="191,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" path="m160,32c133,79,106,127,79,191,52,255,2,403,1,416,,429,47,309,72,268v25,-41,61,-78,78,-99c167,148,168,167,174,141,180,115,191,28,188,14,185,,171,28,157,56e" fillcolor="#ddd" stroked="f">
                        <v:path arrowok="t" o:connecttype="custom" o:connectlocs="307,49;151,295;2,642;138,414;287,261;333,218;360,22;301,86" o:connectangles="0,0,0,0,0,0,0,0"/>
                      </v:shape>
                      <v:shape id="Freeform 764" o:spid="_x0000_s1039" style="position:absolute;left:4056;top:3286;width:2090;height:7936;visibility:visible;mso-wrap-style:square;v-text-anchor:top" coordsize="2090,7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" path="m2090,v-2,68,-4,282,-7,408c2078,534,2088,637,2068,757v-20,120,-30,214,-106,374c1886,1291,1735,1500,1610,1718v-125,218,-269,339,-397,723c1085,2824,951,3570,838,4019,724,4468,640,4872,532,5134,425,5397,273,5389,189,5592,106,5795,61,6096,30,6351,,6607,12,6862,12,7126v,264,14,642,18,810e" filled="f">
                        <v:path arrowok="t" o:connecttype="custom" o:connectlocs="2090,0;2083,408;2068,757;1962,1131;1610,1718;1213,2441;838,4019;532,5134;189,5592;30,6351;12,7126;30,7936" o:connectangles="0,0,0,0,0,0,0,0,0,0,0,0"/>
                      </v:shape>
                      <v:shape id="Freeform 765" o:spid="_x0000_s1040" style="position:absolute;left:6329;top:3279;width:1773;height:7960;visibility:visible;mso-wrap-style:square;v-text-anchor:top" coordsize="1773,7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" path="m,c5,121,10,520,33,729v23,209,13,272,107,527c234,1511,497,1980,597,2259v100,279,100,360,142,669c781,3238,808,3782,851,4114v43,331,106,616,146,801c1037,5100,1008,5077,1092,5228v83,152,321,326,407,597c1584,6097,1565,6557,1606,6856v41,299,114,576,141,760c1773,7800,1760,7888,1764,7960e" filled="f">
                        <v:path arrowok="t" o:connecttype="custom" o:connectlocs="0,0;33,729;140,1256;597,2259;739,2928;851,4114;997,4915;1092,5228;1499,5825;1606,6856;1747,7616;1764,7960" o:connectangles="0,0,0,0,0,0,0,0,0,0,0,0"/>
                      </v:shape>
                      <v:shape id="Freeform 766" o:spid="_x0000_s1041" style="position:absolute;left:5380;top:5096;width:423;height:1741;visibility:visible;mso-wrap-style:square;v-text-anchor:top" coordsize="436,1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" path="m11,1794c29,1610,40,1427,40,1257,40,1087,,919,10,776,20,633,52,513,100,401,148,289,250,169,296,102,342,35,368,2,378,1,388,,349,54,359,97v10,43,43,104,77,165e" filled="f">
                        <v:path arrowok="t" o:connecttype="custom" o:connectlocs="11,1741;39,1220;10,753;97,389;287,99;367,1;348,94;423,254" o:connectangles="0,0,0,0,0,0,0,0"/>
                      </v:shape>
                      <v:shape id="Freeform 767" o:spid="_x0000_s1042" style="position:absolute;left:6441;top:5004;width:436;height:1790;visibility:visible;mso-wrap-style:square;v-text-anchor:top" coordsize="415,17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" path="m353,1702v-7,-134,-13,-267,-9,-383c349,1203,369,1100,380,1006v11,-94,35,-162,28,-252c401,664,373,563,335,467,297,371,219,257,177,180,136,103,103,15,87,7,70,,91,84,77,137,62,189,33,256,,324e" filled="f">
                        <v:path arrowok="t" o:connecttype="custom" o:connectlocs="371,1790;361,1387;399,1058;429,793;352,491;186,189;91,7;81,144;0,341" o:connectangles="0,0,0,0,0,0,0,0,0"/>
                      </v:shape>
                      <v:shape id="Freeform 768" o:spid="_x0000_s1043" style="position:absolute;left:5792;top:4341;width:651;height:971;visibility:visible;mso-wrap-style:square;v-text-anchor:top" coordsize="651,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" path="m51,966c43,949,2,907,1,860,,814,22,743,43,685,63,626,91,574,125,511,159,448,196,389,248,307,301,224,393,31,438,16,482,,487,125,518,212v31,87,84,244,105,326c644,620,639,657,642,704v3,47,9,72,,116c634,865,612,918,591,971e" filled="f">
                        <v:path arrowok="t" o:connecttype="custom" o:connectlocs="51,966;1,860;43,685;125,511;248,307;438,16;518,212;623,538;642,704;642,820;591,971" o:connectangles="0,0,0,0,0,0,0,0,0,0,0"/>
                      </v:shape>
                      <v:shape id="Freeform 769" o:spid="_x0000_s1044" style="position:absolute;left:4441;top:5952;width:916;height:5274;visibility:visible;mso-wrap-style:square;v-text-anchor:top" coordsize="871,5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" path="m854,833v6,-94,11,-188,13,-282c869,458,871,355,864,271,856,186,848,,823,39,798,78,766,285,716,502,666,719,591,1065,524,1342v-68,277,-171,637,-215,825c266,2356,259,2350,260,2475v2,124,48,266,60,440c333,3090,385,3254,341,3525,296,3795,110,4289,55,4537,,4785,21,4916,12,5016e" filled="f">
                        <v:path arrowok="t" o:connecttype="custom" o:connectlocs="898,876;912,579;909,285;866,41;753,528;551,1411;325,2278;273,2602;337,3065;359,3706;58,4770;13,5274" o:connectangles="0,0,0,0,0,0,0,0,0,0,0,0"/>
                      </v:shape>
                      <v:shape id="Freeform 770" o:spid="_x0000_s1045" style="position:absolute;left:6863;top:6031;width:855;height:5191;visibility:visible;mso-wrap-style:square;v-text-anchor:top" coordsize="813,4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" path="m,727c2,603,4,479,9,383,15,287,22,209,31,152,40,95,53,,66,41v13,41,27,204,41,360c121,557,132,780,152,977v21,197,44,400,76,602c260,1781,319,2044,343,2190v24,146,29,142,28,262c370,2573,331,2748,335,2913v4,166,-10,293,58,531c461,3682,671,4089,741,4338v70,249,57,474,72,599e" filled="f">
                        <v:path arrowok="t" o:connecttype="custom" o:connectlocs="0,764;9,403;33,160;69,43;113,422;160,1027;240,1660;361,2303;390,2578;352,3063;413,3621;779,4561;855,5191" o:connectangles="0,0,0,0,0,0,0,0,0,0,0,0,0"/>
                      </v:shape>
                      <v:shape id="Freeform 771" o:spid="_x0000_s1046" style="position:absolute;left:4118;top:8589;width:526;height:2629;visibility:visible;mso-wrap-style:square;v-text-anchor:top" coordsize="500,2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" path="m36,2500c35,2399,27,2122,25,1889,23,1656,,1353,24,1104,47,855,112,557,163,393,214,230,277,187,329,123,381,58,450,11,475,6v25,-6,10,26,4,85c472,150,468,196,434,359,399,523,314,850,273,1074v-42,223,-68,460,-89,628c163,1870,154,1965,143,2083v-11,118,-19,257,-24,325e" filled="f">
                        <v:path arrowok="t" o:connecttype="custom" o:connectlocs="38,2629;26,1986;25,1161;171,413;346,129;500,6;504,96;457,378;287,1129;194,1790;150,2190;125,2532" o:connectangles="0,0,0,0,0,0,0,0,0,0,0,0"/>
                      </v:shape>
                      <v:shape id="Freeform 772" o:spid="_x0000_s1047" style="position:absolute;left:4296;top:8929;width:455;height:2289;visibility:visible;mso-wrap-style:square;v-text-anchor:top" coordsize="433,2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" path="m,2085v5,-67,15,-254,33,-402c51,1535,85,1349,109,1197v24,-153,37,-261,67,-429c207,600,261,316,292,188,322,61,342,,362,1v19,1,36,125,48,194c422,264,433,332,431,416v-2,85,-9,161,-35,291c370,838,317,1041,274,1201v-42,161,-104,307,-134,469c110,1832,102,2072,92,2177e" filled="f">
                        <v:path arrowok="t" o:connecttype="custom" o:connectlocs="0,2192;35,1770;115,1259;185,808;307,198;380,1;431,205;453,437;416,743;288,1263;147,1756;97,2289" o:connectangles="0,0,0,0,0,0,0,0,0,0,0,0"/>
                      </v:shape>
                      <v:shape id="Freeform 773" o:spid="_x0000_s1048" style="position:absolute;left:7280;top:8807;width:582;height:2411;visibility:visible;mso-wrap-style:square;v-text-anchor:top" coordsize="554,2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" path="m467,2293v-3,-62,-8,-254,-21,-369c433,1809,440,1754,390,1605,340,1456,209,1198,148,1031,87,863,46,736,23,601,,466,8,321,10,223,12,126,18,,37,12v18,12,49,113,83,284c154,467,185,825,242,1040v57,215,169,400,218,548c509,1736,520,1827,536,1928v16,101,14,213,18,269e" filled="f">
                        <v:path arrowok="t" o:connecttype="custom" o:connectlocs="491,2411;469,2023;410,1688;155,1084;24,632;11,234;39,13;126,311;254,1094;483,1670;563,2027;582,2310" o:connectangles="0,0,0,0,0,0,0,0,0,0,0,0"/>
                      </v:shape>
                      <v:shape id="Freeform 774" o:spid="_x0000_s1049" style="position:absolute;left:7354;top:8560;width:675;height:2679;visibility:visible;mso-wrap-style:square;v-text-anchor:top" coordsize="641,25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" path="m537,2427v-10,-91,-10,-343,-62,-545c423,1680,282,1433,225,1212,168,991,167,749,131,556,95,363,,103,10,52,20,,129,156,195,247v65,90,163,199,207,346c447,740,444,968,458,1126v14,159,11,291,29,421c505,1677,543,1776,567,1907v24,131,52,322,63,429c641,2443,633,2503,634,2547e" filled="f">
                        <v:path arrowok="t" o:connecttype="custom" o:connectlocs="565,2553;500,1980;237,1275;138,585;11,55;205,260;423,624;482,1184;513,1627;597,2006;663,2457;668,2679" o:connectangles="0,0,0,0,0,0,0,0,0,0,0,0"/>
                      </v:shape>
                      <v:shape id="Freeform 775" o:spid="_x0000_s1050" style="position:absolute;left:3875;top:3273;width:837;height:7957;visibility:visible;mso-wrap-style:square;v-text-anchor:top" coordsize="796,7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" path="m753,v21,177,43,355,,670c710,985,550,1502,493,1890v-57,388,-58,748,-80,1110c391,3362,380,3773,363,4060v-17,287,-30,515,-50,660c293,4865,270,4835,243,4930v-27,95,-53,233,-90,360c116,5417,46,5528,23,5690,,5852,5,6002,13,6260v8,258,53,762,60,980c80,7458,59,7499,55,7567e" filled="f" strokecolor="gray" strokeweight="1pt">
                        <v:path arrowok="t" o:connecttype="custom" o:connectlocs="792,0;792,705;518,1987;434,3155;382,4269;329,4963;256,5184;161,5563;24,5983;14,6583;77,7613;58,7957" o:connectangles="0,0,0,0,0,0,0,0,0,0,0,0"/>
                      </v:shape>
                      <v:shape id="Freeform 776" o:spid="_x0000_s1051" style="position:absolute;left:4528;top:6031;width:3136;height:5234;visibility:visible;mso-wrap-style:square;v-text-anchor:top" coordsize="2982,4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" path="m29,4941v1,-16,7,-48,4,-95c30,4799,,4749,12,4658v12,-91,23,-120,90,-360c169,4058,364,3478,412,3218v48,-260,-72,-313,-20,-480c444,2571,642,2398,722,2218v80,-180,102,-393,150,-560c920,1491,950,1370,1012,1218v62,-152,168,-297,230,-470c1304,575,1345,300,1382,178,1419,56,1435,,1462,18v27,18,45,148,80,270c1577,410,1607,518,1672,748v65,230,188,657,260,920c2004,1931,2034,2160,2102,2328v68,168,187,185,240,350c2395,2843,2390,3148,2422,3318v32,170,35,210,110,380c2607,3868,2800,4173,2872,4338v72,165,77,270,90,350c2975,4768,2949,4770,2952,4818v3,48,16,104,30,160e" filled="f" strokecolor="gray" strokeweight="1pt">
                        <v:path arrowok="t" o:connecttype="custom" o:connectlocs="30,5195;35,5095;13,4898;107,4519;433,3383;412,2879;759,2332;917,1743;1064,1281;1306,786;1453,187;1538,19;1622,303;1758,786;2032,1754;2211,2448;2463,2816;2547,3489;2663,3888;3020,4561;3115,4929;3104,5066;3136,5234" o:connectangles="0,0,0,0,0,0,0,0,0,0,0,0,0,0,0,0,0,0,0,0,0,0,0"/>
                      </v:shape>
                      <v:shape id="Freeform 777" o:spid="_x0000_s1052" style="position:absolute;left:7377;top:3273;width:886;height:7984;visibility:visible;mso-wrap-style:square;v-text-anchor:top" coordsize="843,7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" path="m53,c26,134,,268,3,390,6,512,40,573,73,730v33,157,85,425,130,600c248,1505,291,1447,343,1780v52,333,157,1123,170,1550c526,3757,438,4098,423,4340v-15,242,-37,263,,440c460,4957,590,5212,643,5400v53,188,82,252,100,510c761,6168,738,6717,753,6950v15,233,70,253,80,360c843,7417,820,7533,816,7592e" filled="f" strokecolor="gray" strokeweight="1pt">
                        <v:path arrowok="t" o:connecttype="custom" o:connectlocs="56,0;3,410;77,768;213,1399;360,1872;539,3502;445,4564;445,5027;676,5679;781,6215;791,7309;875,7687;858,7984" o:connectangles="0,0,0,0,0,0,0,0,0,0,0,0,0"/>
                      </v:shape>
                    </v:group>
                  </w:pict>
                </mc:Fallback>
              </mc:AlternateContent>
            </w:r>
            <w:r w:rsidR="00556C09" w:rsidRPr="001B1BC9">
              <w:rPr>
                <w:rFonts w:ascii="Arial" w:hAnsi="Arial"/>
                <w:b/>
                <w:bCs/>
                <w:sz w:val="18"/>
                <w:szCs w:val="20"/>
              </w:rPr>
              <w:t>Bilateral Lower Extremity Arterial Duplex</w:t>
            </w:r>
          </w:p>
        </w:tc>
      </w:tr>
      <w:tr w:rsidR="00556C09" w:rsidRPr="001B1BC9" w:rsidTr="00306E69">
        <w:trPr>
          <w:gridAfter w:val="1"/>
          <w:wAfter w:w="13" w:type="dxa"/>
          <w:trHeight w:val="7938"/>
        </w:trPr>
        <w:tc>
          <w:tcPr>
            <w:tcW w:w="9626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6248BE" w:rsidP="001B1BC9">
            <w:pPr>
              <w:tabs>
                <w:tab w:val="left" w:pos="2127"/>
              </w:tabs>
              <w:jc w:val="center"/>
              <w:rPr>
                <w:rFonts w:ascii="Arial" w:hAnsi="Arial"/>
                <w:color w:val="808080"/>
                <w:sz w:val="18"/>
                <w:szCs w:val="18"/>
              </w:rPr>
            </w:pP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5856" behindDoc="0" locked="0" layoutInCell="1" allowOverlap="1">
                      <wp:simplePos x="0" y="0"/>
                      <wp:positionH relativeFrom="column">
                        <wp:posOffset>4216759</wp:posOffset>
                      </wp:positionH>
                      <wp:positionV relativeFrom="paragraph">
                        <wp:posOffset>2494888</wp:posOffset>
                      </wp:positionV>
                      <wp:extent cx="514350" cy="171450"/>
                      <wp:effectExtent l="0" t="0" r="0" b="0"/>
                      <wp:wrapNone/>
                      <wp:docPr id="69" name="Text Box 8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435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A2B6E" w:rsidRPr="004E4B01" w:rsidRDefault="004049CA" w:rsidP="00BA2B6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50-74</w:t>
                                  </w:r>
                                  <w:r w:rsidR="00BA2B6E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% 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836" o:spid="_x0000_s1026" type="#_x0000_t202" style="position:absolute;left:0;text-align:left;margin-left:332.05pt;margin-top:196.45pt;width:40.5pt;height:13.5pt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BA2B6E" w:rsidRPr="004E4B01" w:rsidRDefault="004049CA" w:rsidP="00BA2B6E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50-74</w:t>
                            </w:r>
                            <w:r w:rsidR="00BA2B6E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%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12000" behindDoc="0" locked="0" layoutInCell="1" allowOverlap="1" wp14:anchorId="5C0D4138" wp14:editId="038BE12E">
                      <wp:simplePos x="0" y="0"/>
                      <wp:positionH relativeFrom="column">
                        <wp:posOffset>1321104</wp:posOffset>
                      </wp:positionH>
                      <wp:positionV relativeFrom="paragraph">
                        <wp:posOffset>2060299</wp:posOffset>
                      </wp:positionV>
                      <wp:extent cx="601345" cy="152400"/>
                      <wp:effectExtent l="0" t="0" r="8255" b="0"/>
                      <wp:wrapNone/>
                      <wp:docPr id="118" name="Text Box 8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134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06E69" w:rsidRPr="004E4B01" w:rsidRDefault="00306E69" w:rsidP="00306E6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  <w:r w:rsidR="004049C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0-74% 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0D4138" id="_x0000_s1027" type="#_x0000_t202" style="position:absolute;left:0;text-align:left;margin-left:104pt;margin-top:162.25pt;width:47.35pt;height:12pt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306E69" w:rsidRPr="004E4B01" w:rsidRDefault="00306E69" w:rsidP="00306E6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5</w:t>
                            </w:r>
                            <w:r w:rsidR="004049C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0-74%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049CA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2544" behindDoc="0" locked="0" layoutInCell="1" allowOverlap="1">
                      <wp:simplePos x="0" y="0"/>
                      <wp:positionH relativeFrom="column">
                        <wp:posOffset>1910715</wp:posOffset>
                      </wp:positionH>
                      <wp:positionV relativeFrom="paragraph">
                        <wp:posOffset>2045970</wp:posOffset>
                      </wp:positionV>
                      <wp:extent cx="477520" cy="161925"/>
                      <wp:effectExtent l="0" t="0" r="0" b="9525"/>
                      <wp:wrapNone/>
                      <wp:docPr id="66" name="Text Box 8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7520" cy="1619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BA2B6E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218/95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02" o:spid="_x0000_s1028" type="#_x0000_t202" style="position:absolute;left:0;text-align:left;margin-left:150.45pt;margin-top:161.1pt;width:37.6pt;height:12.75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BA2B6E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218/95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049CA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6880" behindDoc="0" locked="0" layoutInCell="1" allowOverlap="1">
                      <wp:simplePos x="0" y="0"/>
                      <wp:positionH relativeFrom="column">
                        <wp:posOffset>5111115</wp:posOffset>
                      </wp:positionH>
                      <wp:positionV relativeFrom="paragraph">
                        <wp:posOffset>3417570</wp:posOffset>
                      </wp:positionV>
                      <wp:extent cx="466725" cy="152400"/>
                      <wp:effectExtent l="0" t="0" r="9525" b="0"/>
                      <wp:wrapNone/>
                      <wp:docPr id="84" name="Text Box 8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672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53443" w:rsidRPr="004E4B01" w:rsidRDefault="004049CA" w:rsidP="00A5344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50-74</w:t>
                                  </w:r>
                                  <w:r w:rsidR="00A5344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% 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37" o:spid="_x0000_s1029" type="#_x0000_t202" style="position:absolute;left:0;text-align:left;margin-left:402.45pt;margin-top:269.1pt;width:36.75pt;height:12pt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A53443" w:rsidRPr="004E4B01" w:rsidRDefault="004049CA" w:rsidP="00A5344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50-74</w:t>
                            </w:r>
                            <w:r w:rsidR="00A5344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%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049CA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9952" behindDoc="0" locked="0" layoutInCell="1" allowOverlap="1">
                      <wp:simplePos x="0" y="0"/>
                      <wp:positionH relativeFrom="column">
                        <wp:posOffset>2882265</wp:posOffset>
                      </wp:positionH>
                      <wp:positionV relativeFrom="paragraph">
                        <wp:posOffset>4198620</wp:posOffset>
                      </wp:positionV>
                      <wp:extent cx="409575" cy="142875"/>
                      <wp:effectExtent l="0" t="0" r="9525" b="9525"/>
                      <wp:wrapNone/>
                      <wp:docPr id="90" name="Text Box 8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" cy="142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53443" w:rsidRPr="004E4B01" w:rsidRDefault="004049CA" w:rsidP="00A5344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50-74</w:t>
                                  </w:r>
                                  <w:r w:rsidR="00A5344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% 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40" o:spid="_x0000_s1030" type="#_x0000_t202" style="position:absolute;left:0;text-align:left;margin-left:226.95pt;margin-top:330.6pt;width:32.25pt;height:11.25pt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A53443" w:rsidRPr="004E4B01" w:rsidRDefault="004049CA" w:rsidP="00A5344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50-74</w:t>
                            </w:r>
                            <w:r w:rsidR="00A5344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%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049CA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19168" behindDoc="0" locked="0" layoutInCell="1" allowOverlap="1" wp14:anchorId="1C25F9EC" wp14:editId="77F19D49">
                      <wp:simplePos x="0" y="0"/>
                      <wp:positionH relativeFrom="column">
                        <wp:posOffset>2815590</wp:posOffset>
                      </wp:positionH>
                      <wp:positionV relativeFrom="paragraph">
                        <wp:posOffset>2884170</wp:posOffset>
                      </wp:positionV>
                      <wp:extent cx="453390" cy="146050"/>
                      <wp:effectExtent l="0" t="0" r="3810" b="6350"/>
                      <wp:wrapNone/>
                      <wp:docPr id="124" name="Text Box 8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3390" cy="146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06E69" w:rsidRPr="004E4B01" w:rsidRDefault="00306E69" w:rsidP="00306E6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75-99</w:t>
                                  </w: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%  STENOSIS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25F9EC" id="_x0000_s1031" type="#_x0000_t202" style="position:absolute;left:0;text-align:left;margin-left:221.7pt;margin-top:227.1pt;width:35.7pt;height:11.5pt;z-index:25171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306E69" w:rsidRPr="004E4B01" w:rsidRDefault="00306E69" w:rsidP="00306E6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75-99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%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STENOSIS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049CA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24288" behindDoc="0" locked="0" layoutInCell="1" allowOverlap="1">
                      <wp:simplePos x="0" y="0"/>
                      <wp:positionH relativeFrom="column">
                        <wp:posOffset>3428510</wp:posOffset>
                      </wp:positionH>
                      <wp:positionV relativeFrom="paragraph">
                        <wp:posOffset>1090295</wp:posOffset>
                      </wp:positionV>
                      <wp:extent cx="183793" cy="349275"/>
                      <wp:effectExtent l="0" t="0" r="26035" b="12700"/>
                      <wp:wrapNone/>
                      <wp:docPr id="129" name="Freeform 1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3793" cy="349275"/>
                              </a:xfrm>
                              <a:custGeom>
                                <a:avLst/>
                                <a:gdLst>
                                  <a:gd name="connsiteX0" fmla="*/ 178294 w 183938"/>
                                  <a:gd name="connsiteY0" fmla="*/ 349271 h 349275"/>
                                  <a:gd name="connsiteX1" fmla="*/ 181469 w 183938"/>
                                  <a:gd name="connsiteY1" fmla="*/ 288946 h 349275"/>
                                  <a:gd name="connsiteX2" fmla="*/ 146544 w 183938"/>
                                  <a:gd name="connsiteY2" fmla="*/ 241321 h 349275"/>
                                  <a:gd name="connsiteX3" fmla="*/ 133844 w 183938"/>
                                  <a:gd name="connsiteY3" fmla="*/ 196871 h 349275"/>
                                  <a:gd name="connsiteX4" fmla="*/ 111619 w 183938"/>
                                  <a:gd name="connsiteY4" fmla="*/ 168296 h 349275"/>
                                  <a:gd name="connsiteX5" fmla="*/ 92569 w 183938"/>
                                  <a:gd name="connsiteY5" fmla="*/ 127021 h 349275"/>
                                  <a:gd name="connsiteX6" fmla="*/ 76694 w 183938"/>
                                  <a:gd name="connsiteY6" fmla="*/ 79396 h 349275"/>
                                  <a:gd name="connsiteX7" fmla="*/ 60819 w 183938"/>
                                  <a:gd name="connsiteY7" fmla="*/ 19071 h 349275"/>
                                  <a:gd name="connsiteX8" fmla="*/ 13194 w 183938"/>
                                  <a:gd name="connsiteY8" fmla="*/ 21 h 349275"/>
                                  <a:gd name="connsiteX9" fmla="*/ 494 w 183938"/>
                                  <a:gd name="connsiteY9" fmla="*/ 15896 h 349275"/>
                                  <a:gd name="connsiteX10" fmla="*/ 25894 w 183938"/>
                                  <a:gd name="connsiteY10" fmla="*/ 41296 h 349275"/>
                                  <a:gd name="connsiteX11" fmla="*/ 51294 w 183938"/>
                                  <a:gd name="connsiteY11" fmla="*/ 95271 h 349275"/>
                                  <a:gd name="connsiteX12" fmla="*/ 156069 w 183938"/>
                                  <a:gd name="connsiteY12" fmla="*/ 285771 h 349275"/>
                                  <a:gd name="connsiteX13" fmla="*/ 178294 w 183938"/>
                                  <a:gd name="connsiteY13" fmla="*/ 349271 h 349275"/>
                                  <a:gd name="connsiteX0" fmla="*/ 178149 w 183793"/>
                                  <a:gd name="connsiteY0" fmla="*/ 349271 h 349275"/>
                                  <a:gd name="connsiteX1" fmla="*/ 181324 w 183793"/>
                                  <a:gd name="connsiteY1" fmla="*/ 288946 h 349275"/>
                                  <a:gd name="connsiteX2" fmla="*/ 146399 w 183793"/>
                                  <a:gd name="connsiteY2" fmla="*/ 241321 h 349275"/>
                                  <a:gd name="connsiteX3" fmla="*/ 133699 w 183793"/>
                                  <a:gd name="connsiteY3" fmla="*/ 196871 h 349275"/>
                                  <a:gd name="connsiteX4" fmla="*/ 111474 w 183793"/>
                                  <a:gd name="connsiteY4" fmla="*/ 168296 h 349275"/>
                                  <a:gd name="connsiteX5" fmla="*/ 92424 w 183793"/>
                                  <a:gd name="connsiteY5" fmla="*/ 127021 h 349275"/>
                                  <a:gd name="connsiteX6" fmla="*/ 76549 w 183793"/>
                                  <a:gd name="connsiteY6" fmla="*/ 79396 h 349275"/>
                                  <a:gd name="connsiteX7" fmla="*/ 41580 w 183793"/>
                                  <a:gd name="connsiteY7" fmla="*/ 19071 h 349275"/>
                                  <a:gd name="connsiteX8" fmla="*/ 13049 w 183793"/>
                                  <a:gd name="connsiteY8" fmla="*/ 21 h 349275"/>
                                  <a:gd name="connsiteX9" fmla="*/ 349 w 183793"/>
                                  <a:gd name="connsiteY9" fmla="*/ 15896 h 349275"/>
                                  <a:gd name="connsiteX10" fmla="*/ 25749 w 183793"/>
                                  <a:gd name="connsiteY10" fmla="*/ 41296 h 349275"/>
                                  <a:gd name="connsiteX11" fmla="*/ 51149 w 183793"/>
                                  <a:gd name="connsiteY11" fmla="*/ 95271 h 349275"/>
                                  <a:gd name="connsiteX12" fmla="*/ 155924 w 183793"/>
                                  <a:gd name="connsiteY12" fmla="*/ 285771 h 349275"/>
                                  <a:gd name="connsiteX13" fmla="*/ 178149 w 183793"/>
                                  <a:gd name="connsiteY13" fmla="*/ 349271 h 34927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183793" h="349275">
                                    <a:moveTo>
                                      <a:pt x="178149" y="349271"/>
                                    </a:moveTo>
                                    <a:cubicBezTo>
                                      <a:pt x="182382" y="349800"/>
                                      <a:pt x="186616" y="306938"/>
                                      <a:pt x="181324" y="288946"/>
                                    </a:cubicBezTo>
                                    <a:cubicBezTo>
                                      <a:pt x="176032" y="270954"/>
                                      <a:pt x="154336" y="256667"/>
                                      <a:pt x="146399" y="241321"/>
                                    </a:cubicBezTo>
                                    <a:cubicBezTo>
                                      <a:pt x="138462" y="225975"/>
                                      <a:pt x="139520" y="209042"/>
                                      <a:pt x="133699" y="196871"/>
                                    </a:cubicBezTo>
                                    <a:cubicBezTo>
                                      <a:pt x="127878" y="184700"/>
                                      <a:pt x="118353" y="179938"/>
                                      <a:pt x="111474" y="168296"/>
                                    </a:cubicBezTo>
                                    <a:cubicBezTo>
                                      <a:pt x="104595" y="156654"/>
                                      <a:pt x="98245" y="141838"/>
                                      <a:pt x="92424" y="127021"/>
                                    </a:cubicBezTo>
                                    <a:cubicBezTo>
                                      <a:pt x="86603" y="112204"/>
                                      <a:pt x="85023" y="97388"/>
                                      <a:pt x="76549" y="79396"/>
                                    </a:cubicBezTo>
                                    <a:cubicBezTo>
                                      <a:pt x="68075" y="61404"/>
                                      <a:pt x="52163" y="32300"/>
                                      <a:pt x="41580" y="19071"/>
                                    </a:cubicBezTo>
                                    <a:cubicBezTo>
                                      <a:pt x="30997" y="5842"/>
                                      <a:pt x="19921" y="550"/>
                                      <a:pt x="13049" y="21"/>
                                    </a:cubicBezTo>
                                    <a:cubicBezTo>
                                      <a:pt x="6177" y="-508"/>
                                      <a:pt x="-1768" y="9017"/>
                                      <a:pt x="349" y="15896"/>
                                    </a:cubicBezTo>
                                    <a:cubicBezTo>
                                      <a:pt x="2466" y="22775"/>
                                      <a:pt x="17282" y="28067"/>
                                      <a:pt x="25749" y="41296"/>
                                    </a:cubicBezTo>
                                    <a:cubicBezTo>
                                      <a:pt x="34216" y="54525"/>
                                      <a:pt x="29453" y="54525"/>
                                      <a:pt x="51149" y="95271"/>
                                    </a:cubicBezTo>
                                    <a:cubicBezTo>
                                      <a:pt x="72845" y="136017"/>
                                      <a:pt x="135816" y="246083"/>
                                      <a:pt x="155924" y="285771"/>
                                    </a:cubicBezTo>
                                    <a:cubicBezTo>
                                      <a:pt x="176032" y="325459"/>
                                      <a:pt x="173916" y="348742"/>
                                      <a:pt x="178149" y="34927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8D8AAF6" id="Freeform 129" o:spid="_x0000_s1026" style="position:absolute;margin-left:269.95pt;margin-top:85.85pt;width:14.45pt;height:27.5pt;z-index:251724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3793,349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" path="m178149,349271v4233,529,8467,-42333,3175,-60325c176032,270954,154336,256667,146399,241321v-7937,-15346,-6879,-32279,-12700,-44450c127878,184700,118353,179938,111474,168296,104595,156654,98245,141838,92424,127021,86603,112204,85023,97388,76549,79396,68075,61404,52163,32300,41580,19071,30997,5842,19921,550,13049,21,6177,-508,-1768,9017,349,15896v2117,6879,16933,12171,25400,25400c34216,54525,29453,54525,51149,95271v21696,40746,84667,150812,104775,190500c176032,325459,173916,348742,178149,349271xe" fillcolor="black [3213]" strokecolor="black [3213]" strokeweight="1pt">
                      <v:stroke joinstyle="miter"/>
                      <v:path arrowok="t" o:connecttype="custom" o:connectlocs="178149,349271;181324,288946;146399,241321;133699,196871;111474,168296;92424,127021;76549,79396;41580,19071;13049,21;349,15896;25749,41296;51149,95271;155924,285771;178149,349271" o:connectangles="0,0,0,0,0,0,0,0,0,0,0,0,0,0"/>
                    </v:shape>
                  </w:pict>
                </mc:Fallback>
              </mc:AlternateContent>
            </w:r>
            <w:r w:rsidR="004049CA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23264" behindDoc="0" locked="0" layoutInCell="1" allowOverlap="1">
                      <wp:simplePos x="0" y="0"/>
                      <wp:positionH relativeFrom="column">
                        <wp:posOffset>3252933</wp:posOffset>
                      </wp:positionH>
                      <wp:positionV relativeFrom="paragraph">
                        <wp:posOffset>679277</wp:posOffset>
                      </wp:positionV>
                      <wp:extent cx="113923" cy="393281"/>
                      <wp:effectExtent l="0" t="0" r="19685" b="26035"/>
                      <wp:wrapNone/>
                      <wp:docPr id="128" name="Freeform 1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3923" cy="393281"/>
                              </a:xfrm>
                              <a:custGeom>
                                <a:avLst/>
                                <a:gdLst>
                                  <a:gd name="connsiteX0" fmla="*/ 74 w 113923"/>
                                  <a:gd name="connsiteY0" fmla="*/ 3928 h 393281"/>
                                  <a:gd name="connsiteX1" fmla="*/ 49725 w 113923"/>
                                  <a:gd name="connsiteY1" fmla="*/ 78404 h 393281"/>
                                  <a:gd name="connsiteX2" fmla="*/ 62138 w 113923"/>
                                  <a:gd name="connsiteY2" fmla="*/ 119780 h 393281"/>
                                  <a:gd name="connsiteX3" fmla="*/ 78688 w 113923"/>
                                  <a:gd name="connsiteY3" fmla="*/ 169431 h 393281"/>
                                  <a:gd name="connsiteX4" fmla="*/ 91101 w 113923"/>
                                  <a:gd name="connsiteY4" fmla="*/ 243907 h 393281"/>
                                  <a:gd name="connsiteX5" fmla="*/ 111788 w 113923"/>
                                  <a:gd name="connsiteY5" fmla="*/ 260457 h 393281"/>
                                  <a:gd name="connsiteX6" fmla="*/ 107651 w 113923"/>
                                  <a:gd name="connsiteY6" fmla="*/ 392859 h 393281"/>
                                  <a:gd name="connsiteX7" fmla="*/ 62138 w 113923"/>
                                  <a:gd name="connsiteY7" fmla="*/ 210806 h 393281"/>
                                  <a:gd name="connsiteX8" fmla="*/ 74 w 113923"/>
                                  <a:gd name="connsiteY8" fmla="*/ 3928 h 39328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113923" h="393281">
                                    <a:moveTo>
                                      <a:pt x="74" y="3928"/>
                                    </a:moveTo>
                                    <a:cubicBezTo>
                                      <a:pt x="-1995" y="-18139"/>
                                      <a:pt x="39381" y="59095"/>
                                      <a:pt x="49725" y="78404"/>
                                    </a:cubicBezTo>
                                    <a:cubicBezTo>
                                      <a:pt x="60069" y="97713"/>
                                      <a:pt x="57311" y="104609"/>
                                      <a:pt x="62138" y="119780"/>
                                    </a:cubicBezTo>
                                    <a:cubicBezTo>
                                      <a:pt x="66965" y="134951"/>
                                      <a:pt x="73861" y="148743"/>
                                      <a:pt x="78688" y="169431"/>
                                    </a:cubicBezTo>
                                    <a:cubicBezTo>
                                      <a:pt x="83515" y="190119"/>
                                      <a:pt x="85584" y="228736"/>
                                      <a:pt x="91101" y="243907"/>
                                    </a:cubicBezTo>
                                    <a:cubicBezTo>
                                      <a:pt x="96618" y="259078"/>
                                      <a:pt x="109030" y="235632"/>
                                      <a:pt x="111788" y="260457"/>
                                    </a:cubicBezTo>
                                    <a:cubicBezTo>
                                      <a:pt x="114546" y="285282"/>
                                      <a:pt x="115926" y="401134"/>
                                      <a:pt x="107651" y="392859"/>
                                    </a:cubicBezTo>
                                    <a:cubicBezTo>
                                      <a:pt x="99376" y="384584"/>
                                      <a:pt x="80067" y="274938"/>
                                      <a:pt x="62138" y="210806"/>
                                    </a:cubicBezTo>
                                    <a:cubicBezTo>
                                      <a:pt x="44209" y="146674"/>
                                      <a:pt x="2143" y="25995"/>
                                      <a:pt x="74" y="392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285AA44" id="Freeform 128" o:spid="_x0000_s1026" style="position:absolute;margin-left:256.15pt;margin-top:53.5pt;width:8.95pt;height:30.95pt;z-index:251723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3923,3932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" path="m74,3928c-1995,-18139,39381,59095,49725,78404v10344,19309,7586,26205,12413,41376c66965,134951,73861,148743,78688,169431v4827,20688,6896,59305,12413,74476c96618,259078,109030,235632,111788,260457v2758,24825,4138,140677,-4137,132402c99376,384584,80067,274938,62138,210806,44209,146674,2143,25995,74,3928xe" fillcolor="black [3213]" strokecolor="black [3213]" strokeweight="1pt">
                      <v:stroke joinstyle="miter"/>
                      <v:path arrowok="t" o:connecttype="custom" o:connectlocs="74,3928;49725,78404;62138,119780;78688,169431;91101,243907;111788,260457;107651,392859;62138,210806;74,3928" o:connectangles="0,0,0,0,0,0,0,0,0"/>
                    </v:shape>
                  </w:pict>
                </mc:Fallback>
              </mc:AlternateContent>
            </w:r>
            <w:r w:rsidR="004049CA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22240" behindDoc="0" locked="0" layoutInCell="1" allowOverlap="1">
                      <wp:simplePos x="0" y="0"/>
                      <wp:positionH relativeFrom="column">
                        <wp:posOffset>2704360</wp:posOffset>
                      </wp:positionH>
                      <wp:positionV relativeFrom="paragraph">
                        <wp:posOffset>1157878</wp:posOffset>
                      </wp:positionV>
                      <wp:extent cx="207585" cy="376950"/>
                      <wp:effectExtent l="0" t="0" r="21590" b="23495"/>
                      <wp:wrapNone/>
                      <wp:docPr id="127" name="Freeform 1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7585" cy="376950"/>
                              </a:xfrm>
                              <a:custGeom>
                                <a:avLst/>
                                <a:gdLst>
                                  <a:gd name="connsiteX0" fmla="*/ 205230 w 207585"/>
                                  <a:gd name="connsiteY0" fmla="*/ 9422 h 376950"/>
                                  <a:gd name="connsiteX1" fmla="*/ 151442 w 207585"/>
                                  <a:gd name="connsiteY1" fmla="*/ 34247 h 376950"/>
                                  <a:gd name="connsiteX2" fmla="*/ 134892 w 207585"/>
                                  <a:gd name="connsiteY2" fmla="*/ 67347 h 376950"/>
                                  <a:gd name="connsiteX3" fmla="*/ 114204 w 207585"/>
                                  <a:gd name="connsiteY3" fmla="*/ 108723 h 376950"/>
                                  <a:gd name="connsiteX4" fmla="*/ 64553 w 207585"/>
                                  <a:gd name="connsiteY4" fmla="*/ 154236 h 376950"/>
                                  <a:gd name="connsiteX5" fmla="*/ 52141 w 207585"/>
                                  <a:gd name="connsiteY5" fmla="*/ 191474 h 376950"/>
                                  <a:gd name="connsiteX6" fmla="*/ 39728 w 207585"/>
                                  <a:gd name="connsiteY6" fmla="*/ 236987 h 376950"/>
                                  <a:gd name="connsiteX7" fmla="*/ 14903 w 207585"/>
                                  <a:gd name="connsiteY7" fmla="*/ 311463 h 376950"/>
                                  <a:gd name="connsiteX8" fmla="*/ 2490 w 207585"/>
                                  <a:gd name="connsiteY8" fmla="*/ 373527 h 376950"/>
                                  <a:gd name="connsiteX9" fmla="*/ 64553 w 207585"/>
                                  <a:gd name="connsiteY9" fmla="*/ 203887 h 376950"/>
                                  <a:gd name="connsiteX10" fmla="*/ 205230 w 207585"/>
                                  <a:gd name="connsiteY10" fmla="*/ 9422 h 3769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207585" h="376950">
                                    <a:moveTo>
                                      <a:pt x="205230" y="9422"/>
                                    </a:moveTo>
                                    <a:cubicBezTo>
                                      <a:pt x="219711" y="-18851"/>
                                      <a:pt x="163165" y="24593"/>
                                      <a:pt x="151442" y="34247"/>
                                    </a:cubicBezTo>
                                    <a:cubicBezTo>
                                      <a:pt x="139719" y="43901"/>
                                      <a:pt x="134892" y="67347"/>
                                      <a:pt x="134892" y="67347"/>
                                    </a:cubicBezTo>
                                    <a:cubicBezTo>
                                      <a:pt x="128686" y="79760"/>
                                      <a:pt x="125927" y="94242"/>
                                      <a:pt x="114204" y="108723"/>
                                    </a:cubicBezTo>
                                    <a:cubicBezTo>
                                      <a:pt x="102481" y="123205"/>
                                      <a:pt x="74897" y="140444"/>
                                      <a:pt x="64553" y="154236"/>
                                    </a:cubicBezTo>
                                    <a:cubicBezTo>
                                      <a:pt x="54209" y="168028"/>
                                      <a:pt x="56278" y="177682"/>
                                      <a:pt x="52141" y="191474"/>
                                    </a:cubicBezTo>
                                    <a:cubicBezTo>
                                      <a:pt x="48004" y="205266"/>
                                      <a:pt x="45934" y="216989"/>
                                      <a:pt x="39728" y="236987"/>
                                    </a:cubicBezTo>
                                    <a:cubicBezTo>
                                      <a:pt x="33522" y="256985"/>
                                      <a:pt x="21109" y="288706"/>
                                      <a:pt x="14903" y="311463"/>
                                    </a:cubicBezTo>
                                    <a:cubicBezTo>
                                      <a:pt x="8697" y="334220"/>
                                      <a:pt x="-5785" y="391456"/>
                                      <a:pt x="2490" y="373527"/>
                                    </a:cubicBezTo>
                                    <a:cubicBezTo>
                                      <a:pt x="10765" y="355598"/>
                                      <a:pt x="32142" y="261813"/>
                                      <a:pt x="64553" y="203887"/>
                                    </a:cubicBezTo>
                                    <a:cubicBezTo>
                                      <a:pt x="96964" y="145961"/>
                                      <a:pt x="190749" y="37695"/>
                                      <a:pt x="205230" y="942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BDCC87B" id="Freeform 127" o:spid="_x0000_s1026" style="position:absolute;margin-left:212.95pt;margin-top:91.15pt;width:16.35pt;height:29.7pt;z-index:251722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7585,376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" path="m205230,9422v14481,-28273,-42065,15171,-53788,24825c139719,43901,134892,67347,134892,67347v-6206,12413,-8965,26895,-20688,41376c102481,123205,74897,140444,64553,154236v-10344,13792,-8275,23446,-12412,37238c48004,205266,45934,216989,39728,236987v-6206,19998,-18619,51719,-24825,74476c8697,334220,-5785,391456,2490,373527,10765,355598,32142,261813,64553,203887,96964,145961,190749,37695,205230,9422xe" fillcolor="black [3213]" strokecolor="black [3213]" strokeweight="1pt">
                      <v:stroke joinstyle="miter"/>
                      <v:path arrowok="t" o:connecttype="custom" o:connectlocs="205230,9422;151442,34247;134892,67347;114204,108723;64553,154236;52141,191474;39728,236987;14903,311463;2490,373527;64553,203887;205230,9422" o:connectangles="0,0,0,0,0,0,0,0,0,0,0"/>
                    </v:shape>
                  </w:pict>
                </mc:Fallback>
              </mc:AlternateContent>
            </w:r>
            <w:r w:rsidR="004049CA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21216" behindDoc="0" locked="0" layoutInCell="1" allowOverlap="1">
                      <wp:simplePos x="0" y="0"/>
                      <wp:positionH relativeFrom="column">
                        <wp:posOffset>2955923</wp:posOffset>
                      </wp:positionH>
                      <wp:positionV relativeFrom="paragraph">
                        <wp:posOffset>671537</wp:posOffset>
                      </wp:positionV>
                      <wp:extent cx="280314" cy="490346"/>
                      <wp:effectExtent l="0" t="0" r="24765" b="24130"/>
                      <wp:wrapNone/>
                      <wp:docPr id="126" name="Freeform 1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0314" cy="490346"/>
                              </a:xfrm>
                              <a:custGeom>
                                <a:avLst/>
                                <a:gdLst>
                                  <a:gd name="connsiteX0" fmla="*/ 276397 w 280314"/>
                                  <a:gd name="connsiteY0" fmla="*/ 11668 h 490346"/>
                                  <a:gd name="connsiteX1" fmla="*/ 214333 w 280314"/>
                                  <a:gd name="connsiteY1" fmla="*/ 57182 h 490346"/>
                                  <a:gd name="connsiteX2" fmla="*/ 156407 w 280314"/>
                                  <a:gd name="connsiteY2" fmla="*/ 106832 h 490346"/>
                                  <a:gd name="connsiteX3" fmla="*/ 156407 w 280314"/>
                                  <a:gd name="connsiteY3" fmla="*/ 139933 h 490346"/>
                                  <a:gd name="connsiteX4" fmla="*/ 139857 w 280314"/>
                                  <a:gd name="connsiteY4" fmla="*/ 181308 h 490346"/>
                                  <a:gd name="connsiteX5" fmla="*/ 110894 w 280314"/>
                                  <a:gd name="connsiteY5" fmla="*/ 206134 h 490346"/>
                                  <a:gd name="connsiteX6" fmla="*/ 90206 w 280314"/>
                                  <a:gd name="connsiteY6" fmla="*/ 255784 h 490346"/>
                                  <a:gd name="connsiteX7" fmla="*/ 65381 w 280314"/>
                                  <a:gd name="connsiteY7" fmla="*/ 309572 h 490346"/>
                                  <a:gd name="connsiteX8" fmla="*/ 28143 w 280314"/>
                                  <a:gd name="connsiteY8" fmla="*/ 338535 h 490346"/>
                                  <a:gd name="connsiteX9" fmla="*/ 19868 w 280314"/>
                                  <a:gd name="connsiteY9" fmla="*/ 379911 h 490346"/>
                                  <a:gd name="connsiteX10" fmla="*/ 19868 w 280314"/>
                                  <a:gd name="connsiteY10" fmla="*/ 404736 h 490346"/>
                                  <a:gd name="connsiteX11" fmla="*/ 3318 w 280314"/>
                                  <a:gd name="connsiteY11" fmla="*/ 487487 h 490346"/>
                                  <a:gd name="connsiteX12" fmla="*/ 94344 w 280314"/>
                                  <a:gd name="connsiteY12" fmla="*/ 288885 h 490346"/>
                                  <a:gd name="connsiteX13" fmla="*/ 276397 w 280314"/>
                                  <a:gd name="connsiteY13" fmla="*/ 11668 h 49034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280314" h="490346">
                                    <a:moveTo>
                                      <a:pt x="276397" y="11668"/>
                                    </a:moveTo>
                                    <a:cubicBezTo>
                                      <a:pt x="296395" y="-26949"/>
                                      <a:pt x="234331" y="41321"/>
                                      <a:pt x="214333" y="57182"/>
                                    </a:cubicBezTo>
                                    <a:cubicBezTo>
                                      <a:pt x="194335" y="73043"/>
                                      <a:pt x="166061" y="93040"/>
                                      <a:pt x="156407" y="106832"/>
                                    </a:cubicBezTo>
                                    <a:cubicBezTo>
                                      <a:pt x="146753" y="120624"/>
                                      <a:pt x="159165" y="127521"/>
                                      <a:pt x="156407" y="139933"/>
                                    </a:cubicBezTo>
                                    <a:cubicBezTo>
                                      <a:pt x="153649" y="152345"/>
                                      <a:pt x="147442" y="170275"/>
                                      <a:pt x="139857" y="181308"/>
                                    </a:cubicBezTo>
                                    <a:cubicBezTo>
                                      <a:pt x="132272" y="192341"/>
                                      <a:pt x="119169" y="193721"/>
                                      <a:pt x="110894" y="206134"/>
                                    </a:cubicBezTo>
                                    <a:cubicBezTo>
                                      <a:pt x="102619" y="218547"/>
                                      <a:pt x="97791" y="238544"/>
                                      <a:pt x="90206" y="255784"/>
                                    </a:cubicBezTo>
                                    <a:cubicBezTo>
                                      <a:pt x="82621" y="273024"/>
                                      <a:pt x="75725" y="295780"/>
                                      <a:pt x="65381" y="309572"/>
                                    </a:cubicBezTo>
                                    <a:cubicBezTo>
                                      <a:pt x="55037" y="323364"/>
                                      <a:pt x="35729" y="326812"/>
                                      <a:pt x="28143" y="338535"/>
                                    </a:cubicBezTo>
                                    <a:cubicBezTo>
                                      <a:pt x="20557" y="350258"/>
                                      <a:pt x="21247" y="368878"/>
                                      <a:pt x="19868" y="379911"/>
                                    </a:cubicBezTo>
                                    <a:cubicBezTo>
                                      <a:pt x="18489" y="390944"/>
                                      <a:pt x="22626" y="386807"/>
                                      <a:pt x="19868" y="404736"/>
                                    </a:cubicBezTo>
                                    <a:cubicBezTo>
                                      <a:pt x="17110" y="422665"/>
                                      <a:pt x="-9095" y="506795"/>
                                      <a:pt x="3318" y="487487"/>
                                    </a:cubicBezTo>
                                    <a:cubicBezTo>
                                      <a:pt x="15731" y="468179"/>
                                      <a:pt x="55037" y="362671"/>
                                      <a:pt x="94344" y="288885"/>
                                    </a:cubicBezTo>
                                    <a:cubicBezTo>
                                      <a:pt x="133651" y="215099"/>
                                      <a:pt x="256399" y="50285"/>
                                      <a:pt x="276397" y="1166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7406F1D" id="Freeform 126" o:spid="_x0000_s1026" style="position:absolute;margin-left:232.75pt;margin-top:52.9pt;width:22.05pt;height:38.6pt;z-index:251721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0314,4903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" path="m276397,11668v19998,-38617,-42066,29653,-62064,45514c194335,73043,166061,93040,156407,106832v-9654,13792,2758,20689,,33101c153649,152345,147442,170275,139857,181308v-7585,11033,-20688,12413,-28963,24826c102619,218547,97791,238544,90206,255784v-7585,17240,-14481,39996,-24825,53788c55037,323364,35729,326812,28143,338535v-7586,11723,-6896,30343,-8275,41376c18489,390944,22626,386807,19868,404736,17110,422665,-9095,506795,3318,487487,15731,468179,55037,362671,94344,288885,133651,215099,256399,50285,276397,11668xe" fillcolor="black [3213]" strokecolor="black [3213]" strokeweight="1pt">
                      <v:stroke joinstyle="miter"/>
                      <v:path arrowok="t" o:connecttype="custom" o:connectlocs="276397,11668;214333,57182;156407,106832;156407,139933;139857,181308;110894,206134;90206,255784;65381,309572;28143,338535;19868,379911;19868,404736;3318,487487;94344,288885;276397,11668" o:connectangles="0,0,0,0,0,0,0,0,0,0,0,0,0,0"/>
                    </v:shape>
                  </w:pict>
                </mc:Fallback>
              </mc:AlternateContent>
            </w:r>
            <w:r w:rsidR="00306E69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20192" behindDoc="0" locked="0" layoutInCell="1" allowOverlap="1">
                      <wp:simplePos x="0" y="0"/>
                      <wp:positionH relativeFrom="column">
                        <wp:posOffset>2323163</wp:posOffset>
                      </wp:positionH>
                      <wp:positionV relativeFrom="paragraph">
                        <wp:posOffset>2743101</wp:posOffset>
                      </wp:positionV>
                      <wp:extent cx="92783" cy="299870"/>
                      <wp:effectExtent l="0" t="38100" r="40640" b="24130"/>
                      <wp:wrapNone/>
                      <wp:docPr id="125" name="Freeform 1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2783" cy="299870"/>
                              </a:xfrm>
                              <a:custGeom>
                                <a:avLst/>
                                <a:gdLst>
                                  <a:gd name="connsiteX0" fmla="*/ 92783 w 92783"/>
                                  <a:gd name="connsiteY0" fmla="*/ 0 h 299870"/>
                                  <a:gd name="connsiteX1" fmla="*/ 36446 w 92783"/>
                                  <a:gd name="connsiteY1" fmla="*/ 73672 h 299870"/>
                                  <a:gd name="connsiteX2" fmla="*/ 19111 w 92783"/>
                                  <a:gd name="connsiteY2" fmla="*/ 169012 h 299870"/>
                                  <a:gd name="connsiteX3" fmla="*/ 6110 w 92783"/>
                                  <a:gd name="connsiteY3" fmla="*/ 221016 h 299870"/>
                                  <a:gd name="connsiteX4" fmla="*/ 1777 w 92783"/>
                                  <a:gd name="connsiteY4" fmla="*/ 260019 h 299870"/>
                                  <a:gd name="connsiteX5" fmla="*/ 1777 w 92783"/>
                                  <a:gd name="connsiteY5" fmla="*/ 299021 h 299870"/>
                                  <a:gd name="connsiteX6" fmla="*/ 23445 w 92783"/>
                                  <a:gd name="connsiteY6" fmla="*/ 221016 h 299870"/>
                                  <a:gd name="connsiteX7" fmla="*/ 92783 w 92783"/>
                                  <a:gd name="connsiteY7" fmla="*/ 0 h 29987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92783" h="299870">
                                    <a:moveTo>
                                      <a:pt x="92783" y="0"/>
                                    </a:moveTo>
                                    <a:cubicBezTo>
                                      <a:pt x="70754" y="22751"/>
                                      <a:pt x="48725" y="45503"/>
                                      <a:pt x="36446" y="73672"/>
                                    </a:cubicBezTo>
                                    <a:cubicBezTo>
                                      <a:pt x="24167" y="101841"/>
                                      <a:pt x="24167" y="144455"/>
                                      <a:pt x="19111" y="169012"/>
                                    </a:cubicBezTo>
                                    <a:cubicBezTo>
                                      <a:pt x="14055" y="193569"/>
                                      <a:pt x="8999" y="205848"/>
                                      <a:pt x="6110" y="221016"/>
                                    </a:cubicBezTo>
                                    <a:cubicBezTo>
                                      <a:pt x="3221" y="236184"/>
                                      <a:pt x="2499" y="247018"/>
                                      <a:pt x="1777" y="260019"/>
                                    </a:cubicBezTo>
                                    <a:cubicBezTo>
                                      <a:pt x="1055" y="273020"/>
                                      <a:pt x="-1834" y="305521"/>
                                      <a:pt x="1777" y="299021"/>
                                    </a:cubicBezTo>
                                    <a:cubicBezTo>
                                      <a:pt x="5388" y="292521"/>
                                      <a:pt x="23445" y="221016"/>
                                      <a:pt x="23445" y="221016"/>
                                    </a:cubicBezTo>
                                    <a:lnTo>
                                      <a:pt x="9278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B00A034" id="Freeform 125" o:spid="_x0000_s1026" style="position:absolute;margin-left:182.95pt;margin-top:3in;width:7.3pt;height:23.6pt;z-index:251720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2783,299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" path="m92783,c70754,22751,48725,45503,36446,73672,24167,101841,24167,144455,19111,169012,14055,193569,8999,205848,6110,221016,3221,236184,2499,247018,1777,260019v-722,13001,-3611,45502,,39002c5388,292521,23445,221016,23445,221016l92783,xe" fillcolor="black [3213]" strokecolor="black [3213]" strokeweight="1pt">
                      <v:stroke joinstyle="miter"/>
                      <v:path arrowok="t" o:connecttype="custom" o:connectlocs="92783,0;36446,73672;19111,169012;6110,221016;1777,260019;1777,299021;23445,221016;92783,0" o:connectangles="0,0,0,0,0,0,0,0"/>
                    </v:shape>
                  </w:pict>
                </mc:Fallback>
              </mc:AlternateContent>
            </w:r>
            <w:r w:rsidR="00306E69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9472" behindDoc="0" locked="0" layoutInCell="1" allowOverlap="1">
                      <wp:simplePos x="0" y="0"/>
                      <wp:positionH relativeFrom="column">
                        <wp:posOffset>2389251</wp:posOffset>
                      </wp:positionH>
                      <wp:positionV relativeFrom="paragraph">
                        <wp:posOffset>2884552</wp:posOffset>
                      </wp:positionV>
                      <wp:extent cx="446227" cy="146304"/>
                      <wp:effectExtent l="0" t="0" r="0" b="6350"/>
                      <wp:wrapNone/>
                      <wp:docPr id="89" name="Text Box 7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6227" cy="146304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53443" w:rsidRDefault="00BA2B6E" w:rsidP="00A53443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498</w:t>
                                  </w:r>
                                  <w:r w:rsidR="00A5344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/ 68</w:t>
                                  </w:r>
                                </w:p>
                                <w:p w:rsidR="00A53443" w:rsidRPr="00A53443" w:rsidRDefault="00A53443" w:rsidP="00A53443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9" o:spid="_x0000_s1032" type="#_x0000_t202" style="position:absolute;left:0;text-align:left;margin-left:188.15pt;margin-top:227.15pt;width:35.15pt;height:11.5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A53443" w:rsidRDefault="00BA2B6E" w:rsidP="00A53443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498</w:t>
                            </w:r>
                            <w:r w:rsidR="00A5344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/ 68</w:t>
                            </w:r>
                          </w:p>
                          <w:p w:rsidR="00A53443" w:rsidRPr="00A53443" w:rsidRDefault="00A53443" w:rsidP="00A53443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06E69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17120" behindDoc="0" locked="0" layoutInCell="1" allowOverlap="1">
                      <wp:simplePos x="0" y="0"/>
                      <wp:positionH relativeFrom="column">
                        <wp:posOffset>3637470</wp:posOffset>
                      </wp:positionH>
                      <wp:positionV relativeFrom="paragraph">
                        <wp:posOffset>1738589</wp:posOffset>
                      </wp:positionV>
                      <wp:extent cx="77659" cy="227096"/>
                      <wp:effectExtent l="0" t="0" r="17780" b="20955"/>
                      <wp:wrapNone/>
                      <wp:docPr id="123" name="Freeform 1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659" cy="227096"/>
                              </a:xfrm>
                              <a:custGeom>
                                <a:avLst/>
                                <a:gdLst>
                                  <a:gd name="connsiteX0" fmla="*/ 76986 w 77659"/>
                                  <a:gd name="connsiteY0" fmla="*/ 226898 h 227096"/>
                                  <a:gd name="connsiteX1" fmla="*/ 67781 w 77659"/>
                                  <a:gd name="connsiteY1" fmla="*/ 79612 h 227096"/>
                                  <a:gd name="connsiteX2" fmla="*/ 52438 w 77659"/>
                                  <a:gd name="connsiteY2" fmla="*/ 2901 h 227096"/>
                                  <a:gd name="connsiteX3" fmla="*/ 30959 w 77659"/>
                                  <a:gd name="connsiteY3" fmla="*/ 21311 h 227096"/>
                                  <a:gd name="connsiteX4" fmla="*/ 18685 w 77659"/>
                                  <a:gd name="connsiteY4" fmla="*/ 70407 h 227096"/>
                                  <a:gd name="connsiteX5" fmla="*/ 275 w 77659"/>
                                  <a:gd name="connsiteY5" fmla="*/ 168597 h 227096"/>
                                  <a:gd name="connsiteX6" fmla="*/ 9480 w 77659"/>
                                  <a:gd name="connsiteY6" fmla="*/ 199282 h 227096"/>
                                  <a:gd name="connsiteX7" fmla="*/ 34028 w 77659"/>
                                  <a:gd name="connsiteY7" fmla="*/ 45859 h 227096"/>
                                  <a:gd name="connsiteX8" fmla="*/ 49370 w 77659"/>
                                  <a:gd name="connsiteY8" fmla="*/ 45859 h 227096"/>
                                  <a:gd name="connsiteX9" fmla="*/ 76986 w 77659"/>
                                  <a:gd name="connsiteY9" fmla="*/ 226898 h 22709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77659" h="227096">
                                    <a:moveTo>
                                      <a:pt x="76986" y="226898"/>
                                    </a:moveTo>
                                    <a:cubicBezTo>
                                      <a:pt x="80054" y="232523"/>
                                      <a:pt x="71872" y="116945"/>
                                      <a:pt x="67781" y="79612"/>
                                    </a:cubicBezTo>
                                    <a:cubicBezTo>
                                      <a:pt x="63690" y="42279"/>
                                      <a:pt x="58575" y="12618"/>
                                      <a:pt x="52438" y="2901"/>
                                    </a:cubicBezTo>
                                    <a:cubicBezTo>
                                      <a:pt x="46301" y="-6816"/>
                                      <a:pt x="36584" y="10060"/>
                                      <a:pt x="30959" y="21311"/>
                                    </a:cubicBezTo>
                                    <a:cubicBezTo>
                                      <a:pt x="25333" y="32562"/>
                                      <a:pt x="23799" y="45859"/>
                                      <a:pt x="18685" y="70407"/>
                                    </a:cubicBezTo>
                                    <a:cubicBezTo>
                                      <a:pt x="13571" y="94955"/>
                                      <a:pt x="1809" y="147118"/>
                                      <a:pt x="275" y="168597"/>
                                    </a:cubicBezTo>
                                    <a:cubicBezTo>
                                      <a:pt x="-1259" y="190076"/>
                                      <a:pt x="3855" y="219738"/>
                                      <a:pt x="9480" y="199282"/>
                                    </a:cubicBezTo>
                                    <a:cubicBezTo>
                                      <a:pt x="15105" y="178826"/>
                                      <a:pt x="27380" y="71429"/>
                                      <a:pt x="34028" y="45859"/>
                                    </a:cubicBezTo>
                                    <a:cubicBezTo>
                                      <a:pt x="40676" y="20289"/>
                                      <a:pt x="42210" y="20289"/>
                                      <a:pt x="49370" y="45859"/>
                                    </a:cubicBezTo>
                                    <a:cubicBezTo>
                                      <a:pt x="56530" y="71429"/>
                                      <a:pt x="73918" y="221273"/>
                                      <a:pt x="76986" y="22689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2BBFEAA" id="Freeform 123" o:spid="_x0000_s1026" style="position:absolute;margin-left:286.4pt;margin-top:136.9pt;width:6.1pt;height:17.9pt;z-index:251717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7659,227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" path="m76986,226898c80054,232523,71872,116945,67781,79612,63690,42279,58575,12618,52438,2901,46301,-6816,36584,10060,30959,21311,25333,32562,23799,45859,18685,70407,13571,94955,1809,147118,275,168597v-1534,21479,3580,51141,9205,30685c15105,178826,27380,71429,34028,45859v6648,-25570,8182,-25570,15342,c56530,71429,73918,221273,76986,226898xe" fillcolor="black [3213]" strokecolor="black [3213]" strokeweight="1pt">
                      <v:stroke joinstyle="miter"/>
                      <v:path arrowok="t" o:connecttype="custom" o:connectlocs="76986,226898;67781,79612;52438,2901;30959,21311;18685,70407;275,168597;9480,199282;34028,45859;49370,45859;76986,226898" o:connectangles="0,0,0,0,0,0,0,0,0,0"/>
                    </v:shape>
                  </w:pict>
                </mc:Fallback>
              </mc:AlternateContent>
            </w:r>
            <w:r w:rsidR="00306E69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16096" behindDoc="0" locked="0" layoutInCell="1" allowOverlap="1">
                      <wp:simplePos x="0" y="0"/>
                      <wp:positionH relativeFrom="column">
                        <wp:posOffset>3610128</wp:posOffset>
                      </wp:positionH>
                      <wp:positionV relativeFrom="paragraph">
                        <wp:posOffset>1572725</wp:posOffset>
                      </wp:positionV>
                      <wp:extent cx="52765" cy="300708"/>
                      <wp:effectExtent l="0" t="0" r="23495" b="23495"/>
                      <wp:wrapNone/>
                      <wp:docPr id="122" name="Freeform 1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765" cy="300708"/>
                              </a:xfrm>
                              <a:custGeom>
                                <a:avLst/>
                                <a:gdLst>
                                  <a:gd name="connsiteX0" fmla="*/ 33753 w 52765"/>
                                  <a:gd name="connsiteY0" fmla="*/ 0 h 300708"/>
                                  <a:gd name="connsiteX1" fmla="*/ 49096 w 52765"/>
                                  <a:gd name="connsiteY1" fmla="*/ 82848 h 300708"/>
                                  <a:gd name="connsiteX2" fmla="*/ 52164 w 52765"/>
                                  <a:gd name="connsiteY2" fmla="*/ 110464 h 300708"/>
                                  <a:gd name="connsiteX3" fmla="*/ 39890 w 52765"/>
                                  <a:gd name="connsiteY3" fmla="*/ 144217 h 300708"/>
                                  <a:gd name="connsiteX4" fmla="*/ 21480 w 52765"/>
                                  <a:gd name="connsiteY4" fmla="*/ 230134 h 300708"/>
                                  <a:gd name="connsiteX5" fmla="*/ 0 w 52765"/>
                                  <a:gd name="connsiteY5" fmla="*/ 300708 h 30070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52765" h="300708">
                                    <a:moveTo>
                                      <a:pt x="33753" y="0"/>
                                    </a:moveTo>
                                    <a:cubicBezTo>
                                      <a:pt x="39890" y="32218"/>
                                      <a:pt x="46028" y="64437"/>
                                      <a:pt x="49096" y="82848"/>
                                    </a:cubicBezTo>
                                    <a:cubicBezTo>
                                      <a:pt x="52164" y="101259"/>
                                      <a:pt x="53698" y="100236"/>
                                      <a:pt x="52164" y="110464"/>
                                    </a:cubicBezTo>
                                    <a:cubicBezTo>
                                      <a:pt x="50630" y="120692"/>
                                      <a:pt x="45004" y="124272"/>
                                      <a:pt x="39890" y="144217"/>
                                    </a:cubicBezTo>
                                    <a:cubicBezTo>
                                      <a:pt x="34776" y="164162"/>
                                      <a:pt x="28128" y="204052"/>
                                      <a:pt x="21480" y="230134"/>
                                    </a:cubicBezTo>
                                    <a:cubicBezTo>
                                      <a:pt x="14832" y="256216"/>
                                      <a:pt x="3068" y="289457"/>
                                      <a:pt x="0" y="300708"/>
                                    </a:cubicBezTo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BA890A4" id="Freeform 122" o:spid="_x0000_s1026" style="position:absolute;margin-left:284.25pt;margin-top:123.85pt;width:4.15pt;height:23.7pt;z-index:251716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2765,3007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" path="m33753,v6137,32218,12275,64437,15343,82848c52164,101259,53698,100236,52164,110464v-1534,10228,-7160,13808,-12274,33753c34776,164162,28128,204052,21480,230134,14832,256216,3068,289457,,300708e" fillcolor="black [3213]" strokecolor="black [3213]" strokeweight="1pt">
                      <v:stroke joinstyle="miter"/>
                      <v:path arrowok="t" o:connecttype="custom" o:connectlocs="33753,0;49096,82848;52164,110464;39890,144217;21480,230134;0,300708" o:connectangles="0,0,0,0,0,0"/>
                    </v:shape>
                  </w:pict>
                </mc:Fallback>
              </mc:AlternateContent>
            </w:r>
            <w:r w:rsidR="00306E69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15072" behindDoc="0" locked="0" layoutInCell="1" allowOverlap="1">
                      <wp:simplePos x="0" y="0"/>
                      <wp:positionH relativeFrom="column">
                        <wp:posOffset>3999760</wp:posOffset>
                      </wp:positionH>
                      <wp:positionV relativeFrom="paragraph">
                        <wp:posOffset>3337000</wp:posOffset>
                      </wp:positionV>
                      <wp:extent cx="157770" cy="181112"/>
                      <wp:effectExtent l="0" t="0" r="13970" b="28575"/>
                      <wp:wrapNone/>
                      <wp:docPr id="121" name="Freeform 1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7770" cy="181112"/>
                              </a:xfrm>
                              <a:custGeom>
                                <a:avLst/>
                                <a:gdLst>
                                  <a:gd name="connsiteX0" fmla="*/ 6199 w 157770"/>
                                  <a:gd name="connsiteY0" fmla="*/ 3155 h 181112"/>
                                  <a:gd name="connsiteX1" fmla="*/ 30747 w 157770"/>
                                  <a:gd name="connsiteY1" fmla="*/ 67593 h 181112"/>
                                  <a:gd name="connsiteX2" fmla="*/ 49158 w 157770"/>
                                  <a:gd name="connsiteY2" fmla="*/ 95209 h 181112"/>
                                  <a:gd name="connsiteX3" fmla="*/ 85979 w 157770"/>
                                  <a:gd name="connsiteY3" fmla="*/ 119757 h 181112"/>
                                  <a:gd name="connsiteX4" fmla="*/ 156554 w 157770"/>
                                  <a:gd name="connsiteY4" fmla="*/ 178057 h 181112"/>
                                  <a:gd name="connsiteX5" fmla="*/ 6199 w 157770"/>
                                  <a:gd name="connsiteY5" fmla="*/ 3155 h 18111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157770" h="181112">
                                    <a:moveTo>
                                      <a:pt x="6199" y="3155"/>
                                    </a:moveTo>
                                    <a:cubicBezTo>
                                      <a:pt x="-14769" y="-15256"/>
                                      <a:pt x="23587" y="52251"/>
                                      <a:pt x="30747" y="67593"/>
                                    </a:cubicBezTo>
                                    <a:cubicBezTo>
                                      <a:pt x="37907" y="82935"/>
                                      <a:pt x="39953" y="86515"/>
                                      <a:pt x="49158" y="95209"/>
                                    </a:cubicBezTo>
                                    <a:cubicBezTo>
                                      <a:pt x="58363" y="103903"/>
                                      <a:pt x="68080" y="105949"/>
                                      <a:pt x="85979" y="119757"/>
                                    </a:cubicBezTo>
                                    <a:cubicBezTo>
                                      <a:pt x="103878" y="133565"/>
                                      <a:pt x="167294" y="195445"/>
                                      <a:pt x="156554" y="178057"/>
                                    </a:cubicBezTo>
                                    <a:cubicBezTo>
                                      <a:pt x="145815" y="160669"/>
                                      <a:pt x="27167" y="21566"/>
                                      <a:pt x="6199" y="315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92EFD76" id="Freeform 121" o:spid="_x0000_s1026" style="position:absolute;margin-left:314.95pt;margin-top:262.75pt;width:12.4pt;height:14.25pt;z-index:251715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57770,1811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" path="m6199,3155c-14769,-15256,23587,52251,30747,67593v7160,15342,9206,18922,18411,27616c58363,103903,68080,105949,85979,119757v17899,13808,81315,75688,70575,58300c145815,160669,27167,21566,6199,3155xe" fillcolor="black [3213]" strokecolor="black [3213]" strokeweight="1pt">
                      <v:stroke joinstyle="miter"/>
                      <v:path arrowok="t" o:connecttype="custom" o:connectlocs="6199,3155;30747,67593;49158,95209;85979,119757;156554,178057;6199,3155" o:connectangles="0,0,0,0,0,0"/>
                    </v:shape>
                  </w:pict>
                </mc:Fallback>
              </mc:AlternateContent>
            </w:r>
            <w:r w:rsidR="00306E69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14048" behindDoc="0" locked="0" layoutInCell="1" allowOverlap="1">
                      <wp:simplePos x="0" y="0"/>
                      <wp:positionH relativeFrom="column">
                        <wp:posOffset>3735451</wp:posOffset>
                      </wp:positionH>
                      <wp:positionV relativeFrom="paragraph">
                        <wp:posOffset>2330508</wp:posOffset>
                      </wp:positionV>
                      <wp:extent cx="95606" cy="561582"/>
                      <wp:effectExtent l="0" t="0" r="19050" b="10160"/>
                      <wp:wrapNone/>
                      <wp:docPr id="120" name="Freeform 1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606" cy="561582"/>
                              </a:xfrm>
                              <a:custGeom>
                                <a:avLst/>
                                <a:gdLst>
                                  <a:gd name="connsiteX0" fmla="*/ 484 w 95606"/>
                                  <a:gd name="connsiteY0" fmla="*/ 18536 h 561582"/>
                                  <a:gd name="connsiteX1" fmla="*/ 25032 w 95606"/>
                                  <a:gd name="connsiteY1" fmla="*/ 76837 h 561582"/>
                                  <a:gd name="connsiteX2" fmla="*/ 34237 w 95606"/>
                                  <a:gd name="connsiteY2" fmla="*/ 162753 h 561582"/>
                                  <a:gd name="connsiteX3" fmla="*/ 43443 w 95606"/>
                                  <a:gd name="connsiteY3" fmla="*/ 227191 h 561582"/>
                                  <a:gd name="connsiteX4" fmla="*/ 58785 w 95606"/>
                                  <a:gd name="connsiteY4" fmla="*/ 310039 h 561582"/>
                                  <a:gd name="connsiteX5" fmla="*/ 64922 w 95606"/>
                                  <a:gd name="connsiteY5" fmla="*/ 362203 h 561582"/>
                                  <a:gd name="connsiteX6" fmla="*/ 67990 w 95606"/>
                                  <a:gd name="connsiteY6" fmla="*/ 405161 h 561582"/>
                                  <a:gd name="connsiteX7" fmla="*/ 77196 w 95606"/>
                                  <a:gd name="connsiteY7" fmla="*/ 438915 h 561582"/>
                                  <a:gd name="connsiteX8" fmla="*/ 95606 w 95606"/>
                                  <a:gd name="connsiteY8" fmla="*/ 509489 h 561582"/>
                                  <a:gd name="connsiteX9" fmla="*/ 77196 w 95606"/>
                                  <a:gd name="connsiteY9" fmla="*/ 558584 h 561582"/>
                                  <a:gd name="connsiteX10" fmla="*/ 49579 w 95606"/>
                                  <a:gd name="connsiteY10" fmla="*/ 420504 h 561582"/>
                                  <a:gd name="connsiteX11" fmla="*/ 484 w 95606"/>
                                  <a:gd name="connsiteY11" fmla="*/ 18536 h 56158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95606" h="561582">
                                    <a:moveTo>
                                      <a:pt x="484" y="18536"/>
                                    </a:moveTo>
                                    <a:cubicBezTo>
                                      <a:pt x="-3607" y="-38742"/>
                                      <a:pt x="19407" y="52801"/>
                                      <a:pt x="25032" y="76837"/>
                                    </a:cubicBezTo>
                                    <a:cubicBezTo>
                                      <a:pt x="30657" y="100873"/>
                                      <a:pt x="31169" y="137694"/>
                                      <a:pt x="34237" y="162753"/>
                                    </a:cubicBezTo>
                                    <a:cubicBezTo>
                                      <a:pt x="37305" y="187812"/>
                                      <a:pt x="39352" y="202643"/>
                                      <a:pt x="43443" y="227191"/>
                                    </a:cubicBezTo>
                                    <a:cubicBezTo>
                                      <a:pt x="47534" y="251739"/>
                                      <a:pt x="55205" y="287537"/>
                                      <a:pt x="58785" y="310039"/>
                                    </a:cubicBezTo>
                                    <a:cubicBezTo>
                                      <a:pt x="62365" y="332541"/>
                                      <a:pt x="63388" y="346349"/>
                                      <a:pt x="64922" y="362203"/>
                                    </a:cubicBezTo>
                                    <a:cubicBezTo>
                                      <a:pt x="66456" y="378057"/>
                                      <a:pt x="65944" y="392376"/>
                                      <a:pt x="67990" y="405161"/>
                                    </a:cubicBezTo>
                                    <a:cubicBezTo>
                                      <a:pt x="70036" y="417946"/>
                                      <a:pt x="72593" y="421527"/>
                                      <a:pt x="77196" y="438915"/>
                                    </a:cubicBezTo>
                                    <a:cubicBezTo>
                                      <a:pt x="81799" y="456303"/>
                                      <a:pt x="95606" y="489544"/>
                                      <a:pt x="95606" y="509489"/>
                                    </a:cubicBezTo>
                                    <a:cubicBezTo>
                                      <a:pt x="95606" y="529434"/>
                                      <a:pt x="84867" y="573415"/>
                                      <a:pt x="77196" y="558584"/>
                                    </a:cubicBezTo>
                                    <a:cubicBezTo>
                                      <a:pt x="69525" y="543753"/>
                                      <a:pt x="61342" y="508466"/>
                                      <a:pt x="49579" y="420504"/>
                                    </a:cubicBezTo>
                                    <a:cubicBezTo>
                                      <a:pt x="37816" y="332542"/>
                                      <a:pt x="4575" y="75814"/>
                                      <a:pt x="484" y="1853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762BE5F" id="Freeform 120" o:spid="_x0000_s1026" style="position:absolute;margin-left:294.15pt;margin-top:183.5pt;width:7.55pt;height:44.2pt;z-index:251714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5606,5615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" path="m484,18536c-3607,-38742,19407,52801,25032,76837v5625,24036,6137,60857,9205,85916c37305,187812,39352,202643,43443,227191v4091,24548,11762,60346,15342,82848c62365,332541,63388,346349,64922,362203v1534,15854,1022,30173,3068,42958c70036,417946,72593,421527,77196,438915v4603,17388,18410,50629,18410,70574c95606,529434,84867,573415,77196,558584,69525,543753,61342,508466,49579,420504,37816,332542,4575,75814,484,18536xe" fillcolor="black [3213]" strokecolor="black [3213]" strokeweight="1pt">
                      <v:stroke joinstyle="miter"/>
                      <v:path arrowok="t" o:connecttype="custom" o:connectlocs="484,18536;25032,76837;34237,162753;43443,227191;58785,310039;64922,362203;67990,405161;77196,438915;95606,509489;77196,558584;49579,420504;484,18536" o:connectangles="0,0,0,0,0,0,0,0,0,0,0,0"/>
                    </v:shape>
                  </w:pict>
                </mc:Fallback>
              </mc:AlternateContent>
            </w:r>
            <w:r w:rsidR="00306E69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13024" behindDoc="0" locked="0" layoutInCell="1" allowOverlap="1">
                      <wp:simplePos x="0" y="0"/>
                      <wp:positionH relativeFrom="column">
                        <wp:posOffset>2465628</wp:posOffset>
                      </wp:positionH>
                      <wp:positionV relativeFrom="paragraph">
                        <wp:posOffset>1994448</wp:posOffset>
                      </wp:positionV>
                      <wp:extent cx="119551" cy="459956"/>
                      <wp:effectExtent l="0" t="0" r="13970" b="16510"/>
                      <wp:wrapNone/>
                      <wp:docPr id="119" name="Freeform 1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9551" cy="459956"/>
                              </a:xfrm>
                              <a:custGeom>
                                <a:avLst/>
                                <a:gdLst>
                                  <a:gd name="connsiteX0" fmla="*/ 119331 w 119551"/>
                                  <a:gd name="connsiteY0" fmla="*/ 11932 h 459956"/>
                                  <a:gd name="connsiteX1" fmla="*/ 71660 w 119551"/>
                                  <a:gd name="connsiteY1" fmla="*/ 72603 h 459956"/>
                                  <a:gd name="connsiteX2" fmla="*/ 62993 w 119551"/>
                                  <a:gd name="connsiteY2" fmla="*/ 111606 h 459956"/>
                                  <a:gd name="connsiteX3" fmla="*/ 36991 w 119551"/>
                                  <a:gd name="connsiteY3" fmla="*/ 198279 h 459956"/>
                                  <a:gd name="connsiteX4" fmla="*/ 32658 w 119551"/>
                                  <a:gd name="connsiteY4" fmla="*/ 241616 h 459956"/>
                                  <a:gd name="connsiteX5" fmla="*/ 28324 w 119551"/>
                                  <a:gd name="connsiteY5" fmla="*/ 297953 h 459956"/>
                                  <a:gd name="connsiteX6" fmla="*/ 2322 w 119551"/>
                                  <a:gd name="connsiteY6" fmla="*/ 397627 h 459956"/>
                                  <a:gd name="connsiteX7" fmla="*/ 6656 w 119551"/>
                                  <a:gd name="connsiteY7" fmla="*/ 458298 h 459956"/>
                                  <a:gd name="connsiteX8" fmla="*/ 49992 w 119551"/>
                                  <a:gd name="connsiteY8" fmla="*/ 332622 h 459956"/>
                                  <a:gd name="connsiteX9" fmla="*/ 119331 w 119551"/>
                                  <a:gd name="connsiteY9" fmla="*/ 11932 h 45995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119551" h="459956">
                                    <a:moveTo>
                                      <a:pt x="119331" y="11932"/>
                                    </a:moveTo>
                                    <a:cubicBezTo>
                                      <a:pt x="122942" y="-31404"/>
                                      <a:pt x="81050" y="55991"/>
                                      <a:pt x="71660" y="72603"/>
                                    </a:cubicBezTo>
                                    <a:cubicBezTo>
                                      <a:pt x="62270" y="89215"/>
                                      <a:pt x="68771" y="90660"/>
                                      <a:pt x="62993" y="111606"/>
                                    </a:cubicBezTo>
                                    <a:cubicBezTo>
                                      <a:pt x="57215" y="132552"/>
                                      <a:pt x="42047" y="176611"/>
                                      <a:pt x="36991" y="198279"/>
                                    </a:cubicBezTo>
                                    <a:cubicBezTo>
                                      <a:pt x="31935" y="219947"/>
                                      <a:pt x="34102" y="225004"/>
                                      <a:pt x="32658" y="241616"/>
                                    </a:cubicBezTo>
                                    <a:cubicBezTo>
                                      <a:pt x="31214" y="258228"/>
                                      <a:pt x="33380" y="271951"/>
                                      <a:pt x="28324" y="297953"/>
                                    </a:cubicBezTo>
                                    <a:cubicBezTo>
                                      <a:pt x="23268" y="323955"/>
                                      <a:pt x="5933" y="370903"/>
                                      <a:pt x="2322" y="397627"/>
                                    </a:cubicBezTo>
                                    <a:cubicBezTo>
                                      <a:pt x="-1289" y="424351"/>
                                      <a:pt x="-1289" y="469132"/>
                                      <a:pt x="6656" y="458298"/>
                                    </a:cubicBezTo>
                                    <a:cubicBezTo>
                                      <a:pt x="14601" y="447464"/>
                                      <a:pt x="33380" y="402683"/>
                                      <a:pt x="49992" y="332622"/>
                                    </a:cubicBezTo>
                                    <a:cubicBezTo>
                                      <a:pt x="66604" y="262561"/>
                                      <a:pt x="115720" y="55268"/>
                                      <a:pt x="119331" y="1193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DDCF618" id="Freeform 119" o:spid="_x0000_s1026" style="position:absolute;margin-left:194.15pt;margin-top:157.05pt;width:9.4pt;height:36.2pt;z-index:251713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9551,4599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" path="m119331,11932c122942,-31404,81050,55991,71660,72603v-9390,16612,-2889,18057,-8667,39003c57215,132552,42047,176611,36991,198279v-5056,21668,-2889,26725,-4333,43337c31214,258228,33380,271951,28324,297953,23268,323955,5933,370903,2322,397627v-3611,26724,-3611,71505,4334,60671c14601,447464,33380,402683,49992,332622,66604,262561,115720,55268,119331,11932xe" fillcolor="#333" strokecolor="black [3213]" strokeweight="1pt">
                      <v:stroke joinstyle="miter"/>
                      <v:path arrowok="t" o:connecttype="custom" o:connectlocs="119331,11932;71660,72603;62993,111606;36991,198279;32658,241616;28324,297953;2322,397627;6656,458298;49992,332622;119331,11932" o:connectangles="0,0,0,0,0,0,0,0,0,0"/>
                    </v:shape>
                  </w:pict>
                </mc:Fallback>
              </mc:AlternateContent>
            </w:r>
            <w:r w:rsidR="00A53443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5616" behindDoc="0" locked="0" layoutInCell="1" allowOverlap="1">
                      <wp:simplePos x="0" y="0"/>
                      <wp:positionH relativeFrom="column">
                        <wp:posOffset>2506345</wp:posOffset>
                      </wp:positionH>
                      <wp:positionV relativeFrom="paragraph">
                        <wp:posOffset>4193540</wp:posOffset>
                      </wp:positionV>
                      <wp:extent cx="391795" cy="152400"/>
                      <wp:effectExtent l="6985" t="4445" r="1270" b="5080"/>
                      <wp:wrapNone/>
                      <wp:docPr id="88" name="Text Box 8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179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BA2B6E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175/66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05" o:spid="_x0000_s1033" type="#_x0000_t202" style="position:absolute;left:0;text-align:left;margin-left:197.35pt;margin-top:330.2pt;width:30.85pt;height:12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BA2B6E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175/66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53443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8688" behindDoc="0" locked="0" layoutInCell="1" allowOverlap="1">
                      <wp:simplePos x="0" y="0"/>
                      <wp:positionH relativeFrom="column">
                        <wp:posOffset>2295525</wp:posOffset>
                      </wp:positionH>
                      <wp:positionV relativeFrom="paragraph">
                        <wp:posOffset>4271010</wp:posOffset>
                      </wp:positionV>
                      <wp:extent cx="182880" cy="0"/>
                      <wp:effectExtent l="5715" t="5715" r="11430" b="13335"/>
                      <wp:wrapNone/>
                      <wp:docPr id="87" name="Line 8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28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B6149B3" id="Line 808" o:spid="_x0000_s1026" style="position:absolute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.75pt,336.3pt" to="195.15pt,3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"/>
                  </w:pict>
                </mc:Fallback>
              </mc:AlternateContent>
            </w:r>
            <w:r w:rsidR="00A53443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8928" behindDoc="0" locked="0" layoutInCell="1" allowOverlap="1">
                      <wp:simplePos x="0" y="0"/>
                      <wp:positionH relativeFrom="column">
                        <wp:posOffset>2223770</wp:posOffset>
                      </wp:positionH>
                      <wp:positionV relativeFrom="paragraph">
                        <wp:posOffset>4137660</wp:posOffset>
                      </wp:positionV>
                      <wp:extent cx="78740" cy="264160"/>
                      <wp:effectExtent l="10160" t="5715" r="6350" b="6350"/>
                      <wp:wrapNone/>
                      <wp:docPr id="86" name="Freeform 8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8740" cy="264160"/>
                              </a:xfrm>
                              <a:custGeom>
                                <a:avLst/>
                                <a:gdLst>
                                  <a:gd name="T0" fmla="*/ 119 w 124"/>
                                  <a:gd name="T1" fmla="*/ 33 h 416"/>
                                  <a:gd name="T2" fmla="*/ 93 w 124"/>
                                  <a:gd name="T3" fmla="*/ 48 h 416"/>
                                  <a:gd name="T4" fmla="*/ 67 w 124"/>
                                  <a:gd name="T5" fmla="*/ 121 h 416"/>
                                  <a:gd name="T6" fmla="*/ 47 w 124"/>
                                  <a:gd name="T7" fmla="*/ 188 h 416"/>
                                  <a:gd name="T8" fmla="*/ 36 w 124"/>
                                  <a:gd name="T9" fmla="*/ 261 h 416"/>
                                  <a:gd name="T10" fmla="*/ 5 w 124"/>
                                  <a:gd name="T11" fmla="*/ 307 h 416"/>
                                  <a:gd name="T12" fmla="*/ 10 w 124"/>
                                  <a:gd name="T13" fmla="*/ 406 h 416"/>
                                  <a:gd name="T14" fmla="*/ 62 w 124"/>
                                  <a:gd name="T15" fmla="*/ 245 h 416"/>
                                  <a:gd name="T16" fmla="*/ 119 w 124"/>
                                  <a:gd name="T17" fmla="*/ 33 h 41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124" h="416">
                                    <a:moveTo>
                                      <a:pt x="119" y="33"/>
                                    </a:moveTo>
                                    <a:cubicBezTo>
                                      <a:pt x="124" y="0"/>
                                      <a:pt x="102" y="33"/>
                                      <a:pt x="93" y="48"/>
                                    </a:cubicBezTo>
                                    <a:cubicBezTo>
                                      <a:pt x="84" y="63"/>
                                      <a:pt x="75" y="98"/>
                                      <a:pt x="67" y="121"/>
                                    </a:cubicBezTo>
                                    <a:cubicBezTo>
                                      <a:pt x="59" y="144"/>
                                      <a:pt x="52" y="165"/>
                                      <a:pt x="47" y="188"/>
                                    </a:cubicBezTo>
                                    <a:cubicBezTo>
                                      <a:pt x="42" y="211"/>
                                      <a:pt x="43" y="241"/>
                                      <a:pt x="36" y="261"/>
                                    </a:cubicBezTo>
                                    <a:cubicBezTo>
                                      <a:pt x="29" y="281"/>
                                      <a:pt x="9" y="283"/>
                                      <a:pt x="5" y="307"/>
                                    </a:cubicBezTo>
                                    <a:cubicBezTo>
                                      <a:pt x="1" y="331"/>
                                      <a:pt x="0" y="416"/>
                                      <a:pt x="10" y="406"/>
                                    </a:cubicBezTo>
                                    <a:cubicBezTo>
                                      <a:pt x="20" y="396"/>
                                      <a:pt x="44" y="306"/>
                                      <a:pt x="62" y="245"/>
                                    </a:cubicBezTo>
                                    <a:cubicBezTo>
                                      <a:pt x="80" y="184"/>
                                      <a:pt x="114" y="66"/>
                                      <a:pt x="119" y="3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581149" id="Freeform 839" o:spid="_x0000_s1026" style="position:absolute;margin-left:175.1pt;margin-top:325.8pt;width:6.2pt;height:20.8pt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4,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" path="m119,33c124,,102,33,93,48,84,63,75,98,67,121v-8,23,-15,44,-20,67c42,211,43,241,36,261,29,281,9,283,5,307,1,331,,416,10,406,20,396,44,306,62,245,80,184,114,66,119,33xe" fillcolor="#333">
                      <v:path arrowok="t" o:connecttype="custom" o:connectlocs="75565,20955;59055,30480;42545,76835;29845,119380;22860,165735;3175,194945;6350,257810;39370,155575;75565,20955" o:connectangles="0,0,0,0,0,0,0,0,0"/>
                    </v:shape>
                  </w:pict>
                </mc:Fallback>
              </mc:AlternateContent>
            </w:r>
            <w:r w:rsidR="00A53443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7904" behindDoc="0" locked="0" layoutInCell="1" allowOverlap="1">
                      <wp:simplePos x="0" y="0"/>
                      <wp:positionH relativeFrom="column">
                        <wp:posOffset>3919855</wp:posOffset>
                      </wp:positionH>
                      <wp:positionV relativeFrom="paragraph">
                        <wp:posOffset>4025900</wp:posOffset>
                      </wp:positionV>
                      <wp:extent cx="307975" cy="1037590"/>
                      <wp:effectExtent l="10795" t="8255" r="5080" b="11430"/>
                      <wp:wrapNone/>
                      <wp:docPr id="85" name="Freeform 8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07975" cy="1037590"/>
                              </a:xfrm>
                              <a:custGeom>
                                <a:avLst/>
                                <a:gdLst>
                                  <a:gd name="T0" fmla="*/ 84 w 485"/>
                                  <a:gd name="T1" fmla="*/ 121 h 1634"/>
                                  <a:gd name="T2" fmla="*/ 10 w 485"/>
                                  <a:gd name="T3" fmla="*/ 154 h 1634"/>
                                  <a:gd name="T4" fmla="*/ 143 w 485"/>
                                  <a:gd name="T5" fmla="*/ 429 h 1634"/>
                                  <a:gd name="T6" fmla="*/ 309 w 485"/>
                                  <a:gd name="T7" fmla="*/ 870 h 1634"/>
                                  <a:gd name="T8" fmla="*/ 392 w 485"/>
                                  <a:gd name="T9" fmla="*/ 1295 h 1634"/>
                                  <a:gd name="T10" fmla="*/ 426 w 485"/>
                                  <a:gd name="T11" fmla="*/ 1578 h 1634"/>
                                  <a:gd name="T12" fmla="*/ 484 w 485"/>
                                  <a:gd name="T13" fmla="*/ 1569 h 1634"/>
                                  <a:gd name="T14" fmla="*/ 434 w 485"/>
                                  <a:gd name="T15" fmla="*/ 1186 h 1634"/>
                                  <a:gd name="T16" fmla="*/ 376 w 485"/>
                                  <a:gd name="T17" fmla="*/ 870 h 1634"/>
                                  <a:gd name="T18" fmla="*/ 84 w 485"/>
                                  <a:gd name="T19" fmla="*/ 121 h 163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485" h="1634">
                                    <a:moveTo>
                                      <a:pt x="84" y="121"/>
                                    </a:moveTo>
                                    <a:cubicBezTo>
                                      <a:pt x="18" y="0"/>
                                      <a:pt x="0" y="103"/>
                                      <a:pt x="10" y="154"/>
                                    </a:cubicBezTo>
                                    <a:cubicBezTo>
                                      <a:pt x="20" y="205"/>
                                      <a:pt x="93" y="310"/>
                                      <a:pt x="143" y="429"/>
                                    </a:cubicBezTo>
                                    <a:cubicBezTo>
                                      <a:pt x="193" y="548"/>
                                      <a:pt x="268" y="726"/>
                                      <a:pt x="309" y="870"/>
                                    </a:cubicBezTo>
                                    <a:cubicBezTo>
                                      <a:pt x="350" y="1014"/>
                                      <a:pt x="373" y="1177"/>
                                      <a:pt x="392" y="1295"/>
                                    </a:cubicBezTo>
                                    <a:cubicBezTo>
                                      <a:pt x="411" y="1413"/>
                                      <a:pt x="411" y="1532"/>
                                      <a:pt x="426" y="1578"/>
                                    </a:cubicBezTo>
                                    <a:cubicBezTo>
                                      <a:pt x="441" y="1624"/>
                                      <a:pt x="483" y="1634"/>
                                      <a:pt x="484" y="1569"/>
                                    </a:cubicBezTo>
                                    <a:cubicBezTo>
                                      <a:pt x="485" y="1504"/>
                                      <a:pt x="452" y="1302"/>
                                      <a:pt x="434" y="1186"/>
                                    </a:cubicBezTo>
                                    <a:cubicBezTo>
                                      <a:pt x="416" y="1070"/>
                                      <a:pt x="434" y="1047"/>
                                      <a:pt x="376" y="870"/>
                                    </a:cubicBezTo>
                                    <a:cubicBezTo>
                                      <a:pt x="318" y="693"/>
                                      <a:pt x="145" y="277"/>
                                      <a:pt x="84" y="12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9EDE38" id="Freeform 838" o:spid="_x0000_s1026" style="position:absolute;margin-left:308.65pt;margin-top:317pt;width:24.25pt;height:81.7pt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5,16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" path="m84,121c18,,,103,10,154v10,51,83,156,133,275c193,548,268,726,309,870v41,144,64,307,83,425c411,1413,411,1532,426,1578v15,46,57,56,58,-9c485,1504,452,1302,434,1186v-18,-116,,-139,-58,-316c318,693,145,277,84,121xe" fillcolor="#333">
                      <v:path arrowok="t" o:connecttype="custom" o:connectlocs="53340,76835;6350,97790;90805,272415;196215,552450;248920,822325;270510,1002030;307340,996315;275590,753110;238760,552450;53340,76835" o:connectangles="0,0,0,0,0,0,0,0,0,0"/>
                    </v:shape>
                  </w:pict>
                </mc:Fallback>
              </mc:AlternateContent>
            </w:r>
            <w:r w:rsidR="00A53443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0256" behindDoc="0" locked="0" layoutInCell="1" allowOverlap="1">
                      <wp:simplePos x="0" y="0"/>
                      <wp:positionH relativeFrom="column">
                        <wp:posOffset>4606925</wp:posOffset>
                      </wp:positionH>
                      <wp:positionV relativeFrom="paragraph">
                        <wp:posOffset>3395345</wp:posOffset>
                      </wp:positionV>
                      <wp:extent cx="506095" cy="180975"/>
                      <wp:effectExtent l="2540" t="6350" r="5715" b="3175"/>
                      <wp:wrapNone/>
                      <wp:docPr id="83" name="Text Box 7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609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BA2B6E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137/ 60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0" o:spid="_x0000_s1034" type="#_x0000_t202" style="position:absolute;left:0;text-align:left;margin-left:362.75pt;margin-top:267.35pt;width:39.85pt;height:14.2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BA2B6E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137/ 60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53443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0736" behindDoc="0" locked="0" layoutInCell="1" allowOverlap="1">
                      <wp:simplePos x="0" y="0"/>
                      <wp:positionH relativeFrom="column">
                        <wp:posOffset>4107180</wp:posOffset>
                      </wp:positionH>
                      <wp:positionV relativeFrom="paragraph">
                        <wp:posOffset>3412490</wp:posOffset>
                      </wp:positionV>
                      <wp:extent cx="467360" cy="28575"/>
                      <wp:effectExtent l="7620" t="13970" r="10795" b="5080"/>
                      <wp:wrapNone/>
                      <wp:docPr id="82" name="Line 8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67360" cy="2857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771C639" id="Line 810" o:spid="_x0000_s1026" style="position:absolute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3.4pt,268.7pt" to="360.2pt,27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"/>
                  </w:pict>
                </mc:Fallback>
              </mc:AlternateContent>
            </w:r>
            <w:r w:rsidR="00A53443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1760" behindDoc="0" locked="0" layoutInCell="1" allowOverlap="1">
                      <wp:simplePos x="0" y="0"/>
                      <wp:positionH relativeFrom="column">
                        <wp:posOffset>3503930</wp:posOffset>
                      </wp:positionH>
                      <wp:positionV relativeFrom="paragraph">
                        <wp:posOffset>3980815</wp:posOffset>
                      </wp:positionV>
                      <wp:extent cx="387985" cy="0"/>
                      <wp:effectExtent l="13970" t="10795" r="7620" b="8255"/>
                      <wp:wrapNone/>
                      <wp:docPr id="81" name="Line 8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8798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09882D9" id="Line 811" o:spid="_x0000_s1026" style="position:absolute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5.9pt,313.45pt" to="306.45pt,3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"/>
                  </w:pict>
                </mc:Fallback>
              </mc:AlternateContent>
            </w:r>
            <w:r w:rsidR="00A53443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>
                      <wp:simplePos x="0" y="0"/>
                      <wp:positionH relativeFrom="column">
                        <wp:posOffset>3188335</wp:posOffset>
                      </wp:positionH>
                      <wp:positionV relativeFrom="paragraph">
                        <wp:posOffset>3906520</wp:posOffset>
                      </wp:positionV>
                      <wp:extent cx="306070" cy="152400"/>
                      <wp:effectExtent l="3175" t="3175" r="5080" b="6350"/>
                      <wp:wrapNone/>
                      <wp:docPr id="80" name="Text Box 7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A53443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30 B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9" o:spid="_x0000_s1035" type="#_x0000_t202" style="position:absolute;left:0;text-align:left;margin-left:251.05pt;margin-top:307.6pt;width:24.1pt;height:12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A53443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30 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53443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3808" behindDoc="0" locked="0" layoutInCell="1" allowOverlap="1">
                      <wp:simplePos x="0" y="0"/>
                      <wp:positionH relativeFrom="column">
                        <wp:posOffset>3268345</wp:posOffset>
                      </wp:positionH>
                      <wp:positionV relativeFrom="paragraph">
                        <wp:posOffset>2001520</wp:posOffset>
                      </wp:positionV>
                      <wp:extent cx="306070" cy="152400"/>
                      <wp:effectExtent l="6985" t="3175" r="1270" b="6350"/>
                      <wp:wrapNone/>
                      <wp:docPr id="67" name="Text Box 8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A2B6E" w:rsidRPr="004E4B01" w:rsidRDefault="00BA2B6E" w:rsidP="00BA2B6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195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34" o:spid="_x0000_s1036" type="#_x0000_t202" style="position:absolute;left:0;text-align:left;margin-left:257.35pt;margin-top:157.6pt;width:24.1pt;height:12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BA2B6E" w:rsidRPr="004E4B01" w:rsidRDefault="00BA2B6E" w:rsidP="00BA2B6E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195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53443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2784" behindDoc="0" locked="0" layoutInCell="1" allowOverlap="1">
                      <wp:simplePos x="0" y="0"/>
                      <wp:positionH relativeFrom="column">
                        <wp:posOffset>4203065</wp:posOffset>
                      </wp:positionH>
                      <wp:positionV relativeFrom="paragraph">
                        <wp:posOffset>4495165</wp:posOffset>
                      </wp:positionV>
                      <wp:extent cx="387985" cy="0"/>
                      <wp:effectExtent l="8255" t="10795" r="13335" b="8255"/>
                      <wp:wrapNone/>
                      <wp:docPr id="65" name="Line 8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8798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F04DDC6" id="Line 812" o:spid="_x0000_s1026" style="position:absolute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0.95pt,353.95pt" to="361.5pt,35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"/>
                  </w:pict>
                </mc:Fallback>
              </mc:AlternateContent>
            </w:r>
            <w:r w:rsidR="00A53443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9712" behindDoc="0" locked="0" layoutInCell="1" allowOverlap="1">
                      <wp:simplePos x="0" y="0"/>
                      <wp:positionH relativeFrom="column">
                        <wp:posOffset>1605915</wp:posOffset>
                      </wp:positionH>
                      <wp:positionV relativeFrom="paragraph">
                        <wp:posOffset>4751070</wp:posOffset>
                      </wp:positionV>
                      <wp:extent cx="394970" cy="0"/>
                      <wp:effectExtent l="11430" t="9525" r="12700" b="9525"/>
                      <wp:wrapNone/>
                      <wp:docPr id="64" name="Line 8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9497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E561F53" id="Line 809" o:spid="_x0000_s1026" style="position:absolute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.45pt,374.1pt" to="157.55pt,37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"/>
                  </w:pict>
                </mc:Fallback>
              </mc:AlternateContent>
            </w:r>
            <w:r w:rsidR="00A53443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7664" behindDoc="0" locked="0" layoutInCell="1" allowOverlap="1">
                      <wp:simplePos x="0" y="0"/>
                      <wp:positionH relativeFrom="column">
                        <wp:posOffset>1576705</wp:posOffset>
                      </wp:positionH>
                      <wp:positionV relativeFrom="paragraph">
                        <wp:posOffset>4173220</wp:posOffset>
                      </wp:positionV>
                      <wp:extent cx="314960" cy="0"/>
                      <wp:effectExtent l="10795" t="12700" r="7620" b="6350"/>
                      <wp:wrapNone/>
                      <wp:docPr id="31" name="Line 8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149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FF14B43" id="Line 807" o:spid="_x0000_s1026" style="position:absolute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4.15pt,328.6pt" to="148.95pt,32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JA9FAIAACo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"/>
                  </w:pict>
                </mc:Fallback>
              </mc:AlternateContent>
            </w:r>
            <w:r w:rsidR="00A53443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6640" behindDoc="0" locked="0" layoutInCell="1" allowOverlap="1">
                      <wp:simplePos x="0" y="0"/>
                      <wp:positionH relativeFrom="column">
                        <wp:posOffset>2353945</wp:posOffset>
                      </wp:positionH>
                      <wp:positionV relativeFrom="paragraph">
                        <wp:posOffset>3448685</wp:posOffset>
                      </wp:positionV>
                      <wp:extent cx="306070" cy="152400"/>
                      <wp:effectExtent l="6985" t="2540" r="1270" b="6985"/>
                      <wp:wrapNone/>
                      <wp:docPr id="30" name="Text Box 8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BA2B6E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42 M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06" o:spid="_x0000_s1037" type="#_x0000_t202" style="position:absolute;left:0;text-align:left;margin-left:185.35pt;margin-top:271.55pt;width:24.1pt;height:12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BA2B6E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42 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53443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4592" behindDoc="0" locked="0" layoutInCell="1" allowOverlap="1">
                      <wp:simplePos x="0" y="0"/>
                      <wp:positionH relativeFrom="column">
                        <wp:posOffset>1277620</wp:posOffset>
                      </wp:positionH>
                      <wp:positionV relativeFrom="paragraph">
                        <wp:posOffset>4108450</wp:posOffset>
                      </wp:positionV>
                      <wp:extent cx="306070" cy="152400"/>
                      <wp:effectExtent l="6985" t="5080" r="1270" b="4445"/>
                      <wp:wrapNone/>
                      <wp:docPr id="29" name="Text Box 8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BA2B6E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55 M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04" o:spid="_x0000_s1038" type="#_x0000_t202" style="position:absolute;left:0;text-align:left;margin-left:100.6pt;margin-top:323.5pt;width:24.1pt;height:12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BA2B6E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55 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53443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3568" behindDoc="0" locked="0" layoutInCell="1" allowOverlap="1">
                      <wp:simplePos x="0" y="0"/>
                      <wp:positionH relativeFrom="column">
                        <wp:posOffset>1325880</wp:posOffset>
                      </wp:positionH>
                      <wp:positionV relativeFrom="paragraph">
                        <wp:posOffset>4705985</wp:posOffset>
                      </wp:positionV>
                      <wp:extent cx="306070" cy="152400"/>
                      <wp:effectExtent l="7620" t="2540" r="635" b="6985"/>
                      <wp:wrapNone/>
                      <wp:docPr id="28" name="Text Box 8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BA2B6E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35 M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03" o:spid="_x0000_s1039" type="#_x0000_t202" style="position:absolute;left:0;text-align:left;margin-left:104.4pt;margin-top:370.55pt;width:24.1pt;height:12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BA2B6E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35 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53443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1520" behindDoc="0" locked="0" layoutInCell="1" allowOverlap="1">
                      <wp:simplePos x="0" y="0"/>
                      <wp:positionH relativeFrom="column">
                        <wp:posOffset>2008505</wp:posOffset>
                      </wp:positionH>
                      <wp:positionV relativeFrom="paragraph">
                        <wp:posOffset>2374265</wp:posOffset>
                      </wp:positionV>
                      <wp:extent cx="306070" cy="152400"/>
                      <wp:effectExtent l="4445" t="4445" r="3810" b="5080"/>
                      <wp:wrapNone/>
                      <wp:docPr id="27" name="Text Box 8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BA2B6E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105 B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01" o:spid="_x0000_s1040" type="#_x0000_t202" style="position:absolute;left:0;text-align:left;margin-left:158.15pt;margin-top:186.95pt;width:24.1pt;height:12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BA2B6E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105 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53443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0496" behindDoc="0" locked="0" layoutInCell="1" allowOverlap="1">
                      <wp:simplePos x="0" y="0"/>
                      <wp:positionH relativeFrom="column">
                        <wp:posOffset>1956435</wp:posOffset>
                      </wp:positionH>
                      <wp:positionV relativeFrom="paragraph">
                        <wp:posOffset>2621915</wp:posOffset>
                      </wp:positionV>
                      <wp:extent cx="306070" cy="152400"/>
                      <wp:effectExtent l="0" t="4445" r="8255" b="5080"/>
                      <wp:wrapNone/>
                      <wp:docPr id="26" name="Text Box 8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BA2B6E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68 B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00" o:spid="_x0000_s1041" type="#_x0000_t202" style="position:absolute;left:0;text-align:left;margin-left:154.05pt;margin-top:206.45pt;width:24.1pt;height:12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BA2B6E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68 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53443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8448" behindDoc="0" locked="0" layoutInCell="1" allowOverlap="1">
                      <wp:simplePos x="0" y="0"/>
                      <wp:positionH relativeFrom="column">
                        <wp:posOffset>2366010</wp:posOffset>
                      </wp:positionH>
                      <wp:positionV relativeFrom="paragraph">
                        <wp:posOffset>3068955</wp:posOffset>
                      </wp:positionV>
                      <wp:extent cx="306070" cy="152400"/>
                      <wp:effectExtent l="0" t="3810" r="8255" b="5715"/>
                      <wp:wrapNone/>
                      <wp:docPr id="25" name="Text Box 7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BA2B6E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60 M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8" o:spid="_x0000_s1042" type="#_x0000_t202" style="position:absolute;left:0;text-align:left;margin-left:186.3pt;margin-top:241.65pt;width:24.1pt;height:12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BA2B6E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60 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53443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7424" behindDoc="0" locked="0" layoutInCell="1" allowOverlap="1">
                      <wp:simplePos x="0" y="0"/>
                      <wp:positionH relativeFrom="column">
                        <wp:posOffset>2328545</wp:posOffset>
                      </wp:positionH>
                      <wp:positionV relativeFrom="paragraph">
                        <wp:posOffset>3284220</wp:posOffset>
                      </wp:positionV>
                      <wp:extent cx="306070" cy="152400"/>
                      <wp:effectExtent l="635" t="0" r="7620" b="0"/>
                      <wp:wrapNone/>
                      <wp:docPr id="24" name="Text Box 7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BA2B6E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42 M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7" o:spid="_x0000_s1043" type="#_x0000_t202" style="position:absolute;left:0;text-align:left;margin-left:183.35pt;margin-top:258.6pt;width:24.1pt;height:12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BA2B6E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42 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53443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6400" behindDoc="0" locked="0" layoutInCell="1" allowOverlap="1">
                      <wp:simplePos x="0" y="0"/>
                      <wp:positionH relativeFrom="column">
                        <wp:posOffset>3895090</wp:posOffset>
                      </wp:positionH>
                      <wp:positionV relativeFrom="paragraph">
                        <wp:posOffset>2406650</wp:posOffset>
                      </wp:positionV>
                      <wp:extent cx="306070" cy="152400"/>
                      <wp:effectExtent l="5080" t="8255" r="3175" b="1270"/>
                      <wp:wrapNone/>
                      <wp:docPr id="23" name="Text Box 7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BA2B6E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194 B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6" o:spid="_x0000_s1044" type="#_x0000_t202" style="position:absolute;left:0;text-align:left;margin-left:306.7pt;margin-top:189.5pt;width:24.1pt;height:12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BA2B6E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194 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53443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5376" behindDoc="0" locked="0" layoutInCell="1" allowOverlap="1">
                      <wp:simplePos x="0" y="0"/>
                      <wp:positionH relativeFrom="column">
                        <wp:posOffset>3917315</wp:posOffset>
                      </wp:positionH>
                      <wp:positionV relativeFrom="paragraph">
                        <wp:posOffset>2666365</wp:posOffset>
                      </wp:positionV>
                      <wp:extent cx="306070" cy="152400"/>
                      <wp:effectExtent l="8255" t="1270" r="0" b="8255"/>
                      <wp:wrapNone/>
                      <wp:docPr id="22" name="Text Box 7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BA2B6E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221 B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5" o:spid="_x0000_s1045" type="#_x0000_t202" style="position:absolute;left:0;text-align:left;margin-left:308.45pt;margin-top:209.95pt;width:24.1pt;height:12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BA2B6E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221 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53443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4352" behindDoc="0" locked="0" layoutInCell="1" allowOverlap="1">
                      <wp:simplePos x="0" y="0"/>
                      <wp:positionH relativeFrom="column">
                        <wp:posOffset>3458210</wp:posOffset>
                      </wp:positionH>
                      <wp:positionV relativeFrom="paragraph">
                        <wp:posOffset>2877185</wp:posOffset>
                      </wp:positionV>
                      <wp:extent cx="306070" cy="152400"/>
                      <wp:effectExtent l="6350" t="2540" r="1905" b="6985"/>
                      <wp:wrapNone/>
                      <wp:docPr id="21" name="Text Box 7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BA2B6E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129 B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4" o:spid="_x0000_s1046" type="#_x0000_t202" style="position:absolute;left:0;text-align:left;margin-left:272.3pt;margin-top:226.55pt;width:24.1pt;height:12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BA2B6E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129 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53443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3328" behindDoc="0" locked="0" layoutInCell="1" allowOverlap="1">
                      <wp:simplePos x="0" y="0"/>
                      <wp:positionH relativeFrom="column">
                        <wp:posOffset>3509645</wp:posOffset>
                      </wp:positionH>
                      <wp:positionV relativeFrom="paragraph">
                        <wp:posOffset>3056255</wp:posOffset>
                      </wp:positionV>
                      <wp:extent cx="306070" cy="152400"/>
                      <wp:effectExtent l="635" t="635" r="7620" b="8890"/>
                      <wp:wrapNone/>
                      <wp:docPr id="20" name="Text Box 7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BA2B6E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83 B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3" o:spid="_x0000_s1047" type="#_x0000_t202" style="position:absolute;left:0;text-align:left;margin-left:276.35pt;margin-top:240.65pt;width:24.1pt;height:12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BA2B6E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83 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53443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2304" behindDoc="0" locked="0" layoutInCell="1" allowOverlap="1">
                      <wp:simplePos x="0" y="0"/>
                      <wp:positionH relativeFrom="column">
                        <wp:posOffset>3533775</wp:posOffset>
                      </wp:positionH>
                      <wp:positionV relativeFrom="paragraph">
                        <wp:posOffset>3244215</wp:posOffset>
                      </wp:positionV>
                      <wp:extent cx="306070" cy="152400"/>
                      <wp:effectExtent l="5715" t="7620" r="2540" b="1905"/>
                      <wp:wrapNone/>
                      <wp:docPr id="19" name="Text Box 7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BA2B6E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60 </w:t>
                                  </w:r>
                                  <w:r w:rsidR="00306E6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2" o:spid="_x0000_s1048" type="#_x0000_t202" style="position:absolute;left:0;text-align:left;margin-left:278.25pt;margin-top:255.45pt;width:24.1pt;height:12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BA2B6E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60 </w:t>
                            </w:r>
                            <w:r w:rsidR="00306E6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53443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>
                      <wp:simplePos x="0" y="0"/>
                      <wp:positionH relativeFrom="column">
                        <wp:posOffset>3502660</wp:posOffset>
                      </wp:positionH>
                      <wp:positionV relativeFrom="paragraph">
                        <wp:posOffset>3414395</wp:posOffset>
                      </wp:positionV>
                      <wp:extent cx="306070" cy="152400"/>
                      <wp:effectExtent l="3175" t="6350" r="5080" b="3175"/>
                      <wp:wrapNone/>
                      <wp:docPr id="18" name="Text Box 7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BA2B6E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57 B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1" o:spid="_x0000_s1049" type="#_x0000_t202" style="position:absolute;left:0;text-align:left;margin-left:275.8pt;margin-top:268.85pt;width:24.1pt;height:12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BA2B6E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57 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53443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>
                      <wp:simplePos x="0" y="0"/>
                      <wp:positionH relativeFrom="column">
                        <wp:posOffset>4579620</wp:posOffset>
                      </wp:positionH>
                      <wp:positionV relativeFrom="paragraph">
                        <wp:posOffset>4394200</wp:posOffset>
                      </wp:positionV>
                      <wp:extent cx="306070" cy="152400"/>
                      <wp:effectExtent l="3810" t="5080" r="4445" b="4445"/>
                      <wp:wrapNone/>
                      <wp:docPr id="17" name="Text Box 7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BA2B6E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69 B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8" o:spid="_x0000_s1050" type="#_x0000_t202" style="position:absolute;left:0;text-align:left;margin-left:360.6pt;margin-top:346pt;width:24.1pt;height:12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BA2B6E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69 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53443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>
                      <wp:simplePos x="0" y="0"/>
                      <wp:positionH relativeFrom="column">
                        <wp:posOffset>2172970</wp:posOffset>
                      </wp:positionH>
                      <wp:positionV relativeFrom="paragraph">
                        <wp:posOffset>1717675</wp:posOffset>
                      </wp:positionV>
                      <wp:extent cx="306070" cy="152400"/>
                      <wp:effectExtent l="6985" t="5080" r="1270" b="4445"/>
                      <wp:wrapNone/>
                      <wp:docPr id="16" name="Text Box 7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BA2B6E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92 T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7" o:spid="_x0000_s1051" type="#_x0000_t202" style="position:absolute;left:0;text-align:left;margin-left:171.1pt;margin-top:135.25pt;width:24.1pt;height:12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BA2B6E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92 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53443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>
                      <wp:simplePos x="0" y="0"/>
                      <wp:positionH relativeFrom="column">
                        <wp:posOffset>3839845</wp:posOffset>
                      </wp:positionH>
                      <wp:positionV relativeFrom="paragraph">
                        <wp:posOffset>2057400</wp:posOffset>
                      </wp:positionV>
                      <wp:extent cx="306070" cy="152400"/>
                      <wp:effectExtent l="6985" t="1905" r="1270" b="7620"/>
                      <wp:wrapNone/>
                      <wp:docPr id="15" name="Text Box 7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BA2B6E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173 B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6" o:spid="_x0000_s1052" type="#_x0000_t202" style="position:absolute;left:0;text-align:left;margin-left:302.35pt;margin-top:162pt;width:24.1pt;height:12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BA2B6E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173 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53443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>
                      <wp:simplePos x="0" y="0"/>
                      <wp:positionH relativeFrom="column">
                        <wp:posOffset>3825240</wp:posOffset>
                      </wp:positionH>
                      <wp:positionV relativeFrom="paragraph">
                        <wp:posOffset>1763395</wp:posOffset>
                      </wp:positionV>
                      <wp:extent cx="306070" cy="152400"/>
                      <wp:effectExtent l="1905" t="3175" r="6350" b="6350"/>
                      <wp:wrapNone/>
                      <wp:docPr id="14" name="Text Box 7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BA2B6E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106 T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5" o:spid="_x0000_s1053" type="#_x0000_t202" style="position:absolute;left:0;text-align:left;margin-left:301.2pt;margin-top:138.85pt;width:24.1pt;height:12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BA2B6E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106 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53443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>
                      <wp:simplePos x="0" y="0"/>
                      <wp:positionH relativeFrom="column">
                        <wp:posOffset>3729990</wp:posOffset>
                      </wp:positionH>
                      <wp:positionV relativeFrom="paragraph">
                        <wp:posOffset>1392555</wp:posOffset>
                      </wp:positionV>
                      <wp:extent cx="306070" cy="152400"/>
                      <wp:effectExtent l="1905" t="3810" r="6350" b="5715"/>
                      <wp:wrapNone/>
                      <wp:docPr id="13" name="Text Box 7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BA2B6E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133 T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4" o:spid="_x0000_s1054" type="#_x0000_t202" style="position:absolute;left:0;text-align:left;margin-left:293.7pt;margin-top:109.65pt;width:24.1pt;height:12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BA2B6E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133 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53443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>
                      <wp:simplePos x="0" y="0"/>
                      <wp:positionH relativeFrom="column">
                        <wp:posOffset>2296795</wp:posOffset>
                      </wp:positionH>
                      <wp:positionV relativeFrom="paragraph">
                        <wp:posOffset>1454150</wp:posOffset>
                      </wp:positionV>
                      <wp:extent cx="306070" cy="152400"/>
                      <wp:effectExtent l="6985" t="8255" r="1270" b="1270"/>
                      <wp:wrapNone/>
                      <wp:docPr id="12" name="Text Box 7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BA2B6E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110 T 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3" o:spid="_x0000_s1055" type="#_x0000_t202" style="position:absolute;left:0;text-align:left;margin-left:180.85pt;margin-top:114.5pt;width:24.1pt;height:12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BA2B6E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110 T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53443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>
                      <wp:simplePos x="0" y="0"/>
                      <wp:positionH relativeFrom="column">
                        <wp:posOffset>2409190</wp:posOffset>
                      </wp:positionH>
                      <wp:positionV relativeFrom="paragraph">
                        <wp:posOffset>1183005</wp:posOffset>
                      </wp:positionV>
                      <wp:extent cx="306070" cy="152400"/>
                      <wp:effectExtent l="5080" t="3810" r="3175" b="5715"/>
                      <wp:wrapNone/>
                      <wp:docPr id="11" name="Text Box 7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A53443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217 T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2" o:spid="_x0000_s1056" type="#_x0000_t202" style="position:absolute;left:0;text-align:left;margin-left:189.7pt;margin-top:93.15pt;width:24.1pt;height:12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A53443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217 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53443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>
                      <wp:simplePos x="0" y="0"/>
                      <wp:positionH relativeFrom="column">
                        <wp:posOffset>3371215</wp:posOffset>
                      </wp:positionH>
                      <wp:positionV relativeFrom="paragraph">
                        <wp:posOffset>125095</wp:posOffset>
                      </wp:positionV>
                      <wp:extent cx="306070" cy="152400"/>
                      <wp:effectExtent l="5080" t="3175" r="3175" b="6350"/>
                      <wp:wrapNone/>
                      <wp:docPr id="10" name="Text Box 7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A53443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157 T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1" o:spid="_x0000_s1057" type="#_x0000_t202" style="position:absolute;left:0;text-align:left;margin-left:265.45pt;margin-top:9.85pt;width:24.1pt;height:12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A53443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157 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53443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>
                      <wp:simplePos x="0" y="0"/>
                      <wp:positionH relativeFrom="column">
                        <wp:posOffset>3591560</wp:posOffset>
                      </wp:positionH>
                      <wp:positionV relativeFrom="paragraph">
                        <wp:posOffset>1118870</wp:posOffset>
                      </wp:positionV>
                      <wp:extent cx="306070" cy="152400"/>
                      <wp:effectExtent l="6350" t="6350" r="1905" b="3175"/>
                      <wp:wrapNone/>
                      <wp:docPr id="9" name="Text Box 7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A53443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225 T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0" o:spid="_x0000_s1058" type="#_x0000_t202" style="position:absolute;left:0;text-align:left;margin-left:282.8pt;margin-top:88.1pt;width:24.1pt;height:12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A53443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225 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53443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>
                      <wp:simplePos x="0" y="0"/>
                      <wp:positionH relativeFrom="column">
                        <wp:posOffset>2630170</wp:posOffset>
                      </wp:positionH>
                      <wp:positionV relativeFrom="paragraph">
                        <wp:posOffset>706120</wp:posOffset>
                      </wp:positionV>
                      <wp:extent cx="306070" cy="152400"/>
                      <wp:effectExtent l="6985" t="3175" r="1270" b="6350"/>
                      <wp:wrapNone/>
                      <wp:docPr id="8" name="Text Box 7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A53443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226 T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79" o:spid="_x0000_s1059" type="#_x0000_t202" style="position:absolute;left:0;text-align:left;margin-left:207.1pt;margin-top:55.6pt;width:24.1pt;height:12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A53443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226 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53443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3481070</wp:posOffset>
                      </wp:positionH>
                      <wp:positionV relativeFrom="paragraph">
                        <wp:posOffset>708660</wp:posOffset>
                      </wp:positionV>
                      <wp:extent cx="306070" cy="152400"/>
                      <wp:effectExtent l="635" t="5715" r="7620" b="3810"/>
                      <wp:wrapNone/>
                      <wp:docPr id="7" name="Text Box 7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A53443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185 T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78" o:spid="_x0000_s1060" type="#_x0000_t202" style="position:absolute;left:0;text-align:left;margin-left:274.1pt;margin-top:55.8pt;width:24.1pt;height:12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A53443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185 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53443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2072005</wp:posOffset>
                      </wp:positionH>
                      <wp:positionV relativeFrom="paragraph">
                        <wp:posOffset>3733800</wp:posOffset>
                      </wp:positionV>
                      <wp:extent cx="231775" cy="1166495"/>
                      <wp:effectExtent l="0" t="0" r="0" b="0"/>
                      <wp:wrapNone/>
                      <wp:docPr id="76" name="Freeform 8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31775" cy="1166495"/>
                              </a:xfrm>
                              <a:custGeom>
                                <a:avLst/>
                                <a:gdLst>
                                  <a:gd name="T0" fmla="*/ 345 w 365"/>
                                  <a:gd name="T1" fmla="*/ 33 h 1837"/>
                                  <a:gd name="T2" fmla="*/ 360 w 365"/>
                                  <a:gd name="T3" fmla="*/ 106 h 1837"/>
                                  <a:gd name="T4" fmla="*/ 345 w 365"/>
                                  <a:gd name="T5" fmla="*/ 302 h 1837"/>
                                  <a:gd name="T6" fmla="*/ 301 w 365"/>
                                  <a:gd name="T7" fmla="*/ 531 h 1837"/>
                                  <a:gd name="T8" fmla="*/ 291 w 365"/>
                                  <a:gd name="T9" fmla="*/ 637 h 1837"/>
                                  <a:gd name="T10" fmla="*/ 258 w 365"/>
                                  <a:gd name="T11" fmla="*/ 746 h 1837"/>
                                  <a:gd name="T12" fmla="*/ 243 w 365"/>
                                  <a:gd name="T13" fmla="*/ 815 h 1837"/>
                                  <a:gd name="T14" fmla="*/ 232 w 365"/>
                                  <a:gd name="T15" fmla="*/ 848 h 1837"/>
                                  <a:gd name="T16" fmla="*/ 185 w 365"/>
                                  <a:gd name="T17" fmla="*/ 1019 h 1837"/>
                                  <a:gd name="T18" fmla="*/ 174 w 365"/>
                                  <a:gd name="T19" fmla="*/ 1073 h 1837"/>
                                  <a:gd name="T20" fmla="*/ 141 w 365"/>
                                  <a:gd name="T21" fmla="*/ 1171 h 1837"/>
                                  <a:gd name="T22" fmla="*/ 123 w 365"/>
                                  <a:gd name="T23" fmla="*/ 1204 h 1837"/>
                                  <a:gd name="T24" fmla="*/ 94 w 365"/>
                                  <a:gd name="T25" fmla="*/ 1302 h 1837"/>
                                  <a:gd name="T26" fmla="*/ 51 w 365"/>
                                  <a:gd name="T27" fmla="*/ 1495 h 1837"/>
                                  <a:gd name="T28" fmla="*/ 43 w 365"/>
                                  <a:gd name="T29" fmla="*/ 1517 h 1837"/>
                                  <a:gd name="T30" fmla="*/ 32 w 365"/>
                                  <a:gd name="T31" fmla="*/ 1615 h 1837"/>
                                  <a:gd name="T32" fmla="*/ 21 w 365"/>
                                  <a:gd name="T33" fmla="*/ 1724 h 1837"/>
                                  <a:gd name="T34" fmla="*/ 11 w 365"/>
                                  <a:gd name="T35" fmla="*/ 1800 h 1837"/>
                                  <a:gd name="T36" fmla="*/ 3 w 365"/>
                                  <a:gd name="T37" fmla="*/ 1822 h 1837"/>
                                  <a:gd name="T38" fmla="*/ 0 w 365"/>
                                  <a:gd name="T39" fmla="*/ 1837 h 1837"/>
                                  <a:gd name="T40" fmla="*/ 36 w 365"/>
                                  <a:gd name="T41" fmla="*/ 1517 h 1837"/>
                                  <a:gd name="T42" fmla="*/ 131 w 365"/>
                                  <a:gd name="T43" fmla="*/ 1171 h 1837"/>
                                  <a:gd name="T44" fmla="*/ 236 w 365"/>
                                  <a:gd name="T45" fmla="*/ 797 h 1837"/>
                                  <a:gd name="T46" fmla="*/ 316 w 365"/>
                                  <a:gd name="T47" fmla="*/ 440 h 1837"/>
                                  <a:gd name="T48" fmla="*/ 341 w 365"/>
                                  <a:gd name="T49" fmla="*/ 204 h 1837"/>
                                  <a:gd name="T50" fmla="*/ 341 w 365"/>
                                  <a:gd name="T51" fmla="*/ 0 h 183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</a:cxnLst>
                                <a:rect l="0" t="0" r="r" b="b"/>
                                <a:pathLst>
                                  <a:path w="365" h="1837">
                                    <a:moveTo>
                                      <a:pt x="345" y="33"/>
                                    </a:moveTo>
                                    <a:cubicBezTo>
                                      <a:pt x="352" y="58"/>
                                      <a:pt x="356" y="80"/>
                                      <a:pt x="360" y="106"/>
                                    </a:cubicBezTo>
                                    <a:cubicBezTo>
                                      <a:pt x="358" y="160"/>
                                      <a:pt x="365" y="247"/>
                                      <a:pt x="345" y="302"/>
                                    </a:cubicBezTo>
                                    <a:cubicBezTo>
                                      <a:pt x="339" y="383"/>
                                      <a:pt x="316" y="453"/>
                                      <a:pt x="301" y="531"/>
                                    </a:cubicBezTo>
                                    <a:cubicBezTo>
                                      <a:pt x="299" y="565"/>
                                      <a:pt x="300" y="604"/>
                                      <a:pt x="291" y="637"/>
                                    </a:cubicBezTo>
                                    <a:cubicBezTo>
                                      <a:pt x="281" y="673"/>
                                      <a:pt x="264" y="709"/>
                                      <a:pt x="258" y="746"/>
                                    </a:cubicBezTo>
                                    <a:cubicBezTo>
                                      <a:pt x="254" y="770"/>
                                      <a:pt x="248" y="792"/>
                                      <a:pt x="243" y="815"/>
                                    </a:cubicBezTo>
                                    <a:cubicBezTo>
                                      <a:pt x="241" y="826"/>
                                      <a:pt x="232" y="848"/>
                                      <a:pt x="232" y="848"/>
                                    </a:cubicBezTo>
                                    <a:cubicBezTo>
                                      <a:pt x="225" y="898"/>
                                      <a:pt x="203" y="971"/>
                                      <a:pt x="185" y="1019"/>
                                    </a:cubicBezTo>
                                    <a:cubicBezTo>
                                      <a:pt x="182" y="1040"/>
                                      <a:pt x="181" y="1054"/>
                                      <a:pt x="174" y="1073"/>
                                    </a:cubicBezTo>
                                    <a:cubicBezTo>
                                      <a:pt x="169" y="1106"/>
                                      <a:pt x="158" y="1142"/>
                                      <a:pt x="141" y="1171"/>
                                    </a:cubicBezTo>
                                    <a:cubicBezTo>
                                      <a:pt x="133" y="1184"/>
                                      <a:pt x="134" y="1194"/>
                                      <a:pt x="123" y="1204"/>
                                    </a:cubicBezTo>
                                    <a:cubicBezTo>
                                      <a:pt x="117" y="1236"/>
                                      <a:pt x="103" y="1251"/>
                                      <a:pt x="94" y="1302"/>
                                    </a:cubicBezTo>
                                    <a:cubicBezTo>
                                      <a:pt x="80" y="1366"/>
                                      <a:pt x="66" y="1431"/>
                                      <a:pt x="51" y="1495"/>
                                    </a:cubicBezTo>
                                    <a:cubicBezTo>
                                      <a:pt x="49" y="1503"/>
                                      <a:pt x="43" y="1517"/>
                                      <a:pt x="43" y="1517"/>
                                    </a:cubicBezTo>
                                    <a:cubicBezTo>
                                      <a:pt x="41" y="1551"/>
                                      <a:pt x="41" y="1582"/>
                                      <a:pt x="32" y="1615"/>
                                    </a:cubicBezTo>
                                    <a:cubicBezTo>
                                      <a:pt x="28" y="1651"/>
                                      <a:pt x="31" y="1689"/>
                                      <a:pt x="21" y="1724"/>
                                    </a:cubicBezTo>
                                    <a:cubicBezTo>
                                      <a:pt x="18" y="1749"/>
                                      <a:pt x="17" y="1776"/>
                                      <a:pt x="11" y="1800"/>
                                    </a:cubicBezTo>
                                    <a:cubicBezTo>
                                      <a:pt x="9" y="1808"/>
                                      <a:pt x="5" y="1814"/>
                                      <a:pt x="3" y="1822"/>
                                    </a:cubicBezTo>
                                    <a:cubicBezTo>
                                      <a:pt x="2" y="1827"/>
                                      <a:pt x="0" y="1837"/>
                                      <a:pt x="0" y="1837"/>
                                    </a:cubicBezTo>
                                    <a:lnTo>
                                      <a:pt x="36" y="1517"/>
                                    </a:lnTo>
                                    <a:lnTo>
                                      <a:pt x="131" y="1171"/>
                                    </a:lnTo>
                                    <a:lnTo>
                                      <a:pt x="236" y="797"/>
                                    </a:lnTo>
                                    <a:lnTo>
                                      <a:pt x="316" y="440"/>
                                    </a:lnTo>
                                    <a:lnTo>
                                      <a:pt x="341" y="204"/>
                                    </a:lnTo>
                                    <a:lnTo>
                                      <a:pt x="341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DA14FB" id="Freeform 820" o:spid="_x0000_s1026" style="position:absolute;margin-left:163.15pt;margin-top:294pt;width:18.25pt;height:91.8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5,18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" path="m345,33v7,25,11,47,15,73c358,160,365,247,345,302v-6,81,-29,151,-44,229c299,565,300,604,291,637v-10,36,-27,72,-33,109c254,770,248,792,243,815v-2,11,-11,33,-11,33c225,898,203,971,185,1019v-3,21,-4,35,-11,54c169,1106,158,1142,141,1171v-8,13,-7,23,-18,33c117,1236,103,1251,94,1302v-14,64,-28,129,-43,193c49,1503,43,1517,43,1517v-2,34,-2,65,-11,98c28,1651,31,1689,21,1724v-3,25,-4,52,-10,76c9,1808,5,1814,3,1822v-1,5,-3,15,-3,15l36,1517r95,-346l236,797,316,440,341,204,341,e" fillcolor="#333">
                      <v:path arrowok="t" o:connecttype="custom" o:connectlocs="219075,20955;228600,67310;219075,191770;191135,337185;184785,404495;163830,473710;154305,517525;147320,538480;117475,647065;110490,681355;89535,743585;78105,764540;59690,826770;32385,949325;27305,963295;20320,1025525;13335,1094740;6985,1143000;1905,1156970;0,1166495;22860,963295;83185,743585;149860,506095;200660,279400;216535,129540;216535,0" o:connectangles="0,0,0,0,0,0,0,0,0,0,0,0,0,0,0,0,0,0,0,0,0,0,0,0,0,0"/>
                    </v:shape>
                  </w:pict>
                </mc:Fallback>
              </mc:AlternateContent>
            </w:r>
            <w:r w:rsidR="00A53443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4091940</wp:posOffset>
                      </wp:positionH>
                      <wp:positionV relativeFrom="paragraph">
                        <wp:posOffset>3431540</wp:posOffset>
                      </wp:positionV>
                      <wp:extent cx="318770" cy="1433830"/>
                      <wp:effectExtent l="0" t="0" r="5080" b="0"/>
                      <wp:wrapNone/>
                      <wp:docPr id="77" name="Freeform 8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18770" cy="1433830"/>
                              </a:xfrm>
                              <a:custGeom>
                                <a:avLst/>
                                <a:gdLst>
                                  <a:gd name="T0" fmla="*/ 0 w 502"/>
                                  <a:gd name="T1" fmla="*/ 0 h 2258"/>
                                  <a:gd name="T2" fmla="*/ 22 w 502"/>
                                  <a:gd name="T3" fmla="*/ 44 h 2258"/>
                                  <a:gd name="T4" fmla="*/ 48 w 502"/>
                                  <a:gd name="T5" fmla="*/ 69 h 2258"/>
                                  <a:gd name="T6" fmla="*/ 110 w 502"/>
                                  <a:gd name="T7" fmla="*/ 153 h 2258"/>
                                  <a:gd name="T8" fmla="*/ 135 w 502"/>
                                  <a:gd name="T9" fmla="*/ 207 h 2258"/>
                                  <a:gd name="T10" fmla="*/ 150 w 502"/>
                                  <a:gd name="T11" fmla="*/ 244 h 2258"/>
                                  <a:gd name="T12" fmla="*/ 164 w 502"/>
                                  <a:gd name="T13" fmla="*/ 258 h 2258"/>
                                  <a:gd name="T14" fmla="*/ 175 w 502"/>
                                  <a:gd name="T15" fmla="*/ 291 h 2258"/>
                                  <a:gd name="T16" fmla="*/ 211 w 502"/>
                                  <a:gd name="T17" fmla="*/ 367 h 2258"/>
                                  <a:gd name="T18" fmla="*/ 230 w 502"/>
                                  <a:gd name="T19" fmla="*/ 407 h 2258"/>
                                  <a:gd name="T20" fmla="*/ 248 w 502"/>
                                  <a:gd name="T21" fmla="*/ 487 h 2258"/>
                                  <a:gd name="T22" fmla="*/ 270 w 502"/>
                                  <a:gd name="T23" fmla="*/ 527 h 2258"/>
                                  <a:gd name="T24" fmla="*/ 270 w 502"/>
                                  <a:gd name="T25" fmla="*/ 633 h 2258"/>
                                  <a:gd name="T26" fmla="*/ 291 w 502"/>
                                  <a:gd name="T27" fmla="*/ 782 h 2258"/>
                                  <a:gd name="T28" fmla="*/ 302 w 502"/>
                                  <a:gd name="T29" fmla="*/ 956 h 2258"/>
                                  <a:gd name="T30" fmla="*/ 317 w 502"/>
                                  <a:gd name="T31" fmla="*/ 1269 h 2258"/>
                                  <a:gd name="T32" fmla="*/ 339 w 502"/>
                                  <a:gd name="T33" fmla="*/ 1447 h 2258"/>
                                  <a:gd name="T34" fmla="*/ 360 w 502"/>
                                  <a:gd name="T35" fmla="*/ 1564 h 2258"/>
                                  <a:gd name="T36" fmla="*/ 404 w 502"/>
                                  <a:gd name="T37" fmla="*/ 1775 h 2258"/>
                                  <a:gd name="T38" fmla="*/ 411 w 502"/>
                                  <a:gd name="T39" fmla="*/ 1862 h 2258"/>
                                  <a:gd name="T40" fmla="*/ 422 w 502"/>
                                  <a:gd name="T41" fmla="*/ 1895 h 2258"/>
                                  <a:gd name="T42" fmla="*/ 430 w 502"/>
                                  <a:gd name="T43" fmla="*/ 1916 h 2258"/>
                                  <a:gd name="T44" fmla="*/ 466 w 502"/>
                                  <a:gd name="T45" fmla="*/ 2106 h 2258"/>
                                  <a:gd name="T46" fmla="*/ 480 w 502"/>
                                  <a:gd name="T47" fmla="*/ 2160 h 2258"/>
                                  <a:gd name="T48" fmla="*/ 484 w 502"/>
                                  <a:gd name="T49" fmla="*/ 2222 h 2258"/>
                                  <a:gd name="T50" fmla="*/ 495 w 502"/>
                                  <a:gd name="T51" fmla="*/ 2226 h 2258"/>
                                  <a:gd name="T52" fmla="*/ 499 w 502"/>
                                  <a:gd name="T53" fmla="*/ 2258 h 2258"/>
                                  <a:gd name="T54" fmla="*/ 426 w 502"/>
                                  <a:gd name="T55" fmla="*/ 1862 h 2258"/>
                                  <a:gd name="T56" fmla="*/ 339 w 502"/>
                                  <a:gd name="T57" fmla="*/ 1360 h 2258"/>
                                  <a:gd name="T58" fmla="*/ 313 w 502"/>
                                  <a:gd name="T59" fmla="*/ 967 h 2258"/>
                                  <a:gd name="T60" fmla="*/ 277 w 502"/>
                                  <a:gd name="T61" fmla="*/ 535 h 2258"/>
                                  <a:gd name="T62" fmla="*/ 211 w 502"/>
                                  <a:gd name="T63" fmla="*/ 313 h 2258"/>
                                  <a:gd name="T64" fmla="*/ 113 w 502"/>
                                  <a:gd name="T65" fmla="*/ 135 h 2258"/>
                                  <a:gd name="T66" fmla="*/ 0 w 502"/>
                                  <a:gd name="T67" fmla="*/ 0 h 225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</a:cxnLst>
                                <a:rect l="0" t="0" r="r" b="b"/>
                                <a:pathLst>
                                  <a:path w="502" h="2258">
                                    <a:moveTo>
                                      <a:pt x="0" y="0"/>
                                    </a:moveTo>
                                    <a:cubicBezTo>
                                      <a:pt x="5" y="18"/>
                                      <a:pt x="10" y="30"/>
                                      <a:pt x="22" y="44"/>
                                    </a:cubicBezTo>
                                    <a:cubicBezTo>
                                      <a:pt x="27" y="59"/>
                                      <a:pt x="33" y="65"/>
                                      <a:pt x="48" y="69"/>
                                    </a:cubicBezTo>
                                    <a:cubicBezTo>
                                      <a:pt x="73" y="94"/>
                                      <a:pt x="83" y="130"/>
                                      <a:pt x="110" y="153"/>
                                    </a:cubicBezTo>
                                    <a:cubicBezTo>
                                      <a:pt x="115" y="172"/>
                                      <a:pt x="125" y="191"/>
                                      <a:pt x="135" y="207"/>
                                    </a:cubicBezTo>
                                    <a:cubicBezTo>
                                      <a:pt x="139" y="224"/>
                                      <a:pt x="138" y="232"/>
                                      <a:pt x="150" y="244"/>
                                    </a:cubicBezTo>
                                    <a:cubicBezTo>
                                      <a:pt x="158" y="272"/>
                                      <a:pt x="146" y="241"/>
                                      <a:pt x="164" y="258"/>
                                    </a:cubicBezTo>
                                    <a:cubicBezTo>
                                      <a:pt x="171" y="264"/>
                                      <a:pt x="171" y="283"/>
                                      <a:pt x="175" y="291"/>
                                    </a:cubicBezTo>
                                    <a:cubicBezTo>
                                      <a:pt x="188" y="317"/>
                                      <a:pt x="195" y="343"/>
                                      <a:pt x="211" y="367"/>
                                    </a:cubicBezTo>
                                    <a:cubicBezTo>
                                      <a:pt x="222" y="383"/>
                                      <a:pt x="216" y="395"/>
                                      <a:pt x="230" y="407"/>
                                    </a:cubicBezTo>
                                    <a:cubicBezTo>
                                      <a:pt x="234" y="432"/>
                                      <a:pt x="239" y="463"/>
                                      <a:pt x="248" y="487"/>
                                    </a:cubicBezTo>
                                    <a:cubicBezTo>
                                      <a:pt x="251" y="515"/>
                                      <a:pt x="249" y="514"/>
                                      <a:pt x="270" y="527"/>
                                    </a:cubicBezTo>
                                    <a:cubicBezTo>
                                      <a:pt x="266" y="564"/>
                                      <a:pt x="257" y="597"/>
                                      <a:pt x="270" y="633"/>
                                    </a:cubicBezTo>
                                    <a:cubicBezTo>
                                      <a:pt x="278" y="683"/>
                                      <a:pt x="285" y="731"/>
                                      <a:pt x="291" y="782"/>
                                    </a:cubicBezTo>
                                    <a:cubicBezTo>
                                      <a:pt x="293" y="840"/>
                                      <a:pt x="295" y="898"/>
                                      <a:pt x="302" y="956"/>
                                    </a:cubicBezTo>
                                    <a:cubicBezTo>
                                      <a:pt x="304" y="1050"/>
                                      <a:pt x="299" y="1169"/>
                                      <a:pt x="317" y="1269"/>
                                    </a:cubicBezTo>
                                    <a:cubicBezTo>
                                      <a:pt x="319" y="1330"/>
                                      <a:pt x="322" y="1388"/>
                                      <a:pt x="339" y="1447"/>
                                    </a:cubicBezTo>
                                    <a:cubicBezTo>
                                      <a:pt x="340" y="1479"/>
                                      <a:pt x="335" y="1535"/>
                                      <a:pt x="360" y="1564"/>
                                    </a:cubicBezTo>
                                    <a:cubicBezTo>
                                      <a:pt x="372" y="1632"/>
                                      <a:pt x="365" y="1713"/>
                                      <a:pt x="404" y="1775"/>
                                    </a:cubicBezTo>
                                    <a:cubicBezTo>
                                      <a:pt x="417" y="1819"/>
                                      <a:pt x="398" y="1750"/>
                                      <a:pt x="411" y="1862"/>
                                    </a:cubicBezTo>
                                    <a:cubicBezTo>
                                      <a:pt x="412" y="1874"/>
                                      <a:pt x="418" y="1884"/>
                                      <a:pt x="422" y="1895"/>
                                    </a:cubicBezTo>
                                    <a:cubicBezTo>
                                      <a:pt x="424" y="1902"/>
                                      <a:pt x="430" y="1916"/>
                                      <a:pt x="430" y="1916"/>
                                    </a:cubicBezTo>
                                    <a:cubicBezTo>
                                      <a:pt x="432" y="1946"/>
                                      <a:pt x="434" y="2070"/>
                                      <a:pt x="466" y="2106"/>
                                    </a:cubicBezTo>
                                    <a:cubicBezTo>
                                      <a:pt x="473" y="2123"/>
                                      <a:pt x="475" y="2142"/>
                                      <a:pt x="480" y="2160"/>
                                    </a:cubicBezTo>
                                    <a:cubicBezTo>
                                      <a:pt x="481" y="2181"/>
                                      <a:pt x="479" y="2202"/>
                                      <a:pt x="484" y="2222"/>
                                    </a:cubicBezTo>
                                    <a:cubicBezTo>
                                      <a:pt x="485" y="2226"/>
                                      <a:pt x="492" y="2223"/>
                                      <a:pt x="495" y="2226"/>
                                    </a:cubicBezTo>
                                    <a:cubicBezTo>
                                      <a:pt x="502" y="2232"/>
                                      <a:pt x="499" y="2254"/>
                                      <a:pt x="499" y="2258"/>
                                    </a:cubicBezTo>
                                    <a:lnTo>
                                      <a:pt x="426" y="1862"/>
                                    </a:lnTo>
                                    <a:lnTo>
                                      <a:pt x="339" y="1360"/>
                                    </a:lnTo>
                                    <a:lnTo>
                                      <a:pt x="313" y="967"/>
                                    </a:lnTo>
                                    <a:lnTo>
                                      <a:pt x="277" y="535"/>
                                    </a:lnTo>
                                    <a:lnTo>
                                      <a:pt x="211" y="313"/>
                                    </a:lnTo>
                                    <a:lnTo>
                                      <a:pt x="113" y="13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B0B4F9" id="Freeform 821" o:spid="_x0000_s1026" style="position:absolute;margin-left:322.2pt;margin-top:270.2pt;width:25.1pt;height:112.9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02,22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" path="m,c5,18,10,30,22,44v5,15,11,21,26,25c73,94,83,130,110,153v5,19,15,38,25,54c139,224,138,232,150,244v8,28,-4,-3,14,14c171,264,171,283,175,291v13,26,20,52,36,76c222,383,216,395,230,407v4,25,9,56,18,80c251,515,249,514,270,527v-4,37,-13,70,,106c278,683,285,731,291,782v2,58,4,116,11,174c304,1050,299,1169,317,1269v2,61,5,119,22,178c340,1479,335,1535,360,1564v12,68,5,149,44,211c417,1819,398,1750,411,1862v1,12,7,22,11,33c424,1902,430,1916,430,1916v2,30,4,154,36,190c473,2123,475,2142,480,2160v1,21,-1,42,4,62c485,2226,492,2223,495,2226v7,6,4,28,4,32l426,1862,339,1360,313,967,277,535,211,313,113,135,,xe" fillcolor="#333">
                      <v:path arrowok="t" o:connecttype="custom" o:connectlocs="0,0;13970,27940;30480,43815;69850,97155;85725,131445;95250,154940;104140,163830;111125,184785;133985,233045;146050,258445;157480,309245;171450,334645;171450,401955;184785,496570;191770,607060;201295,805815;215265,918845;228600,993140;256540,1127125;260985,1182370;267970,1203325;273050,1216660;295910,1337310;304800,1371600;307340,1410970;314325,1413510;316865,1433830;270510,1182370;215265,863600;198755,614045;175895,339725;133985,198755;71755,85725;0,0" o:connectangles="0,0,0,0,0,0,0,0,0,0,0,0,0,0,0,0,0,0,0,0,0,0,0,0,0,0,0,0,0,0,0,0,0,0"/>
                    </v:shape>
                  </w:pict>
                </mc:Fallback>
              </mc:AlternateContent>
            </w:r>
            <w:r w:rsidR="00A53443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3946525</wp:posOffset>
                      </wp:positionH>
                      <wp:positionV relativeFrom="paragraph">
                        <wp:posOffset>3556000</wp:posOffset>
                      </wp:positionV>
                      <wp:extent cx="311785" cy="1242695"/>
                      <wp:effectExtent l="0" t="0" r="0" b="0"/>
                      <wp:wrapNone/>
                      <wp:docPr id="78" name="Freeform 8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11785" cy="1242695"/>
                              </a:xfrm>
                              <a:custGeom>
                                <a:avLst/>
                                <a:gdLst>
                                  <a:gd name="T0" fmla="*/ 0 w 491"/>
                                  <a:gd name="T1" fmla="*/ 0 h 1957"/>
                                  <a:gd name="T2" fmla="*/ 8 w 491"/>
                                  <a:gd name="T3" fmla="*/ 22 h 1957"/>
                                  <a:gd name="T4" fmla="*/ 11 w 491"/>
                                  <a:gd name="T5" fmla="*/ 33 h 1957"/>
                                  <a:gd name="T6" fmla="*/ 19 w 491"/>
                                  <a:gd name="T7" fmla="*/ 55 h 1957"/>
                                  <a:gd name="T8" fmla="*/ 51 w 491"/>
                                  <a:gd name="T9" fmla="*/ 146 h 1957"/>
                                  <a:gd name="T10" fmla="*/ 99 w 491"/>
                                  <a:gd name="T11" fmla="*/ 411 h 1957"/>
                                  <a:gd name="T12" fmla="*/ 117 w 491"/>
                                  <a:gd name="T13" fmla="*/ 502 h 1957"/>
                                  <a:gd name="T14" fmla="*/ 120 w 491"/>
                                  <a:gd name="T15" fmla="*/ 597 h 1957"/>
                                  <a:gd name="T16" fmla="*/ 128 w 491"/>
                                  <a:gd name="T17" fmla="*/ 633 h 1957"/>
                                  <a:gd name="T18" fmla="*/ 157 w 491"/>
                                  <a:gd name="T19" fmla="*/ 844 h 1957"/>
                                  <a:gd name="T20" fmla="*/ 168 w 491"/>
                                  <a:gd name="T21" fmla="*/ 935 h 1957"/>
                                  <a:gd name="T22" fmla="*/ 204 w 491"/>
                                  <a:gd name="T23" fmla="*/ 1030 h 1957"/>
                                  <a:gd name="T24" fmla="*/ 222 w 491"/>
                                  <a:gd name="T25" fmla="*/ 1070 h 1957"/>
                                  <a:gd name="T26" fmla="*/ 295 w 491"/>
                                  <a:gd name="T27" fmla="*/ 1270 h 1957"/>
                                  <a:gd name="T28" fmla="*/ 324 w 491"/>
                                  <a:gd name="T29" fmla="*/ 1339 h 1957"/>
                                  <a:gd name="T30" fmla="*/ 331 w 491"/>
                                  <a:gd name="T31" fmla="*/ 1360 h 1957"/>
                                  <a:gd name="T32" fmla="*/ 339 w 491"/>
                                  <a:gd name="T33" fmla="*/ 1368 h 1957"/>
                                  <a:gd name="T34" fmla="*/ 353 w 491"/>
                                  <a:gd name="T35" fmla="*/ 1390 h 1957"/>
                                  <a:gd name="T36" fmla="*/ 364 w 491"/>
                                  <a:gd name="T37" fmla="*/ 1422 h 1957"/>
                                  <a:gd name="T38" fmla="*/ 379 w 491"/>
                                  <a:gd name="T39" fmla="*/ 1440 h 1957"/>
                                  <a:gd name="T40" fmla="*/ 448 w 491"/>
                                  <a:gd name="T41" fmla="*/ 1633 h 1957"/>
                                  <a:gd name="T42" fmla="*/ 484 w 491"/>
                                  <a:gd name="T43" fmla="*/ 1760 h 1957"/>
                                  <a:gd name="T44" fmla="*/ 488 w 491"/>
                                  <a:gd name="T45" fmla="*/ 1928 h 1957"/>
                                  <a:gd name="T46" fmla="*/ 491 w 491"/>
                                  <a:gd name="T47" fmla="*/ 1957 h 1957"/>
                                  <a:gd name="T48" fmla="*/ 462 w 491"/>
                                  <a:gd name="T49" fmla="*/ 1753 h 1957"/>
                                  <a:gd name="T50" fmla="*/ 368 w 491"/>
                                  <a:gd name="T51" fmla="*/ 1430 h 1957"/>
                                  <a:gd name="T52" fmla="*/ 211 w 491"/>
                                  <a:gd name="T53" fmla="*/ 1102 h 1957"/>
                                  <a:gd name="T54" fmla="*/ 153 w 491"/>
                                  <a:gd name="T55" fmla="*/ 866 h 1957"/>
                                  <a:gd name="T56" fmla="*/ 95 w 491"/>
                                  <a:gd name="T57" fmla="*/ 495 h 1957"/>
                                  <a:gd name="T58" fmla="*/ 40 w 491"/>
                                  <a:gd name="T59" fmla="*/ 160 h 1957"/>
                                  <a:gd name="T60" fmla="*/ 0 w 491"/>
                                  <a:gd name="T61" fmla="*/ 0 h 195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</a:cxnLst>
                                <a:rect l="0" t="0" r="r" b="b"/>
                                <a:pathLst>
                                  <a:path w="491" h="1957">
                                    <a:moveTo>
                                      <a:pt x="0" y="0"/>
                                    </a:moveTo>
                                    <a:cubicBezTo>
                                      <a:pt x="3" y="7"/>
                                      <a:pt x="6" y="14"/>
                                      <a:pt x="8" y="22"/>
                                    </a:cubicBezTo>
                                    <a:cubicBezTo>
                                      <a:pt x="9" y="26"/>
                                      <a:pt x="10" y="29"/>
                                      <a:pt x="11" y="33"/>
                                    </a:cubicBezTo>
                                    <a:cubicBezTo>
                                      <a:pt x="13" y="40"/>
                                      <a:pt x="19" y="55"/>
                                      <a:pt x="19" y="55"/>
                                    </a:cubicBezTo>
                                    <a:cubicBezTo>
                                      <a:pt x="20" y="68"/>
                                      <a:pt x="27" y="146"/>
                                      <a:pt x="51" y="146"/>
                                    </a:cubicBezTo>
                                    <a:cubicBezTo>
                                      <a:pt x="67" y="236"/>
                                      <a:pt x="79" y="323"/>
                                      <a:pt x="99" y="411"/>
                                    </a:cubicBezTo>
                                    <a:cubicBezTo>
                                      <a:pt x="101" y="443"/>
                                      <a:pt x="106" y="472"/>
                                      <a:pt x="117" y="502"/>
                                    </a:cubicBezTo>
                                    <a:cubicBezTo>
                                      <a:pt x="118" y="534"/>
                                      <a:pt x="117" y="565"/>
                                      <a:pt x="120" y="597"/>
                                    </a:cubicBezTo>
                                    <a:cubicBezTo>
                                      <a:pt x="121" y="609"/>
                                      <a:pt x="128" y="633"/>
                                      <a:pt x="128" y="633"/>
                                    </a:cubicBezTo>
                                    <a:cubicBezTo>
                                      <a:pt x="134" y="704"/>
                                      <a:pt x="142" y="774"/>
                                      <a:pt x="157" y="844"/>
                                    </a:cubicBezTo>
                                    <a:cubicBezTo>
                                      <a:pt x="164" y="874"/>
                                      <a:pt x="157" y="906"/>
                                      <a:pt x="168" y="935"/>
                                    </a:cubicBezTo>
                                    <a:cubicBezTo>
                                      <a:pt x="173" y="970"/>
                                      <a:pt x="181" y="1004"/>
                                      <a:pt x="204" y="1030"/>
                                    </a:cubicBezTo>
                                    <a:cubicBezTo>
                                      <a:pt x="210" y="1044"/>
                                      <a:pt x="212" y="1058"/>
                                      <a:pt x="222" y="1070"/>
                                    </a:cubicBezTo>
                                    <a:cubicBezTo>
                                      <a:pt x="248" y="1135"/>
                                      <a:pt x="257" y="1211"/>
                                      <a:pt x="295" y="1270"/>
                                    </a:cubicBezTo>
                                    <a:cubicBezTo>
                                      <a:pt x="302" y="1296"/>
                                      <a:pt x="312" y="1315"/>
                                      <a:pt x="324" y="1339"/>
                                    </a:cubicBezTo>
                                    <a:cubicBezTo>
                                      <a:pt x="327" y="1346"/>
                                      <a:pt x="327" y="1354"/>
                                      <a:pt x="331" y="1360"/>
                                    </a:cubicBezTo>
                                    <a:cubicBezTo>
                                      <a:pt x="333" y="1363"/>
                                      <a:pt x="337" y="1365"/>
                                      <a:pt x="339" y="1368"/>
                                    </a:cubicBezTo>
                                    <a:cubicBezTo>
                                      <a:pt x="344" y="1375"/>
                                      <a:pt x="350" y="1382"/>
                                      <a:pt x="353" y="1390"/>
                                    </a:cubicBezTo>
                                    <a:cubicBezTo>
                                      <a:pt x="357" y="1400"/>
                                      <a:pt x="358" y="1413"/>
                                      <a:pt x="364" y="1422"/>
                                    </a:cubicBezTo>
                                    <a:cubicBezTo>
                                      <a:pt x="368" y="1429"/>
                                      <a:pt x="379" y="1440"/>
                                      <a:pt x="379" y="1440"/>
                                    </a:cubicBezTo>
                                    <a:cubicBezTo>
                                      <a:pt x="397" y="1507"/>
                                      <a:pt x="424" y="1568"/>
                                      <a:pt x="448" y="1633"/>
                                    </a:cubicBezTo>
                                    <a:cubicBezTo>
                                      <a:pt x="463" y="1674"/>
                                      <a:pt x="468" y="1719"/>
                                      <a:pt x="484" y="1760"/>
                                    </a:cubicBezTo>
                                    <a:cubicBezTo>
                                      <a:pt x="480" y="1815"/>
                                      <a:pt x="468" y="1874"/>
                                      <a:pt x="488" y="1928"/>
                                    </a:cubicBezTo>
                                    <a:cubicBezTo>
                                      <a:pt x="489" y="1938"/>
                                      <a:pt x="491" y="1957"/>
                                      <a:pt x="491" y="1957"/>
                                    </a:cubicBezTo>
                                    <a:lnTo>
                                      <a:pt x="462" y="1753"/>
                                    </a:lnTo>
                                    <a:lnTo>
                                      <a:pt x="368" y="1430"/>
                                    </a:lnTo>
                                    <a:lnTo>
                                      <a:pt x="211" y="1102"/>
                                    </a:lnTo>
                                    <a:lnTo>
                                      <a:pt x="153" y="866"/>
                                    </a:lnTo>
                                    <a:lnTo>
                                      <a:pt x="95" y="495"/>
                                    </a:lnTo>
                                    <a:lnTo>
                                      <a:pt x="40" y="16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B1CAA2" id="Freeform 822" o:spid="_x0000_s1026" style="position:absolute;margin-left:310.75pt;margin-top:280pt;width:24.55pt;height:97.8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91,19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" path="m,c3,7,6,14,8,22v1,4,2,7,3,11c13,40,19,55,19,55v1,13,8,91,32,91c67,236,79,323,99,411v2,32,7,61,18,91c118,534,117,565,120,597v1,12,8,36,8,36c134,704,142,774,157,844v7,30,,62,11,91c173,970,181,1004,204,1030v6,14,8,28,18,40c248,1135,257,1211,295,1270v7,26,17,45,29,69c327,1346,327,1354,331,1360v2,3,6,5,8,8c344,1375,350,1382,353,1390v4,10,5,23,11,32c368,1429,379,1440,379,1440v18,67,45,128,69,193c463,1674,468,1719,484,1760v-4,55,-16,114,4,168c489,1938,491,1957,491,1957l462,1753,368,1430,211,1102,153,866,95,495,40,160,,xe" fillcolor="#333">
                      <v:path arrowok="t" o:connecttype="custom" o:connectlocs="0,0;5080,13970;6985,20955;12065,34925;32385,92710;62865,260985;74295,318770;76200,379095;81280,401955;99695,535940;106680,593725;129540,654050;140970,679450;187325,806450;205740,850265;210185,863600;215265,868680;224155,882650;231140,902970;240665,914400;284480,1036955;307340,1117600;309880,1224280;311785,1242695;293370,1113155;233680,908050;133985,699770;97155,549910;60325,314325;25400,101600;0,0" o:connectangles="0,0,0,0,0,0,0,0,0,0,0,0,0,0,0,0,0,0,0,0,0,0,0,0,0,0,0,0,0,0,0"/>
                    </v:shape>
                  </w:pict>
                </mc:Fallback>
              </mc:AlternateContent>
            </w:r>
            <w:r w:rsidR="00A53443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3855085</wp:posOffset>
                      </wp:positionH>
                      <wp:positionV relativeFrom="paragraph">
                        <wp:posOffset>3586480</wp:posOffset>
                      </wp:positionV>
                      <wp:extent cx="315595" cy="1334770"/>
                      <wp:effectExtent l="0" t="0" r="8255" b="0"/>
                      <wp:wrapNone/>
                      <wp:docPr id="79" name="Freeform 8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15595" cy="1334770"/>
                              </a:xfrm>
                              <a:custGeom>
                                <a:avLst/>
                                <a:gdLst>
                                  <a:gd name="T0" fmla="*/ 6 w 497"/>
                                  <a:gd name="T1" fmla="*/ 0 h 2102"/>
                                  <a:gd name="T2" fmla="*/ 10 w 497"/>
                                  <a:gd name="T3" fmla="*/ 62 h 2102"/>
                                  <a:gd name="T4" fmla="*/ 21 w 497"/>
                                  <a:gd name="T5" fmla="*/ 345 h 2102"/>
                                  <a:gd name="T6" fmla="*/ 39 w 497"/>
                                  <a:gd name="T7" fmla="*/ 509 h 2102"/>
                                  <a:gd name="T8" fmla="*/ 79 w 497"/>
                                  <a:gd name="T9" fmla="*/ 691 h 2102"/>
                                  <a:gd name="T10" fmla="*/ 123 w 497"/>
                                  <a:gd name="T11" fmla="*/ 822 h 2102"/>
                                  <a:gd name="T12" fmla="*/ 155 w 497"/>
                                  <a:gd name="T13" fmla="*/ 912 h 2102"/>
                                  <a:gd name="T14" fmla="*/ 170 w 497"/>
                                  <a:gd name="T15" fmla="*/ 971 h 2102"/>
                                  <a:gd name="T16" fmla="*/ 184 w 497"/>
                                  <a:gd name="T17" fmla="*/ 992 h 2102"/>
                                  <a:gd name="T18" fmla="*/ 232 w 497"/>
                                  <a:gd name="T19" fmla="*/ 1105 h 2102"/>
                                  <a:gd name="T20" fmla="*/ 239 w 497"/>
                                  <a:gd name="T21" fmla="*/ 1131 h 2102"/>
                                  <a:gd name="T22" fmla="*/ 253 w 497"/>
                                  <a:gd name="T23" fmla="*/ 1152 h 2102"/>
                                  <a:gd name="T24" fmla="*/ 283 w 497"/>
                                  <a:gd name="T25" fmla="*/ 1218 h 2102"/>
                                  <a:gd name="T26" fmla="*/ 341 w 497"/>
                                  <a:gd name="T27" fmla="*/ 1352 h 2102"/>
                                  <a:gd name="T28" fmla="*/ 381 w 497"/>
                                  <a:gd name="T29" fmla="*/ 1447 h 2102"/>
                                  <a:gd name="T30" fmla="*/ 403 w 497"/>
                                  <a:gd name="T31" fmla="*/ 1502 h 2102"/>
                                  <a:gd name="T32" fmla="*/ 421 w 497"/>
                                  <a:gd name="T33" fmla="*/ 1552 h 2102"/>
                                  <a:gd name="T34" fmla="*/ 446 w 497"/>
                                  <a:gd name="T35" fmla="*/ 1629 h 2102"/>
                                  <a:gd name="T36" fmla="*/ 457 w 497"/>
                                  <a:gd name="T37" fmla="*/ 1709 h 2102"/>
                                  <a:gd name="T38" fmla="*/ 468 w 497"/>
                                  <a:gd name="T39" fmla="*/ 1778 h 2102"/>
                                  <a:gd name="T40" fmla="*/ 490 w 497"/>
                                  <a:gd name="T41" fmla="*/ 1909 h 2102"/>
                                  <a:gd name="T42" fmla="*/ 497 w 497"/>
                                  <a:gd name="T43" fmla="*/ 2011 h 2102"/>
                                  <a:gd name="T44" fmla="*/ 490 w 497"/>
                                  <a:gd name="T45" fmla="*/ 2102 h 2102"/>
                                  <a:gd name="T46" fmla="*/ 472 w 497"/>
                                  <a:gd name="T47" fmla="*/ 1854 h 2102"/>
                                  <a:gd name="T48" fmla="*/ 421 w 497"/>
                                  <a:gd name="T49" fmla="*/ 1585 h 2102"/>
                                  <a:gd name="T50" fmla="*/ 261 w 497"/>
                                  <a:gd name="T51" fmla="*/ 1192 h 2102"/>
                                  <a:gd name="T52" fmla="*/ 79 w 497"/>
                                  <a:gd name="T53" fmla="*/ 771 h 2102"/>
                                  <a:gd name="T54" fmla="*/ 24 w 497"/>
                                  <a:gd name="T55" fmla="*/ 505 h 2102"/>
                                  <a:gd name="T56" fmla="*/ 6 w 497"/>
                                  <a:gd name="T57" fmla="*/ 265 h 2102"/>
                                  <a:gd name="T58" fmla="*/ 6 w 497"/>
                                  <a:gd name="T59" fmla="*/ 0 h 210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</a:cxnLst>
                                <a:rect l="0" t="0" r="r" b="b"/>
                                <a:pathLst>
                                  <a:path w="497" h="2102">
                                    <a:moveTo>
                                      <a:pt x="6" y="0"/>
                                    </a:moveTo>
                                    <a:cubicBezTo>
                                      <a:pt x="1" y="21"/>
                                      <a:pt x="4" y="41"/>
                                      <a:pt x="10" y="62"/>
                                    </a:cubicBezTo>
                                    <a:cubicBezTo>
                                      <a:pt x="18" y="156"/>
                                      <a:pt x="0" y="253"/>
                                      <a:pt x="21" y="345"/>
                                    </a:cubicBezTo>
                                    <a:cubicBezTo>
                                      <a:pt x="26" y="399"/>
                                      <a:pt x="21" y="459"/>
                                      <a:pt x="39" y="509"/>
                                    </a:cubicBezTo>
                                    <a:cubicBezTo>
                                      <a:pt x="42" y="549"/>
                                      <a:pt x="48" y="656"/>
                                      <a:pt x="79" y="691"/>
                                    </a:cubicBezTo>
                                    <a:cubicBezTo>
                                      <a:pt x="89" y="737"/>
                                      <a:pt x="108" y="778"/>
                                      <a:pt x="123" y="822"/>
                                    </a:cubicBezTo>
                                    <a:cubicBezTo>
                                      <a:pt x="133" y="851"/>
                                      <a:pt x="137" y="886"/>
                                      <a:pt x="155" y="912"/>
                                    </a:cubicBezTo>
                                    <a:cubicBezTo>
                                      <a:pt x="158" y="930"/>
                                      <a:pt x="161" y="955"/>
                                      <a:pt x="170" y="971"/>
                                    </a:cubicBezTo>
                                    <a:cubicBezTo>
                                      <a:pt x="174" y="978"/>
                                      <a:pt x="184" y="992"/>
                                      <a:pt x="184" y="992"/>
                                    </a:cubicBezTo>
                                    <a:cubicBezTo>
                                      <a:pt x="190" y="1013"/>
                                      <a:pt x="217" y="1092"/>
                                      <a:pt x="232" y="1105"/>
                                    </a:cubicBezTo>
                                    <a:cubicBezTo>
                                      <a:pt x="234" y="1114"/>
                                      <a:pt x="237" y="1122"/>
                                      <a:pt x="239" y="1131"/>
                                    </a:cubicBezTo>
                                    <a:cubicBezTo>
                                      <a:pt x="241" y="1139"/>
                                      <a:pt x="253" y="1152"/>
                                      <a:pt x="253" y="1152"/>
                                    </a:cubicBezTo>
                                    <a:cubicBezTo>
                                      <a:pt x="259" y="1175"/>
                                      <a:pt x="262" y="1205"/>
                                      <a:pt x="283" y="1218"/>
                                    </a:cubicBezTo>
                                    <a:cubicBezTo>
                                      <a:pt x="296" y="1265"/>
                                      <a:pt x="326" y="1306"/>
                                      <a:pt x="341" y="1352"/>
                                    </a:cubicBezTo>
                                    <a:cubicBezTo>
                                      <a:pt x="349" y="1377"/>
                                      <a:pt x="362" y="1430"/>
                                      <a:pt x="381" y="1447"/>
                                    </a:cubicBezTo>
                                    <a:cubicBezTo>
                                      <a:pt x="386" y="1467"/>
                                      <a:pt x="396" y="1483"/>
                                      <a:pt x="403" y="1502"/>
                                    </a:cubicBezTo>
                                    <a:cubicBezTo>
                                      <a:pt x="409" y="1520"/>
                                      <a:pt x="409" y="1537"/>
                                      <a:pt x="421" y="1552"/>
                                    </a:cubicBezTo>
                                    <a:cubicBezTo>
                                      <a:pt x="428" y="1578"/>
                                      <a:pt x="439" y="1603"/>
                                      <a:pt x="446" y="1629"/>
                                    </a:cubicBezTo>
                                    <a:cubicBezTo>
                                      <a:pt x="448" y="1655"/>
                                      <a:pt x="448" y="1684"/>
                                      <a:pt x="457" y="1709"/>
                                    </a:cubicBezTo>
                                    <a:cubicBezTo>
                                      <a:pt x="460" y="1739"/>
                                      <a:pt x="459" y="1753"/>
                                      <a:pt x="468" y="1778"/>
                                    </a:cubicBezTo>
                                    <a:cubicBezTo>
                                      <a:pt x="474" y="1821"/>
                                      <a:pt x="475" y="1868"/>
                                      <a:pt x="490" y="1909"/>
                                    </a:cubicBezTo>
                                    <a:cubicBezTo>
                                      <a:pt x="491" y="1943"/>
                                      <a:pt x="497" y="1977"/>
                                      <a:pt x="497" y="2011"/>
                                    </a:cubicBezTo>
                                    <a:cubicBezTo>
                                      <a:pt x="497" y="2042"/>
                                      <a:pt x="490" y="2071"/>
                                      <a:pt x="490" y="2102"/>
                                    </a:cubicBezTo>
                                    <a:lnTo>
                                      <a:pt x="472" y="1854"/>
                                    </a:lnTo>
                                    <a:lnTo>
                                      <a:pt x="421" y="1585"/>
                                    </a:lnTo>
                                    <a:lnTo>
                                      <a:pt x="261" y="1192"/>
                                    </a:lnTo>
                                    <a:lnTo>
                                      <a:pt x="79" y="771"/>
                                    </a:lnTo>
                                    <a:lnTo>
                                      <a:pt x="24" y="505"/>
                                    </a:lnTo>
                                    <a:lnTo>
                                      <a:pt x="6" y="265"/>
                                    </a:lnTo>
                                    <a:lnTo>
                                      <a:pt x="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DCD135" id="Freeform 823" o:spid="_x0000_s1026" style="position:absolute;margin-left:303.55pt;margin-top:282.4pt;width:24.85pt;height:105.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97,21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" path="m6,c1,21,4,41,10,62,18,156,,253,21,345v5,54,,114,18,164c42,549,48,656,79,691v10,46,29,87,44,131c133,851,137,886,155,912v3,18,6,43,15,59c174,978,184,992,184,992v6,21,33,100,48,113c234,1114,237,1122,239,1131v2,8,14,21,14,21c259,1175,262,1205,283,1218v13,47,43,88,58,134c349,1377,362,1430,381,1447v5,20,15,36,22,55c409,1520,409,1537,421,1552v7,26,18,51,25,77c448,1655,448,1684,457,1709v3,30,2,44,11,69c474,1821,475,1868,490,1909v1,34,7,68,7,102c497,2042,490,2071,490,2102l472,1854,421,1585,261,1192,79,771,24,505,6,265,6,xe" fillcolor="#333">
                      <v:path arrowok="t" o:connecttype="custom" o:connectlocs="3810,0;6350,39370;13335,219075;24765,323215;50165,438785;78105,521970;98425,579120;107950,616585;116840,629920;147320,701675;151765,718185;160655,731520;179705,773430;216535,858520;241935,918845;255905,953770;267335,985520;283210,1034415;290195,1085215;297180,1129030;311150,1212215;315595,1276985;311150,1334770;299720,1177290;267335,1006475;165735,756920;50165,489585;15240,320675;3810,168275;3810,0" o:connectangles="0,0,0,0,0,0,0,0,0,0,0,0,0,0,0,0,0,0,0,0,0,0,0,0,0,0,0,0,0,0"/>
                    </v:shape>
                  </w:pict>
                </mc:Fallback>
              </mc:AlternateContent>
            </w:r>
            <w:r w:rsidR="00A53443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2586355</wp:posOffset>
                      </wp:positionH>
                      <wp:positionV relativeFrom="paragraph">
                        <wp:posOffset>23495</wp:posOffset>
                      </wp:positionV>
                      <wp:extent cx="605790" cy="1623060"/>
                      <wp:effectExtent l="0" t="0" r="3810" b="0"/>
                      <wp:wrapNone/>
                      <wp:docPr id="70" name="Freeform 8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05790" cy="1623060"/>
                              </a:xfrm>
                              <a:custGeom>
                                <a:avLst/>
                                <a:gdLst>
                                  <a:gd name="T0" fmla="*/ 930 w 954"/>
                                  <a:gd name="T1" fmla="*/ 0 h 2556"/>
                                  <a:gd name="T2" fmla="*/ 942 w 954"/>
                                  <a:gd name="T3" fmla="*/ 78 h 2556"/>
                                  <a:gd name="T4" fmla="*/ 954 w 954"/>
                                  <a:gd name="T5" fmla="*/ 114 h 2556"/>
                                  <a:gd name="T6" fmla="*/ 930 w 954"/>
                                  <a:gd name="T7" fmla="*/ 426 h 2556"/>
                                  <a:gd name="T8" fmla="*/ 930 w 954"/>
                                  <a:gd name="T9" fmla="*/ 714 h 2556"/>
                                  <a:gd name="T10" fmla="*/ 906 w 954"/>
                                  <a:gd name="T11" fmla="*/ 804 h 2556"/>
                                  <a:gd name="T12" fmla="*/ 864 w 954"/>
                                  <a:gd name="T13" fmla="*/ 990 h 2556"/>
                                  <a:gd name="T14" fmla="*/ 834 w 954"/>
                                  <a:gd name="T15" fmla="*/ 1044 h 2556"/>
                                  <a:gd name="T16" fmla="*/ 756 w 954"/>
                                  <a:gd name="T17" fmla="*/ 1206 h 2556"/>
                                  <a:gd name="T18" fmla="*/ 720 w 954"/>
                                  <a:gd name="T19" fmla="*/ 1254 h 2556"/>
                                  <a:gd name="T20" fmla="*/ 690 w 954"/>
                                  <a:gd name="T21" fmla="*/ 1308 h 2556"/>
                                  <a:gd name="T22" fmla="*/ 624 w 954"/>
                                  <a:gd name="T23" fmla="*/ 1416 h 2556"/>
                                  <a:gd name="T24" fmla="*/ 588 w 954"/>
                                  <a:gd name="T25" fmla="*/ 1470 h 2556"/>
                                  <a:gd name="T26" fmla="*/ 552 w 954"/>
                                  <a:gd name="T27" fmla="*/ 1524 h 2556"/>
                                  <a:gd name="T28" fmla="*/ 498 w 954"/>
                                  <a:gd name="T29" fmla="*/ 1596 h 2556"/>
                                  <a:gd name="T30" fmla="*/ 438 w 954"/>
                                  <a:gd name="T31" fmla="*/ 1686 h 2556"/>
                                  <a:gd name="T32" fmla="*/ 366 w 954"/>
                                  <a:gd name="T33" fmla="*/ 1812 h 2556"/>
                                  <a:gd name="T34" fmla="*/ 318 w 954"/>
                                  <a:gd name="T35" fmla="*/ 1878 h 2556"/>
                                  <a:gd name="T36" fmla="*/ 276 w 954"/>
                                  <a:gd name="T37" fmla="*/ 1950 h 2556"/>
                                  <a:gd name="T38" fmla="*/ 216 w 954"/>
                                  <a:gd name="T39" fmla="*/ 2022 h 2556"/>
                                  <a:gd name="T40" fmla="*/ 216 w 954"/>
                                  <a:gd name="T41" fmla="*/ 2070 h 2556"/>
                                  <a:gd name="T42" fmla="*/ 96 w 954"/>
                                  <a:gd name="T43" fmla="*/ 2334 h 2556"/>
                                  <a:gd name="T44" fmla="*/ 72 w 954"/>
                                  <a:gd name="T45" fmla="*/ 2376 h 2556"/>
                                  <a:gd name="T46" fmla="*/ 48 w 954"/>
                                  <a:gd name="T47" fmla="*/ 2448 h 2556"/>
                                  <a:gd name="T48" fmla="*/ 0 w 954"/>
                                  <a:gd name="T49" fmla="*/ 2556 h 2556"/>
                                  <a:gd name="T50" fmla="*/ 138 w 954"/>
                                  <a:gd name="T51" fmla="*/ 2184 h 2556"/>
                                  <a:gd name="T52" fmla="*/ 366 w 954"/>
                                  <a:gd name="T53" fmla="*/ 1818 h 2556"/>
                                  <a:gd name="T54" fmla="*/ 702 w 954"/>
                                  <a:gd name="T55" fmla="*/ 1272 h 2556"/>
                                  <a:gd name="T56" fmla="*/ 864 w 954"/>
                                  <a:gd name="T57" fmla="*/ 942 h 2556"/>
                                  <a:gd name="T58" fmla="*/ 918 w 954"/>
                                  <a:gd name="T59" fmla="*/ 672 h 2556"/>
                                  <a:gd name="T60" fmla="*/ 924 w 954"/>
                                  <a:gd name="T61" fmla="*/ 354 h 2556"/>
                                  <a:gd name="T62" fmla="*/ 942 w 954"/>
                                  <a:gd name="T63" fmla="*/ 54 h 255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</a:cxnLst>
                                <a:rect l="0" t="0" r="r" b="b"/>
                                <a:pathLst>
                                  <a:path w="954" h="2556">
                                    <a:moveTo>
                                      <a:pt x="930" y="0"/>
                                    </a:moveTo>
                                    <a:cubicBezTo>
                                      <a:pt x="934" y="26"/>
                                      <a:pt x="936" y="52"/>
                                      <a:pt x="942" y="78"/>
                                    </a:cubicBezTo>
                                    <a:cubicBezTo>
                                      <a:pt x="945" y="90"/>
                                      <a:pt x="954" y="114"/>
                                      <a:pt x="954" y="114"/>
                                    </a:cubicBezTo>
                                    <a:cubicBezTo>
                                      <a:pt x="947" y="218"/>
                                      <a:pt x="939" y="322"/>
                                      <a:pt x="930" y="426"/>
                                    </a:cubicBezTo>
                                    <a:cubicBezTo>
                                      <a:pt x="943" y="552"/>
                                      <a:pt x="940" y="502"/>
                                      <a:pt x="930" y="714"/>
                                    </a:cubicBezTo>
                                    <a:cubicBezTo>
                                      <a:pt x="929" y="745"/>
                                      <a:pt x="911" y="775"/>
                                      <a:pt x="906" y="804"/>
                                    </a:cubicBezTo>
                                    <a:cubicBezTo>
                                      <a:pt x="896" y="866"/>
                                      <a:pt x="878" y="929"/>
                                      <a:pt x="864" y="990"/>
                                    </a:cubicBezTo>
                                    <a:cubicBezTo>
                                      <a:pt x="852" y="1044"/>
                                      <a:pt x="865" y="951"/>
                                      <a:pt x="834" y="1044"/>
                                    </a:cubicBezTo>
                                    <a:cubicBezTo>
                                      <a:pt x="814" y="1105"/>
                                      <a:pt x="792" y="1152"/>
                                      <a:pt x="756" y="1206"/>
                                    </a:cubicBezTo>
                                    <a:cubicBezTo>
                                      <a:pt x="743" y="1226"/>
                                      <a:pt x="740" y="1240"/>
                                      <a:pt x="720" y="1254"/>
                                    </a:cubicBezTo>
                                    <a:cubicBezTo>
                                      <a:pt x="713" y="1282"/>
                                      <a:pt x="714" y="1292"/>
                                      <a:pt x="690" y="1308"/>
                                    </a:cubicBezTo>
                                    <a:cubicBezTo>
                                      <a:pt x="677" y="1348"/>
                                      <a:pt x="637" y="1377"/>
                                      <a:pt x="624" y="1416"/>
                                    </a:cubicBezTo>
                                    <a:cubicBezTo>
                                      <a:pt x="616" y="1440"/>
                                      <a:pt x="606" y="1452"/>
                                      <a:pt x="588" y="1470"/>
                                    </a:cubicBezTo>
                                    <a:cubicBezTo>
                                      <a:pt x="580" y="1495"/>
                                      <a:pt x="568" y="1504"/>
                                      <a:pt x="552" y="1524"/>
                                    </a:cubicBezTo>
                                    <a:cubicBezTo>
                                      <a:pt x="532" y="1550"/>
                                      <a:pt x="521" y="1573"/>
                                      <a:pt x="498" y="1596"/>
                                    </a:cubicBezTo>
                                    <a:cubicBezTo>
                                      <a:pt x="486" y="1631"/>
                                      <a:pt x="464" y="1660"/>
                                      <a:pt x="438" y="1686"/>
                                    </a:cubicBezTo>
                                    <a:cubicBezTo>
                                      <a:pt x="423" y="1732"/>
                                      <a:pt x="393" y="1772"/>
                                      <a:pt x="366" y="1812"/>
                                    </a:cubicBezTo>
                                    <a:cubicBezTo>
                                      <a:pt x="351" y="1835"/>
                                      <a:pt x="340" y="1864"/>
                                      <a:pt x="318" y="1878"/>
                                    </a:cubicBezTo>
                                    <a:cubicBezTo>
                                      <a:pt x="308" y="1909"/>
                                      <a:pt x="299" y="1927"/>
                                      <a:pt x="276" y="1950"/>
                                    </a:cubicBezTo>
                                    <a:cubicBezTo>
                                      <a:pt x="256" y="1970"/>
                                      <a:pt x="222" y="1990"/>
                                      <a:pt x="216" y="2022"/>
                                    </a:cubicBezTo>
                                    <a:cubicBezTo>
                                      <a:pt x="213" y="2038"/>
                                      <a:pt x="216" y="2054"/>
                                      <a:pt x="216" y="2070"/>
                                    </a:cubicBezTo>
                                    <a:cubicBezTo>
                                      <a:pt x="162" y="2157"/>
                                      <a:pt x="121" y="2235"/>
                                      <a:pt x="96" y="2334"/>
                                    </a:cubicBezTo>
                                    <a:cubicBezTo>
                                      <a:pt x="89" y="2361"/>
                                      <a:pt x="82" y="2353"/>
                                      <a:pt x="72" y="2376"/>
                                    </a:cubicBezTo>
                                    <a:cubicBezTo>
                                      <a:pt x="62" y="2398"/>
                                      <a:pt x="56" y="2425"/>
                                      <a:pt x="48" y="2448"/>
                                    </a:cubicBezTo>
                                    <a:cubicBezTo>
                                      <a:pt x="36" y="2485"/>
                                      <a:pt x="0" y="2516"/>
                                      <a:pt x="0" y="2556"/>
                                    </a:cubicBezTo>
                                    <a:lnTo>
                                      <a:pt x="138" y="2184"/>
                                    </a:lnTo>
                                    <a:lnTo>
                                      <a:pt x="366" y="1818"/>
                                    </a:lnTo>
                                    <a:lnTo>
                                      <a:pt x="702" y="1272"/>
                                    </a:lnTo>
                                    <a:lnTo>
                                      <a:pt x="864" y="942"/>
                                    </a:lnTo>
                                    <a:lnTo>
                                      <a:pt x="918" y="672"/>
                                    </a:lnTo>
                                    <a:lnTo>
                                      <a:pt x="924" y="354"/>
                                    </a:lnTo>
                                    <a:lnTo>
                                      <a:pt x="942" y="54"/>
                                    </a:lnTo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4F7291" id="Freeform 814" o:spid="_x0000_s1026" style="position:absolute;margin-left:203.65pt;margin-top:1.85pt;width:47.7pt;height:127.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54,2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" path="m930,v4,26,6,52,12,78c945,90,954,114,954,114v-7,104,-15,208,-24,312c943,552,940,502,930,714v-1,31,-19,61,-24,90c896,866,878,929,864,990v-12,54,1,-39,-30,54c814,1105,792,1152,756,1206v-13,20,-16,34,-36,48c713,1282,714,1292,690,1308v-13,40,-53,69,-66,108c616,1440,606,1452,588,1470v-8,25,-20,34,-36,54c532,1550,521,1573,498,1596v-12,35,-34,64,-60,90c423,1732,393,1772,366,1812v-15,23,-26,52,-48,66c308,1909,299,1927,276,1950v-20,20,-54,40,-60,72c213,2038,216,2054,216,2070v-54,87,-95,165,-120,264c89,2361,82,2353,72,2376v-10,22,-16,49,-24,72c36,2485,,2516,,2556l138,2184,366,1818,702,1272,864,942,918,672r6,-318l942,54e" fillcolor="#333">
                      <v:path arrowok="t" o:connecttype="custom" o:connectlocs="590550,0;598170,49530;605790,72390;590550,270510;590550,453390;575310,510540;548640,628650;529590,662940;480060,765810;457200,796290;438150,830580;396240,899160;373380,933450;350520,967740;316230,1013460;278130,1070610;232410,1150620;201930,1192530;175260,1238250;137160,1283970;137160,1314450;60960,1482090;45720,1508760;30480,1554480;0,1623060;87630,1386840;232410,1154430;445770,807720;548640,598170;582930,426720;586740,224790;598170,34290" o:connectangles="0,0,0,0,0,0,0,0,0,0,0,0,0,0,0,0,0,0,0,0,0,0,0,0,0,0,0,0,0,0,0,0"/>
                    </v:shape>
                  </w:pict>
                </mc:Fallback>
              </mc:AlternateContent>
            </w:r>
            <w:r w:rsidR="00A53443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3293110</wp:posOffset>
                      </wp:positionH>
                      <wp:positionV relativeFrom="paragraph">
                        <wp:posOffset>252095</wp:posOffset>
                      </wp:positionV>
                      <wp:extent cx="436245" cy="1360170"/>
                      <wp:effectExtent l="0" t="0" r="1905" b="0"/>
                      <wp:wrapNone/>
                      <wp:docPr id="71" name="Freeform 8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36245" cy="1360170"/>
                              </a:xfrm>
                              <a:custGeom>
                                <a:avLst/>
                                <a:gdLst>
                                  <a:gd name="T0" fmla="*/ 9 w 687"/>
                                  <a:gd name="T1" fmla="*/ 0 h 2142"/>
                                  <a:gd name="T2" fmla="*/ 27 w 687"/>
                                  <a:gd name="T3" fmla="*/ 402 h 2142"/>
                                  <a:gd name="T4" fmla="*/ 33 w 687"/>
                                  <a:gd name="T5" fmla="*/ 498 h 2142"/>
                                  <a:gd name="T6" fmla="*/ 45 w 687"/>
                                  <a:gd name="T7" fmla="*/ 516 h 2142"/>
                                  <a:gd name="T8" fmla="*/ 57 w 687"/>
                                  <a:gd name="T9" fmla="*/ 552 h 2142"/>
                                  <a:gd name="T10" fmla="*/ 99 w 687"/>
                                  <a:gd name="T11" fmla="*/ 768 h 2142"/>
                                  <a:gd name="T12" fmla="*/ 135 w 687"/>
                                  <a:gd name="T13" fmla="*/ 840 h 2142"/>
                                  <a:gd name="T14" fmla="*/ 165 w 687"/>
                                  <a:gd name="T15" fmla="*/ 912 h 2142"/>
                                  <a:gd name="T16" fmla="*/ 195 w 687"/>
                                  <a:gd name="T17" fmla="*/ 1026 h 2142"/>
                                  <a:gd name="T18" fmla="*/ 255 w 687"/>
                                  <a:gd name="T19" fmla="*/ 1134 h 2142"/>
                                  <a:gd name="T20" fmla="*/ 339 w 687"/>
                                  <a:gd name="T21" fmla="*/ 1314 h 2142"/>
                                  <a:gd name="T22" fmla="*/ 387 w 687"/>
                                  <a:gd name="T23" fmla="*/ 1404 h 2142"/>
                                  <a:gd name="T24" fmla="*/ 411 w 687"/>
                                  <a:gd name="T25" fmla="*/ 1440 h 2142"/>
                                  <a:gd name="T26" fmla="*/ 465 w 687"/>
                                  <a:gd name="T27" fmla="*/ 1584 h 2142"/>
                                  <a:gd name="T28" fmla="*/ 555 w 687"/>
                                  <a:gd name="T29" fmla="*/ 1752 h 2142"/>
                                  <a:gd name="T30" fmla="*/ 573 w 687"/>
                                  <a:gd name="T31" fmla="*/ 1788 h 2142"/>
                                  <a:gd name="T32" fmla="*/ 585 w 687"/>
                                  <a:gd name="T33" fmla="*/ 1824 h 2142"/>
                                  <a:gd name="T34" fmla="*/ 621 w 687"/>
                                  <a:gd name="T35" fmla="*/ 1950 h 2142"/>
                                  <a:gd name="T36" fmla="*/ 669 w 687"/>
                                  <a:gd name="T37" fmla="*/ 2082 h 2142"/>
                                  <a:gd name="T38" fmla="*/ 687 w 687"/>
                                  <a:gd name="T39" fmla="*/ 2142 h 2142"/>
                                  <a:gd name="T40" fmla="*/ 621 w 687"/>
                                  <a:gd name="T41" fmla="*/ 1908 h 2142"/>
                                  <a:gd name="T42" fmla="*/ 345 w 687"/>
                                  <a:gd name="T43" fmla="*/ 1284 h 2142"/>
                                  <a:gd name="T44" fmla="*/ 153 w 687"/>
                                  <a:gd name="T45" fmla="*/ 858 h 2142"/>
                                  <a:gd name="T46" fmla="*/ 69 w 687"/>
                                  <a:gd name="T47" fmla="*/ 612 h 2142"/>
                                  <a:gd name="T48" fmla="*/ 39 w 687"/>
                                  <a:gd name="T49" fmla="*/ 342 h 2142"/>
                                  <a:gd name="T50" fmla="*/ 9 w 687"/>
                                  <a:gd name="T51" fmla="*/ 36 h 214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</a:cxnLst>
                                <a:rect l="0" t="0" r="r" b="b"/>
                                <a:pathLst>
                                  <a:path w="687" h="2142">
                                    <a:moveTo>
                                      <a:pt x="9" y="0"/>
                                    </a:moveTo>
                                    <a:cubicBezTo>
                                      <a:pt x="0" y="137"/>
                                      <a:pt x="8" y="268"/>
                                      <a:pt x="27" y="402"/>
                                    </a:cubicBezTo>
                                    <a:cubicBezTo>
                                      <a:pt x="29" y="434"/>
                                      <a:pt x="28" y="466"/>
                                      <a:pt x="33" y="498"/>
                                    </a:cubicBezTo>
                                    <a:cubicBezTo>
                                      <a:pt x="34" y="505"/>
                                      <a:pt x="42" y="509"/>
                                      <a:pt x="45" y="516"/>
                                    </a:cubicBezTo>
                                    <a:cubicBezTo>
                                      <a:pt x="50" y="528"/>
                                      <a:pt x="57" y="552"/>
                                      <a:pt x="57" y="552"/>
                                    </a:cubicBezTo>
                                    <a:cubicBezTo>
                                      <a:pt x="62" y="620"/>
                                      <a:pt x="71" y="703"/>
                                      <a:pt x="99" y="768"/>
                                    </a:cubicBezTo>
                                    <a:cubicBezTo>
                                      <a:pt x="109" y="792"/>
                                      <a:pt x="124" y="816"/>
                                      <a:pt x="135" y="840"/>
                                    </a:cubicBezTo>
                                    <a:cubicBezTo>
                                      <a:pt x="147" y="867"/>
                                      <a:pt x="149" y="888"/>
                                      <a:pt x="165" y="912"/>
                                    </a:cubicBezTo>
                                    <a:cubicBezTo>
                                      <a:pt x="170" y="933"/>
                                      <a:pt x="186" y="1010"/>
                                      <a:pt x="195" y="1026"/>
                                    </a:cubicBezTo>
                                    <a:cubicBezTo>
                                      <a:pt x="215" y="1062"/>
                                      <a:pt x="238" y="1096"/>
                                      <a:pt x="255" y="1134"/>
                                    </a:cubicBezTo>
                                    <a:cubicBezTo>
                                      <a:pt x="282" y="1194"/>
                                      <a:pt x="307" y="1256"/>
                                      <a:pt x="339" y="1314"/>
                                    </a:cubicBezTo>
                                    <a:cubicBezTo>
                                      <a:pt x="356" y="1344"/>
                                      <a:pt x="371" y="1374"/>
                                      <a:pt x="387" y="1404"/>
                                    </a:cubicBezTo>
                                    <a:cubicBezTo>
                                      <a:pt x="394" y="1417"/>
                                      <a:pt x="406" y="1426"/>
                                      <a:pt x="411" y="1440"/>
                                    </a:cubicBezTo>
                                    <a:cubicBezTo>
                                      <a:pt x="427" y="1489"/>
                                      <a:pt x="446" y="1528"/>
                                      <a:pt x="465" y="1584"/>
                                    </a:cubicBezTo>
                                    <a:cubicBezTo>
                                      <a:pt x="549" y="1727"/>
                                      <a:pt x="527" y="1668"/>
                                      <a:pt x="555" y="1752"/>
                                    </a:cubicBezTo>
                                    <a:cubicBezTo>
                                      <a:pt x="577" y="1818"/>
                                      <a:pt x="542" y="1718"/>
                                      <a:pt x="573" y="1788"/>
                                    </a:cubicBezTo>
                                    <a:cubicBezTo>
                                      <a:pt x="578" y="1800"/>
                                      <a:pt x="585" y="1824"/>
                                      <a:pt x="585" y="1824"/>
                                    </a:cubicBezTo>
                                    <a:cubicBezTo>
                                      <a:pt x="590" y="1870"/>
                                      <a:pt x="595" y="1912"/>
                                      <a:pt x="621" y="1950"/>
                                    </a:cubicBezTo>
                                    <a:cubicBezTo>
                                      <a:pt x="633" y="1997"/>
                                      <a:pt x="654" y="2036"/>
                                      <a:pt x="669" y="2082"/>
                                    </a:cubicBezTo>
                                    <a:cubicBezTo>
                                      <a:pt x="675" y="2101"/>
                                      <a:pt x="687" y="2122"/>
                                      <a:pt x="687" y="2142"/>
                                    </a:cubicBezTo>
                                    <a:lnTo>
                                      <a:pt x="621" y="1908"/>
                                    </a:lnTo>
                                    <a:lnTo>
                                      <a:pt x="345" y="1284"/>
                                    </a:lnTo>
                                    <a:lnTo>
                                      <a:pt x="153" y="858"/>
                                    </a:lnTo>
                                    <a:lnTo>
                                      <a:pt x="69" y="612"/>
                                    </a:lnTo>
                                    <a:lnTo>
                                      <a:pt x="39" y="342"/>
                                    </a:lnTo>
                                    <a:lnTo>
                                      <a:pt x="9" y="36"/>
                                    </a:lnTo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B14A3E" id="Freeform 815" o:spid="_x0000_s1026" style="position:absolute;margin-left:259.3pt;margin-top:19.85pt;width:34.35pt;height:107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87,21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" path="m9,c,137,8,268,27,402v2,32,1,64,6,96c34,505,42,509,45,516v5,12,12,36,12,36c62,620,71,703,99,768v10,24,25,48,36,72c147,867,149,888,165,912v5,21,21,98,30,114c215,1062,238,1096,255,1134v27,60,52,122,84,180c356,1344,371,1374,387,1404v7,13,19,22,24,36c427,1489,446,1528,465,1584v84,143,62,84,90,168c577,1818,542,1718,573,1788v5,12,12,36,12,36c590,1870,595,1912,621,1950v12,47,33,86,48,132c675,2101,687,2122,687,2142l621,1908,345,1284,153,858,69,612,39,342,9,36e" fillcolor="#333">
                      <v:path arrowok="t" o:connecttype="custom" o:connectlocs="5715,0;17145,255270;20955,316230;28575,327660;36195,350520;62865,487680;85725,533400;104775,579120;123825,651510;161925,720090;215265,834390;245745,891540;260985,914400;295275,1005840;352425,1112520;363855,1135380;371475,1158240;394335,1238250;424815,1322070;436245,1360170;394335,1211580;219075,815340;97155,544830;43815,388620;24765,217170;5715,22860" o:connectangles="0,0,0,0,0,0,0,0,0,0,0,0,0,0,0,0,0,0,0,0,0,0,0,0,0,0"/>
                    </v:shape>
                  </w:pict>
                </mc:Fallback>
              </mc:AlternateContent>
            </w:r>
            <w:r w:rsidR="00A53443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2155825</wp:posOffset>
                      </wp:positionH>
                      <wp:positionV relativeFrom="paragraph">
                        <wp:posOffset>1646555</wp:posOffset>
                      </wp:positionV>
                      <wp:extent cx="430530" cy="1672590"/>
                      <wp:effectExtent l="0" t="0" r="7620" b="3810"/>
                      <wp:wrapNone/>
                      <wp:docPr id="72" name="Freeform 8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30530" cy="1672590"/>
                              </a:xfrm>
                              <a:custGeom>
                                <a:avLst/>
                                <a:gdLst>
                                  <a:gd name="T0" fmla="*/ 678 w 678"/>
                                  <a:gd name="T1" fmla="*/ 0 h 2634"/>
                                  <a:gd name="T2" fmla="*/ 648 w 678"/>
                                  <a:gd name="T3" fmla="*/ 126 h 2634"/>
                                  <a:gd name="T4" fmla="*/ 624 w 678"/>
                                  <a:gd name="T5" fmla="*/ 258 h 2634"/>
                                  <a:gd name="T6" fmla="*/ 612 w 678"/>
                                  <a:gd name="T7" fmla="*/ 294 h 2634"/>
                                  <a:gd name="T8" fmla="*/ 600 w 678"/>
                                  <a:gd name="T9" fmla="*/ 342 h 2634"/>
                                  <a:gd name="T10" fmla="*/ 534 w 678"/>
                                  <a:gd name="T11" fmla="*/ 672 h 2634"/>
                                  <a:gd name="T12" fmla="*/ 492 w 678"/>
                                  <a:gd name="T13" fmla="*/ 870 h 2634"/>
                                  <a:gd name="T14" fmla="*/ 468 w 678"/>
                                  <a:gd name="T15" fmla="*/ 912 h 2634"/>
                                  <a:gd name="T16" fmla="*/ 444 w 678"/>
                                  <a:gd name="T17" fmla="*/ 978 h 2634"/>
                                  <a:gd name="T18" fmla="*/ 432 w 678"/>
                                  <a:gd name="T19" fmla="*/ 1014 h 2634"/>
                                  <a:gd name="T20" fmla="*/ 438 w 678"/>
                                  <a:gd name="T21" fmla="*/ 1080 h 2634"/>
                                  <a:gd name="T22" fmla="*/ 366 w 678"/>
                                  <a:gd name="T23" fmla="*/ 1434 h 2634"/>
                                  <a:gd name="T24" fmla="*/ 306 w 678"/>
                                  <a:gd name="T25" fmla="*/ 1656 h 2634"/>
                                  <a:gd name="T26" fmla="*/ 294 w 678"/>
                                  <a:gd name="T27" fmla="*/ 1710 h 2634"/>
                                  <a:gd name="T28" fmla="*/ 282 w 678"/>
                                  <a:gd name="T29" fmla="*/ 1746 h 2634"/>
                                  <a:gd name="T30" fmla="*/ 258 w 678"/>
                                  <a:gd name="T31" fmla="*/ 1896 h 2634"/>
                                  <a:gd name="T32" fmla="*/ 204 w 678"/>
                                  <a:gd name="T33" fmla="*/ 2064 h 2634"/>
                                  <a:gd name="T34" fmla="*/ 192 w 678"/>
                                  <a:gd name="T35" fmla="*/ 2130 h 2634"/>
                                  <a:gd name="T36" fmla="*/ 144 w 678"/>
                                  <a:gd name="T37" fmla="*/ 2274 h 2634"/>
                                  <a:gd name="T38" fmla="*/ 120 w 678"/>
                                  <a:gd name="T39" fmla="*/ 2376 h 2634"/>
                                  <a:gd name="T40" fmla="*/ 90 w 678"/>
                                  <a:gd name="T41" fmla="*/ 2484 h 2634"/>
                                  <a:gd name="T42" fmla="*/ 66 w 678"/>
                                  <a:gd name="T43" fmla="*/ 2520 h 2634"/>
                                  <a:gd name="T44" fmla="*/ 30 w 678"/>
                                  <a:gd name="T45" fmla="*/ 2586 h 2634"/>
                                  <a:gd name="T46" fmla="*/ 0 w 678"/>
                                  <a:gd name="T47" fmla="*/ 2634 h 2634"/>
                                  <a:gd name="T48" fmla="*/ 120 w 678"/>
                                  <a:gd name="T49" fmla="*/ 2334 h 2634"/>
                                  <a:gd name="T50" fmla="*/ 300 w 678"/>
                                  <a:gd name="T51" fmla="*/ 1632 h 2634"/>
                                  <a:gd name="T52" fmla="*/ 522 w 678"/>
                                  <a:gd name="T53" fmla="*/ 690 h 2634"/>
                                  <a:gd name="T54" fmla="*/ 678 w 678"/>
                                  <a:gd name="T55" fmla="*/ 0 h 263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</a:cxnLst>
                                <a:rect l="0" t="0" r="r" b="b"/>
                                <a:pathLst>
                                  <a:path w="678" h="2634">
                                    <a:moveTo>
                                      <a:pt x="678" y="0"/>
                                    </a:moveTo>
                                    <a:cubicBezTo>
                                      <a:pt x="673" y="43"/>
                                      <a:pt x="662" y="85"/>
                                      <a:pt x="648" y="126"/>
                                    </a:cubicBezTo>
                                    <a:cubicBezTo>
                                      <a:pt x="642" y="171"/>
                                      <a:pt x="637" y="215"/>
                                      <a:pt x="624" y="258"/>
                                    </a:cubicBezTo>
                                    <a:cubicBezTo>
                                      <a:pt x="620" y="270"/>
                                      <a:pt x="616" y="282"/>
                                      <a:pt x="612" y="294"/>
                                    </a:cubicBezTo>
                                    <a:cubicBezTo>
                                      <a:pt x="607" y="310"/>
                                      <a:pt x="600" y="342"/>
                                      <a:pt x="600" y="342"/>
                                    </a:cubicBezTo>
                                    <a:cubicBezTo>
                                      <a:pt x="590" y="453"/>
                                      <a:pt x="569" y="566"/>
                                      <a:pt x="534" y="672"/>
                                    </a:cubicBezTo>
                                    <a:cubicBezTo>
                                      <a:pt x="527" y="737"/>
                                      <a:pt x="518" y="809"/>
                                      <a:pt x="492" y="870"/>
                                    </a:cubicBezTo>
                                    <a:cubicBezTo>
                                      <a:pt x="486" y="885"/>
                                      <a:pt x="474" y="897"/>
                                      <a:pt x="468" y="912"/>
                                    </a:cubicBezTo>
                                    <a:cubicBezTo>
                                      <a:pt x="459" y="933"/>
                                      <a:pt x="453" y="956"/>
                                      <a:pt x="444" y="978"/>
                                    </a:cubicBezTo>
                                    <a:cubicBezTo>
                                      <a:pt x="439" y="990"/>
                                      <a:pt x="432" y="1014"/>
                                      <a:pt x="432" y="1014"/>
                                    </a:cubicBezTo>
                                    <a:cubicBezTo>
                                      <a:pt x="434" y="1036"/>
                                      <a:pt x="438" y="1080"/>
                                      <a:pt x="438" y="1080"/>
                                    </a:cubicBezTo>
                                    <a:cubicBezTo>
                                      <a:pt x="433" y="1113"/>
                                      <a:pt x="416" y="1359"/>
                                      <a:pt x="366" y="1434"/>
                                    </a:cubicBezTo>
                                    <a:cubicBezTo>
                                      <a:pt x="351" y="1507"/>
                                      <a:pt x="330" y="1585"/>
                                      <a:pt x="306" y="1656"/>
                                    </a:cubicBezTo>
                                    <a:cubicBezTo>
                                      <a:pt x="289" y="1707"/>
                                      <a:pt x="315" y="1626"/>
                                      <a:pt x="294" y="1710"/>
                                    </a:cubicBezTo>
                                    <a:cubicBezTo>
                                      <a:pt x="291" y="1722"/>
                                      <a:pt x="282" y="1746"/>
                                      <a:pt x="282" y="1746"/>
                                    </a:cubicBezTo>
                                    <a:cubicBezTo>
                                      <a:pt x="278" y="1796"/>
                                      <a:pt x="273" y="1847"/>
                                      <a:pt x="258" y="1896"/>
                                    </a:cubicBezTo>
                                    <a:cubicBezTo>
                                      <a:pt x="241" y="1952"/>
                                      <a:pt x="217" y="2007"/>
                                      <a:pt x="204" y="2064"/>
                                    </a:cubicBezTo>
                                    <a:cubicBezTo>
                                      <a:pt x="199" y="2089"/>
                                      <a:pt x="199" y="2106"/>
                                      <a:pt x="192" y="2130"/>
                                    </a:cubicBezTo>
                                    <a:cubicBezTo>
                                      <a:pt x="179" y="2179"/>
                                      <a:pt x="156" y="2225"/>
                                      <a:pt x="144" y="2274"/>
                                    </a:cubicBezTo>
                                    <a:cubicBezTo>
                                      <a:pt x="135" y="2309"/>
                                      <a:pt x="131" y="2342"/>
                                      <a:pt x="120" y="2376"/>
                                    </a:cubicBezTo>
                                    <a:cubicBezTo>
                                      <a:pt x="108" y="2411"/>
                                      <a:pt x="102" y="2449"/>
                                      <a:pt x="90" y="2484"/>
                                    </a:cubicBezTo>
                                    <a:cubicBezTo>
                                      <a:pt x="85" y="2498"/>
                                      <a:pt x="71" y="2506"/>
                                      <a:pt x="66" y="2520"/>
                                    </a:cubicBezTo>
                                    <a:cubicBezTo>
                                      <a:pt x="55" y="2554"/>
                                      <a:pt x="57" y="2568"/>
                                      <a:pt x="30" y="2586"/>
                                    </a:cubicBezTo>
                                    <a:cubicBezTo>
                                      <a:pt x="16" y="2607"/>
                                      <a:pt x="0" y="2608"/>
                                      <a:pt x="0" y="2634"/>
                                    </a:cubicBezTo>
                                    <a:lnTo>
                                      <a:pt x="120" y="2334"/>
                                    </a:lnTo>
                                    <a:lnTo>
                                      <a:pt x="300" y="1632"/>
                                    </a:lnTo>
                                    <a:lnTo>
                                      <a:pt x="522" y="690"/>
                                    </a:lnTo>
                                    <a:lnTo>
                                      <a:pt x="67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46A0F1" id="Freeform 816" o:spid="_x0000_s1026" style="position:absolute;margin-left:169.75pt;margin-top:129.65pt;width:33.9pt;height:131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78,26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" path="m678,v-5,43,-16,85,-30,126c642,171,637,215,624,258v-4,12,-8,24,-12,36c607,310,600,342,600,342,590,453,569,566,534,672v-7,65,-16,137,-42,198c486,885,474,897,468,912v-9,21,-15,44,-24,66c439,990,432,1014,432,1014v2,22,6,66,6,66c433,1113,416,1359,366,1434v-15,73,-36,151,-60,222c289,1707,315,1626,294,1710v-3,12,-12,36,-12,36c278,1796,273,1847,258,1896v-17,56,-41,111,-54,168c199,2089,199,2106,192,2130v-13,49,-36,95,-48,144c135,2309,131,2342,120,2376v-12,35,-18,73,-30,108c85,2498,71,2506,66,2520v-11,34,-9,48,-36,66c16,2607,,2608,,2634l120,2334,300,1632,522,690,678,xe" fillcolor="#333">
                      <v:path arrowok="t" o:connecttype="custom" o:connectlocs="430530,0;411480,80010;396240,163830;388620,186690;381000,217170;339090,426720;312420,552450;297180,579120;281940,621030;274320,643890;278130,685800;232410,910590;194310,1051560;186690,1085850;179070,1108710;163830,1203960;129540,1310640;121920,1352550;91440,1443990;76200,1508760;57150,1577340;41910,1600200;19050,1642110;0,1672590;76200,1482090;190500,1036320;331470,438150;430530,0" o:connectangles="0,0,0,0,0,0,0,0,0,0,0,0,0,0,0,0,0,0,0,0,0,0,0,0,0,0,0,0"/>
                    </v:shape>
                  </w:pict>
                </mc:Fallback>
              </mc:AlternateContent>
            </w:r>
            <w:r w:rsidR="00A53443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3744595</wp:posOffset>
                      </wp:positionH>
                      <wp:positionV relativeFrom="paragraph">
                        <wp:posOffset>1726565</wp:posOffset>
                      </wp:positionV>
                      <wp:extent cx="198120" cy="1466850"/>
                      <wp:effectExtent l="0" t="0" r="0" b="0"/>
                      <wp:wrapNone/>
                      <wp:docPr id="73" name="Freeform 8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8120" cy="1466850"/>
                              </a:xfrm>
                              <a:custGeom>
                                <a:avLst/>
                                <a:gdLst>
                                  <a:gd name="T0" fmla="*/ 0 w 312"/>
                                  <a:gd name="T1" fmla="*/ 0 h 2310"/>
                                  <a:gd name="T2" fmla="*/ 24 w 312"/>
                                  <a:gd name="T3" fmla="*/ 318 h 2310"/>
                                  <a:gd name="T4" fmla="*/ 30 w 312"/>
                                  <a:gd name="T5" fmla="*/ 450 h 2310"/>
                                  <a:gd name="T6" fmla="*/ 60 w 312"/>
                                  <a:gd name="T7" fmla="*/ 522 h 2310"/>
                                  <a:gd name="T8" fmla="*/ 60 w 312"/>
                                  <a:gd name="T9" fmla="*/ 606 h 2310"/>
                                  <a:gd name="T10" fmla="*/ 78 w 312"/>
                                  <a:gd name="T11" fmla="*/ 936 h 2310"/>
                                  <a:gd name="T12" fmla="*/ 102 w 312"/>
                                  <a:gd name="T13" fmla="*/ 1164 h 2310"/>
                                  <a:gd name="T14" fmla="*/ 120 w 312"/>
                                  <a:gd name="T15" fmla="*/ 1404 h 2310"/>
                                  <a:gd name="T16" fmla="*/ 138 w 312"/>
                                  <a:gd name="T17" fmla="*/ 1458 h 2310"/>
                                  <a:gd name="T18" fmla="*/ 144 w 312"/>
                                  <a:gd name="T19" fmla="*/ 1476 h 2310"/>
                                  <a:gd name="T20" fmla="*/ 174 w 312"/>
                                  <a:gd name="T21" fmla="*/ 1578 h 2310"/>
                                  <a:gd name="T22" fmla="*/ 180 w 312"/>
                                  <a:gd name="T23" fmla="*/ 1770 h 2310"/>
                                  <a:gd name="T24" fmla="*/ 204 w 312"/>
                                  <a:gd name="T25" fmla="*/ 1842 h 2310"/>
                                  <a:gd name="T26" fmla="*/ 240 w 312"/>
                                  <a:gd name="T27" fmla="*/ 1956 h 2310"/>
                                  <a:gd name="T28" fmla="*/ 276 w 312"/>
                                  <a:gd name="T29" fmla="*/ 2190 h 2310"/>
                                  <a:gd name="T30" fmla="*/ 300 w 312"/>
                                  <a:gd name="T31" fmla="*/ 2292 h 2310"/>
                                  <a:gd name="T32" fmla="*/ 312 w 312"/>
                                  <a:gd name="T33" fmla="*/ 2310 h 2310"/>
                                  <a:gd name="T34" fmla="*/ 204 w 312"/>
                                  <a:gd name="T35" fmla="*/ 1782 h 2310"/>
                                  <a:gd name="T36" fmla="*/ 90 w 312"/>
                                  <a:gd name="T37" fmla="*/ 894 h 2310"/>
                                  <a:gd name="T38" fmla="*/ 42 w 312"/>
                                  <a:gd name="T39" fmla="*/ 324 h 2310"/>
                                  <a:gd name="T40" fmla="*/ 0 w 312"/>
                                  <a:gd name="T41" fmla="*/ 0 h 231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</a:cxnLst>
                                <a:rect l="0" t="0" r="r" b="b"/>
                                <a:pathLst>
                                  <a:path w="312" h="2310">
                                    <a:moveTo>
                                      <a:pt x="0" y="0"/>
                                    </a:moveTo>
                                    <a:cubicBezTo>
                                      <a:pt x="8" y="106"/>
                                      <a:pt x="17" y="212"/>
                                      <a:pt x="24" y="318"/>
                                    </a:cubicBezTo>
                                    <a:cubicBezTo>
                                      <a:pt x="27" y="362"/>
                                      <a:pt x="26" y="406"/>
                                      <a:pt x="30" y="450"/>
                                    </a:cubicBezTo>
                                    <a:cubicBezTo>
                                      <a:pt x="32" y="476"/>
                                      <a:pt x="60" y="522"/>
                                      <a:pt x="60" y="522"/>
                                    </a:cubicBezTo>
                                    <a:cubicBezTo>
                                      <a:pt x="46" y="564"/>
                                      <a:pt x="57" y="523"/>
                                      <a:pt x="60" y="606"/>
                                    </a:cubicBezTo>
                                    <a:cubicBezTo>
                                      <a:pt x="62" y="659"/>
                                      <a:pt x="47" y="843"/>
                                      <a:pt x="78" y="936"/>
                                    </a:cubicBezTo>
                                    <a:cubicBezTo>
                                      <a:pt x="82" y="1047"/>
                                      <a:pt x="81" y="1080"/>
                                      <a:pt x="102" y="1164"/>
                                    </a:cubicBezTo>
                                    <a:cubicBezTo>
                                      <a:pt x="109" y="1243"/>
                                      <a:pt x="111" y="1326"/>
                                      <a:pt x="120" y="1404"/>
                                    </a:cubicBezTo>
                                    <a:cubicBezTo>
                                      <a:pt x="120" y="1404"/>
                                      <a:pt x="135" y="1449"/>
                                      <a:pt x="138" y="1458"/>
                                    </a:cubicBezTo>
                                    <a:cubicBezTo>
                                      <a:pt x="140" y="1464"/>
                                      <a:pt x="144" y="1476"/>
                                      <a:pt x="144" y="1476"/>
                                    </a:cubicBezTo>
                                    <a:cubicBezTo>
                                      <a:pt x="150" y="1521"/>
                                      <a:pt x="161" y="1538"/>
                                      <a:pt x="174" y="1578"/>
                                    </a:cubicBezTo>
                                    <a:cubicBezTo>
                                      <a:pt x="176" y="1642"/>
                                      <a:pt x="175" y="1706"/>
                                      <a:pt x="180" y="1770"/>
                                    </a:cubicBezTo>
                                    <a:cubicBezTo>
                                      <a:pt x="182" y="1790"/>
                                      <a:pt x="197" y="1821"/>
                                      <a:pt x="204" y="1842"/>
                                    </a:cubicBezTo>
                                    <a:cubicBezTo>
                                      <a:pt x="217" y="1881"/>
                                      <a:pt x="221" y="1919"/>
                                      <a:pt x="240" y="1956"/>
                                    </a:cubicBezTo>
                                    <a:cubicBezTo>
                                      <a:pt x="247" y="2140"/>
                                      <a:pt x="238" y="2076"/>
                                      <a:pt x="276" y="2190"/>
                                    </a:cubicBezTo>
                                    <a:cubicBezTo>
                                      <a:pt x="287" y="2224"/>
                                      <a:pt x="290" y="2258"/>
                                      <a:pt x="300" y="2292"/>
                                    </a:cubicBezTo>
                                    <a:cubicBezTo>
                                      <a:pt x="302" y="2299"/>
                                      <a:pt x="312" y="2310"/>
                                      <a:pt x="312" y="2310"/>
                                    </a:cubicBezTo>
                                    <a:lnTo>
                                      <a:pt x="204" y="1782"/>
                                    </a:lnTo>
                                    <a:lnTo>
                                      <a:pt x="90" y="894"/>
                                    </a:lnTo>
                                    <a:lnTo>
                                      <a:pt x="42" y="32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841EA5" id="Freeform 817" o:spid="_x0000_s1026" style="position:absolute;margin-left:294.85pt;margin-top:135.95pt;width:15.6pt;height:115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12,23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" path="m,c8,106,17,212,24,318v3,44,2,88,6,132c32,476,60,522,60,522v-14,42,-3,1,,84c62,659,47,843,78,936v4,111,3,144,24,228c109,1243,111,1326,120,1404v,,15,45,18,54c140,1464,144,1476,144,1476v6,45,17,62,30,102c176,1642,175,1706,180,1770v2,20,17,51,24,72c217,1881,221,1919,240,1956v7,184,-2,120,36,234c287,2224,290,2258,300,2292v2,7,12,18,12,18l204,1782,90,894,42,324,,xe" fillcolor="#333">
                      <v:path arrowok="t" o:connecttype="custom" o:connectlocs="0,0;15240,201930;19050,285750;38100,331470;38100,384810;49530,594360;64770,739140;76200,891540;87630,925830;91440,937260;110490,1002030;114300,1123950;129540,1169670;152400,1242060;175260,1390650;190500,1455420;198120,1466850;129540,1131570;57150,567690;26670,205740;0,0" o:connectangles="0,0,0,0,0,0,0,0,0,0,0,0,0,0,0,0,0,0,0,0,0"/>
                    </v:shape>
                  </w:pict>
                </mc:Fallback>
              </mc:AlternateContent>
            </w:r>
            <w:r w:rsidR="00A53443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1889760</wp:posOffset>
                      </wp:positionH>
                      <wp:positionV relativeFrom="paragraph">
                        <wp:posOffset>3395345</wp:posOffset>
                      </wp:positionV>
                      <wp:extent cx="247015" cy="1474470"/>
                      <wp:effectExtent l="0" t="0" r="635" b="0"/>
                      <wp:wrapNone/>
                      <wp:docPr id="74" name="Freeform 8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47015" cy="1474470"/>
                              </a:xfrm>
                              <a:custGeom>
                                <a:avLst/>
                                <a:gdLst>
                                  <a:gd name="T0" fmla="*/ 389 w 389"/>
                                  <a:gd name="T1" fmla="*/ 0 h 2322"/>
                                  <a:gd name="T2" fmla="*/ 365 w 389"/>
                                  <a:gd name="T3" fmla="*/ 6 h 2322"/>
                                  <a:gd name="T4" fmla="*/ 341 w 389"/>
                                  <a:gd name="T5" fmla="*/ 42 h 2322"/>
                                  <a:gd name="T6" fmla="*/ 293 w 389"/>
                                  <a:gd name="T7" fmla="*/ 120 h 2322"/>
                                  <a:gd name="T8" fmla="*/ 281 w 389"/>
                                  <a:gd name="T9" fmla="*/ 138 h 2322"/>
                                  <a:gd name="T10" fmla="*/ 263 w 389"/>
                                  <a:gd name="T11" fmla="*/ 150 h 2322"/>
                                  <a:gd name="T12" fmla="*/ 257 w 389"/>
                                  <a:gd name="T13" fmla="*/ 168 h 2322"/>
                                  <a:gd name="T14" fmla="*/ 233 w 389"/>
                                  <a:gd name="T15" fmla="*/ 204 h 2322"/>
                                  <a:gd name="T16" fmla="*/ 179 w 389"/>
                                  <a:gd name="T17" fmla="*/ 312 h 2322"/>
                                  <a:gd name="T18" fmla="*/ 143 w 389"/>
                                  <a:gd name="T19" fmla="*/ 438 h 2322"/>
                                  <a:gd name="T20" fmla="*/ 113 w 389"/>
                                  <a:gd name="T21" fmla="*/ 558 h 2322"/>
                                  <a:gd name="T22" fmla="*/ 61 w 389"/>
                                  <a:gd name="T23" fmla="*/ 759 h 2322"/>
                                  <a:gd name="T24" fmla="*/ 41 w 389"/>
                                  <a:gd name="T25" fmla="*/ 1044 h 2322"/>
                                  <a:gd name="T26" fmla="*/ 23 w 389"/>
                                  <a:gd name="T27" fmla="*/ 1104 h 2322"/>
                                  <a:gd name="T28" fmla="*/ 18 w 389"/>
                                  <a:gd name="T29" fmla="*/ 1279 h 2322"/>
                                  <a:gd name="T30" fmla="*/ 7 w 389"/>
                                  <a:gd name="T31" fmla="*/ 1563 h 2322"/>
                                  <a:gd name="T32" fmla="*/ 11 w 389"/>
                                  <a:gd name="T33" fmla="*/ 1782 h 2322"/>
                                  <a:gd name="T34" fmla="*/ 11 w 389"/>
                                  <a:gd name="T35" fmla="*/ 1968 h 2322"/>
                                  <a:gd name="T36" fmla="*/ 23 w 389"/>
                                  <a:gd name="T37" fmla="*/ 2004 h 2322"/>
                                  <a:gd name="T38" fmla="*/ 11 w 389"/>
                                  <a:gd name="T39" fmla="*/ 2178 h 2322"/>
                                  <a:gd name="T40" fmla="*/ 29 w 389"/>
                                  <a:gd name="T41" fmla="*/ 2322 h 2322"/>
                                  <a:gd name="T42" fmla="*/ 17 w 389"/>
                                  <a:gd name="T43" fmla="*/ 1518 h 2322"/>
                                  <a:gd name="T44" fmla="*/ 29 w 389"/>
                                  <a:gd name="T45" fmla="*/ 1020 h 2322"/>
                                  <a:gd name="T46" fmla="*/ 113 w 389"/>
                                  <a:gd name="T47" fmla="*/ 558 h 2322"/>
                                  <a:gd name="T48" fmla="*/ 203 w 389"/>
                                  <a:gd name="T49" fmla="*/ 252 h 2322"/>
                                  <a:gd name="T50" fmla="*/ 335 w 389"/>
                                  <a:gd name="T51" fmla="*/ 96 h 2322"/>
                                  <a:gd name="T52" fmla="*/ 389 w 389"/>
                                  <a:gd name="T53" fmla="*/ 0 h 232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</a:cxnLst>
                                <a:rect l="0" t="0" r="r" b="b"/>
                                <a:pathLst>
                                  <a:path w="389" h="2322">
                                    <a:moveTo>
                                      <a:pt x="389" y="0"/>
                                    </a:moveTo>
                                    <a:cubicBezTo>
                                      <a:pt x="381" y="2"/>
                                      <a:pt x="371" y="1"/>
                                      <a:pt x="365" y="6"/>
                                    </a:cubicBezTo>
                                    <a:cubicBezTo>
                                      <a:pt x="354" y="15"/>
                                      <a:pt x="341" y="42"/>
                                      <a:pt x="341" y="42"/>
                                    </a:cubicBezTo>
                                    <a:cubicBezTo>
                                      <a:pt x="334" y="77"/>
                                      <a:pt x="323" y="100"/>
                                      <a:pt x="293" y="120"/>
                                    </a:cubicBezTo>
                                    <a:cubicBezTo>
                                      <a:pt x="289" y="126"/>
                                      <a:pt x="286" y="133"/>
                                      <a:pt x="281" y="138"/>
                                    </a:cubicBezTo>
                                    <a:cubicBezTo>
                                      <a:pt x="276" y="143"/>
                                      <a:pt x="268" y="144"/>
                                      <a:pt x="263" y="150"/>
                                    </a:cubicBezTo>
                                    <a:cubicBezTo>
                                      <a:pt x="259" y="155"/>
                                      <a:pt x="260" y="162"/>
                                      <a:pt x="257" y="168"/>
                                    </a:cubicBezTo>
                                    <a:cubicBezTo>
                                      <a:pt x="250" y="181"/>
                                      <a:pt x="238" y="190"/>
                                      <a:pt x="233" y="204"/>
                                    </a:cubicBezTo>
                                    <a:cubicBezTo>
                                      <a:pt x="221" y="240"/>
                                      <a:pt x="200" y="280"/>
                                      <a:pt x="179" y="312"/>
                                    </a:cubicBezTo>
                                    <a:cubicBezTo>
                                      <a:pt x="169" y="354"/>
                                      <a:pt x="157" y="397"/>
                                      <a:pt x="143" y="438"/>
                                    </a:cubicBezTo>
                                    <a:cubicBezTo>
                                      <a:pt x="139" y="473"/>
                                      <a:pt x="107" y="479"/>
                                      <a:pt x="113" y="558"/>
                                    </a:cubicBezTo>
                                    <a:cubicBezTo>
                                      <a:pt x="91" y="626"/>
                                      <a:pt x="71" y="688"/>
                                      <a:pt x="61" y="759"/>
                                    </a:cubicBezTo>
                                    <a:cubicBezTo>
                                      <a:pt x="47" y="852"/>
                                      <a:pt x="45" y="950"/>
                                      <a:pt x="41" y="1044"/>
                                    </a:cubicBezTo>
                                    <a:cubicBezTo>
                                      <a:pt x="40" y="1065"/>
                                      <a:pt x="23" y="1104"/>
                                      <a:pt x="23" y="1104"/>
                                    </a:cubicBezTo>
                                    <a:cubicBezTo>
                                      <a:pt x="19" y="1149"/>
                                      <a:pt x="21" y="1170"/>
                                      <a:pt x="18" y="1279"/>
                                    </a:cubicBezTo>
                                    <a:cubicBezTo>
                                      <a:pt x="12" y="1354"/>
                                      <a:pt x="8" y="1479"/>
                                      <a:pt x="7" y="1563"/>
                                    </a:cubicBezTo>
                                    <a:cubicBezTo>
                                      <a:pt x="6" y="1647"/>
                                      <a:pt x="10" y="1715"/>
                                      <a:pt x="11" y="1782"/>
                                    </a:cubicBezTo>
                                    <a:cubicBezTo>
                                      <a:pt x="3" y="1863"/>
                                      <a:pt x="0" y="1866"/>
                                      <a:pt x="11" y="1968"/>
                                    </a:cubicBezTo>
                                    <a:cubicBezTo>
                                      <a:pt x="12" y="1981"/>
                                      <a:pt x="23" y="2004"/>
                                      <a:pt x="23" y="2004"/>
                                    </a:cubicBezTo>
                                    <a:cubicBezTo>
                                      <a:pt x="20" y="2062"/>
                                      <a:pt x="11" y="2120"/>
                                      <a:pt x="11" y="2178"/>
                                    </a:cubicBezTo>
                                    <a:cubicBezTo>
                                      <a:pt x="11" y="2229"/>
                                      <a:pt x="29" y="2272"/>
                                      <a:pt x="29" y="2322"/>
                                    </a:cubicBezTo>
                                    <a:lnTo>
                                      <a:pt x="17" y="1518"/>
                                    </a:lnTo>
                                    <a:lnTo>
                                      <a:pt x="29" y="1020"/>
                                    </a:lnTo>
                                    <a:lnTo>
                                      <a:pt x="113" y="558"/>
                                    </a:lnTo>
                                    <a:lnTo>
                                      <a:pt x="203" y="252"/>
                                    </a:lnTo>
                                    <a:lnTo>
                                      <a:pt x="335" y="96"/>
                                    </a:lnTo>
                                    <a:lnTo>
                                      <a:pt x="38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A099DC" id="Freeform 818" o:spid="_x0000_s1026" style="position:absolute;margin-left:148.8pt;margin-top:267.35pt;width:19.45pt;height:116.1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89,23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" path="m389,v-8,2,-18,1,-24,6c354,15,341,42,341,42v-7,35,-18,58,-48,78c289,126,286,133,281,138v-5,5,-13,6,-18,12c259,155,260,162,257,168v-7,13,-19,22,-24,36c221,240,200,280,179,312v-10,42,-22,85,-36,126c139,473,107,479,113,558,91,626,71,688,61,759,47,852,45,950,41,1044v-1,21,-18,60,-18,60c19,1149,21,1170,18,1279,12,1354,8,1479,7,1563v-1,84,3,152,4,219c3,1863,,1866,11,1968v1,13,12,36,12,36c20,2062,11,2120,11,2178v,51,18,94,18,144l17,1518,29,1020,113,558,203,252,335,96,389,xe" fillcolor="#333">
                      <v:path arrowok="t" o:connecttype="custom" o:connectlocs="247015,0;231775,3810;216535,26670;186055,76200;178435,87630;167005,95250;163195,106680;147955,129540;113665,198120;90805,278130;71755,354330;38735,481965;26035,662940;14605,701040;11430,812165;4445,992505;6985,1131570;6985,1249680;14605,1272540;6985,1383030;18415,1474470;10795,963930;18415,647700;71755,354330;128905,160020;212725,60960;247015,0" o:connectangles="0,0,0,0,0,0,0,0,0,0,0,0,0,0,0,0,0,0,0,0,0,0,0,0,0,0,0"/>
                    </v:shape>
                  </w:pict>
                </mc:Fallback>
              </mc:AlternateContent>
            </w:r>
            <w:r w:rsidR="00A53443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1988185</wp:posOffset>
                      </wp:positionH>
                      <wp:positionV relativeFrom="paragraph">
                        <wp:posOffset>3651250</wp:posOffset>
                      </wp:positionV>
                      <wp:extent cx="180340" cy="1036320"/>
                      <wp:effectExtent l="0" t="0" r="0" b="0"/>
                      <wp:wrapNone/>
                      <wp:docPr id="75" name="Freeform 8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80340" cy="1036320"/>
                              </a:xfrm>
                              <a:custGeom>
                                <a:avLst/>
                                <a:gdLst>
                                  <a:gd name="T0" fmla="*/ 284 w 284"/>
                                  <a:gd name="T1" fmla="*/ 0 h 1632"/>
                                  <a:gd name="T2" fmla="*/ 266 w 284"/>
                                  <a:gd name="T3" fmla="*/ 83 h 1632"/>
                                  <a:gd name="T4" fmla="*/ 248 w 284"/>
                                  <a:gd name="T5" fmla="*/ 160 h 1632"/>
                                  <a:gd name="T6" fmla="*/ 226 w 284"/>
                                  <a:gd name="T7" fmla="*/ 250 h 1632"/>
                                  <a:gd name="T8" fmla="*/ 215 w 284"/>
                                  <a:gd name="T9" fmla="*/ 301 h 1632"/>
                                  <a:gd name="T10" fmla="*/ 208 w 284"/>
                                  <a:gd name="T11" fmla="*/ 374 h 1632"/>
                                  <a:gd name="T12" fmla="*/ 186 w 284"/>
                                  <a:gd name="T13" fmla="*/ 465 h 1632"/>
                                  <a:gd name="T14" fmla="*/ 164 w 284"/>
                                  <a:gd name="T15" fmla="*/ 600 h 1632"/>
                                  <a:gd name="T16" fmla="*/ 135 w 284"/>
                                  <a:gd name="T17" fmla="*/ 705 h 1632"/>
                                  <a:gd name="T18" fmla="*/ 113 w 284"/>
                                  <a:gd name="T19" fmla="*/ 836 h 1632"/>
                                  <a:gd name="T20" fmla="*/ 92 w 284"/>
                                  <a:gd name="T21" fmla="*/ 949 h 1632"/>
                                  <a:gd name="T22" fmla="*/ 77 w 284"/>
                                  <a:gd name="T23" fmla="*/ 1050 h 1632"/>
                                  <a:gd name="T24" fmla="*/ 66 w 284"/>
                                  <a:gd name="T25" fmla="*/ 1101 h 1632"/>
                                  <a:gd name="T26" fmla="*/ 37 w 284"/>
                                  <a:gd name="T27" fmla="*/ 1345 h 1632"/>
                                  <a:gd name="T28" fmla="*/ 33 w 284"/>
                                  <a:gd name="T29" fmla="*/ 1429 h 1632"/>
                                  <a:gd name="T30" fmla="*/ 30 w 284"/>
                                  <a:gd name="T31" fmla="*/ 1516 h 1632"/>
                                  <a:gd name="T32" fmla="*/ 15 w 284"/>
                                  <a:gd name="T33" fmla="*/ 1563 h 1632"/>
                                  <a:gd name="T34" fmla="*/ 4 w 284"/>
                                  <a:gd name="T35" fmla="*/ 1632 h 1632"/>
                                  <a:gd name="T36" fmla="*/ 63 w 284"/>
                                  <a:gd name="T37" fmla="*/ 1152 h 1632"/>
                                  <a:gd name="T38" fmla="*/ 135 w 284"/>
                                  <a:gd name="T39" fmla="*/ 658 h 1632"/>
                                  <a:gd name="T40" fmla="*/ 204 w 284"/>
                                  <a:gd name="T41" fmla="*/ 338 h 1632"/>
                                  <a:gd name="T42" fmla="*/ 284 w 284"/>
                                  <a:gd name="T43" fmla="*/ 0 h 163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</a:cxnLst>
                                <a:rect l="0" t="0" r="r" b="b"/>
                                <a:pathLst>
                                  <a:path w="284" h="1632">
                                    <a:moveTo>
                                      <a:pt x="284" y="0"/>
                                    </a:moveTo>
                                    <a:cubicBezTo>
                                      <a:pt x="282" y="31"/>
                                      <a:pt x="276" y="55"/>
                                      <a:pt x="266" y="83"/>
                                    </a:cubicBezTo>
                                    <a:cubicBezTo>
                                      <a:pt x="262" y="110"/>
                                      <a:pt x="254" y="134"/>
                                      <a:pt x="248" y="160"/>
                                    </a:cubicBezTo>
                                    <a:cubicBezTo>
                                      <a:pt x="241" y="190"/>
                                      <a:pt x="238" y="221"/>
                                      <a:pt x="226" y="250"/>
                                    </a:cubicBezTo>
                                    <a:cubicBezTo>
                                      <a:pt x="224" y="268"/>
                                      <a:pt x="221" y="284"/>
                                      <a:pt x="215" y="301"/>
                                    </a:cubicBezTo>
                                    <a:cubicBezTo>
                                      <a:pt x="212" y="325"/>
                                      <a:pt x="212" y="350"/>
                                      <a:pt x="208" y="374"/>
                                    </a:cubicBezTo>
                                    <a:cubicBezTo>
                                      <a:pt x="204" y="405"/>
                                      <a:pt x="186" y="434"/>
                                      <a:pt x="186" y="465"/>
                                    </a:cubicBezTo>
                                    <a:cubicBezTo>
                                      <a:pt x="179" y="510"/>
                                      <a:pt x="175" y="556"/>
                                      <a:pt x="164" y="600"/>
                                    </a:cubicBezTo>
                                    <a:cubicBezTo>
                                      <a:pt x="156" y="635"/>
                                      <a:pt x="142" y="670"/>
                                      <a:pt x="135" y="705"/>
                                    </a:cubicBezTo>
                                    <a:cubicBezTo>
                                      <a:pt x="126" y="749"/>
                                      <a:pt x="128" y="793"/>
                                      <a:pt x="113" y="836"/>
                                    </a:cubicBezTo>
                                    <a:cubicBezTo>
                                      <a:pt x="110" y="876"/>
                                      <a:pt x="102" y="911"/>
                                      <a:pt x="92" y="949"/>
                                    </a:cubicBezTo>
                                    <a:cubicBezTo>
                                      <a:pt x="89" y="983"/>
                                      <a:pt x="90" y="1018"/>
                                      <a:pt x="77" y="1050"/>
                                    </a:cubicBezTo>
                                    <a:cubicBezTo>
                                      <a:pt x="74" y="1068"/>
                                      <a:pt x="72" y="1084"/>
                                      <a:pt x="66" y="1101"/>
                                    </a:cubicBezTo>
                                    <a:cubicBezTo>
                                      <a:pt x="60" y="1168"/>
                                      <a:pt x="59" y="1285"/>
                                      <a:pt x="37" y="1345"/>
                                    </a:cubicBezTo>
                                    <a:cubicBezTo>
                                      <a:pt x="41" y="1379"/>
                                      <a:pt x="38" y="1396"/>
                                      <a:pt x="33" y="1429"/>
                                    </a:cubicBezTo>
                                    <a:cubicBezTo>
                                      <a:pt x="32" y="1458"/>
                                      <a:pt x="33" y="1487"/>
                                      <a:pt x="30" y="1516"/>
                                    </a:cubicBezTo>
                                    <a:cubicBezTo>
                                      <a:pt x="29" y="1532"/>
                                      <a:pt x="15" y="1563"/>
                                      <a:pt x="15" y="1563"/>
                                    </a:cubicBezTo>
                                    <a:cubicBezTo>
                                      <a:pt x="14" y="1572"/>
                                      <a:pt x="0" y="1628"/>
                                      <a:pt x="4" y="1632"/>
                                    </a:cubicBezTo>
                                    <a:lnTo>
                                      <a:pt x="63" y="1152"/>
                                    </a:lnTo>
                                    <a:lnTo>
                                      <a:pt x="135" y="658"/>
                                    </a:lnTo>
                                    <a:lnTo>
                                      <a:pt x="204" y="338"/>
                                    </a:lnTo>
                                    <a:lnTo>
                                      <a:pt x="28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2AC3B6" id="Freeform 819" o:spid="_x0000_s1026" style="position:absolute;margin-left:156.55pt;margin-top:287.5pt;width:14.2pt;height:81.6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84,16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" path="m284,v-2,31,-8,55,-18,83c262,110,254,134,248,160v-7,30,-10,61,-22,90c224,268,221,284,215,301v-3,24,-3,49,-7,73c204,405,186,434,186,465v-7,45,-11,91,-22,135c156,635,142,670,135,705v-9,44,-7,88,-22,131c110,876,102,911,92,949v-3,34,-2,69,-15,101c74,1068,72,1084,66,1101v-6,67,-7,184,-29,244c41,1379,38,1396,33,1429v-1,29,,58,-3,87c29,1532,15,1563,15,1563v-1,9,-15,65,-11,69l63,1152,135,658,204,338,284,xe" fillcolor="#333">
                      <v:path arrowok="t" o:connecttype="custom" o:connectlocs="180340,0;168910,52705;157480,101600;143510,158750;136525,191135;132080,237490;118110,295275;104140,381000;85725,447675;71755,530860;58420,602615;48895,666750;41910,699135;23495,854075;20955,907415;19050,962660;9525,992505;2540,1036320;40005,731520;85725,417830;129540,214630;180340,0" o:connectangles="0,0,0,0,0,0,0,0,0,0,0,0,0,0,0,0,0,0,0,0,0,0"/>
                    </v:shape>
                  </w:pict>
                </mc:Fallback>
              </mc:AlternateContent>
            </w:r>
            <w:r w:rsidR="00A53443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4944745</wp:posOffset>
                      </wp:positionH>
                      <wp:positionV relativeFrom="paragraph">
                        <wp:posOffset>4308475</wp:posOffset>
                      </wp:positionV>
                      <wp:extent cx="1584960" cy="716280"/>
                      <wp:effectExtent l="0" t="0" r="0" b="2540"/>
                      <wp:wrapNone/>
                      <wp:docPr id="6" name="Text Box 8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4960" cy="7162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97FDC" w:rsidRDefault="00B97FDC" w:rsidP="00B97FDC">
                                  <w:pP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T……...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Triphasic</w:t>
                                  </w:r>
                                  <w:proofErr w:type="spellEnd"/>
                                </w:p>
                                <w:p w:rsidR="00B97FDC" w:rsidRDefault="00B97FDC" w:rsidP="00B97FDC">
                                  <w:pP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B……....Biphasic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br/>
                                    <w:t>M….Monophasic</w:t>
                                  </w:r>
                                </w:p>
                                <w:p w:rsidR="00B97FDC" w:rsidRDefault="00B97FDC" w:rsidP="00B97FDC">
                                  <w:pP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O…..…Occluded</w:t>
                                  </w:r>
                                </w:p>
                                <w:p w:rsidR="00B97FDC" w:rsidRPr="00C2328A" w:rsidRDefault="00B97FDC" w:rsidP="00B97FDC">
                                  <w:pPr>
                                    <w:rPr>
                                      <w:color w:val="80808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Arterial velocities in cm/s</w:t>
                                  </w:r>
                                </w:p>
                                <w:p w:rsidR="00B97FDC" w:rsidRPr="00F8647F" w:rsidRDefault="00B97FDC" w:rsidP="00B97FD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13" o:spid="_x0000_s1061" type="#_x0000_t202" style="position:absolute;left:0;text-align:left;margin-left:389.35pt;margin-top:339.25pt;width:124.8pt;height:56.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" filled="f" stroked="f" strokecolor="gray" strokeweight=".25pt">
                      <v:stroke dashstyle="1 1" endcap="round"/>
                      <v:textbox>
                        <w:txbxContent>
                          <w:p w:rsidR="00B97FDC" w:rsidRDefault="00B97FDC" w:rsidP="00B97FDC">
                            <w:pP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T……...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Triphasic</w:t>
                            </w:r>
                            <w:proofErr w:type="spellEnd"/>
                          </w:p>
                          <w:p w:rsidR="00B97FDC" w:rsidRDefault="00B97FDC" w:rsidP="00B97FDC">
                            <w:pP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B……....Biphasic</w:t>
                            </w: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br/>
                              <w:t>M….Monophasic</w:t>
                            </w:r>
                          </w:p>
                          <w:p w:rsidR="00B97FDC" w:rsidRDefault="00B97FDC" w:rsidP="00B97FDC">
                            <w:pP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O…..…Occluded</w:t>
                            </w:r>
                          </w:p>
                          <w:p w:rsidR="00B97FDC" w:rsidRPr="00C2328A" w:rsidRDefault="00B97FDC" w:rsidP="00B97FDC">
                            <w:pPr>
                              <w:rPr>
                                <w:color w:val="808080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Arterial velocities in cm/s</w:t>
                            </w:r>
                          </w:p>
                          <w:p w:rsidR="00B97FDC" w:rsidRPr="00F8647F" w:rsidRDefault="00B97FDC" w:rsidP="00B97FDC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556C09" w:rsidRPr="001B1BC9" w:rsidTr="00306E69">
        <w:tc>
          <w:tcPr>
            <w:tcW w:w="1962" w:type="dxa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A53443" w:rsidP="001B1BC9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1B1BC9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>
                      <wp:simplePos x="0" y="0"/>
                      <wp:positionH relativeFrom="column">
                        <wp:posOffset>840105</wp:posOffset>
                      </wp:positionH>
                      <wp:positionV relativeFrom="paragraph">
                        <wp:posOffset>28575</wp:posOffset>
                      </wp:positionV>
                      <wp:extent cx="395605" cy="61595"/>
                      <wp:effectExtent l="7620" t="10795" r="6350" b="13335"/>
                      <wp:wrapNone/>
                      <wp:docPr id="5" name="Freeform 7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5EACFA" id="Freeform 704" o:spid="_x0000_s1026" style="position:absolute;margin-left:66.15pt;margin-top:2.25pt;width:31.15pt;height:4.8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" path="m84,120c,106,185,36,185,36v,,72,-9,102,-12c317,21,344,,379,v35,,75,11,116,24c536,37,593,65,625,81v32,16,152,34,62,40l84,120xe" fillcolor="silver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556C09" w:rsidRPr="001B1BC9">
              <w:rPr>
                <w:rFonts w:ascii="Arial" w:hAnsi="Arial" w:cs="Arial"/>
                <w:color w:val="808080"/>
                <w:sz w:val="16"/>
                <w:szCs w:val="16"/>
              </w:rPr>
              <w:t>Plaque Type:</w:t>
            </w:r>
          </w:p>
        </w:tc>
        <w:tc>
          <w:tcPr>
            <w:tcW w:w="7677" w:type="dxa"/>
            <w:gridSpan w:val="3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56C09" w:rsidRPr="001B1BC9" w:rsidRDefault="00A53443" w:rsidP="001B1BC9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1B1BC9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3723640</wp:posOffset>
                      </wp:positionH>
                      <wp:positionV relativeFrom="paragraph">
                        <wp:posOffset>36830</wp:posOffset>
                      </wp:positionV>
                      <wp:extent cx="335280" cy="62865"/>
                      <wp:effectExtent l="12065" t="19050" r="33655" b="13335"/>
                      <wp:wrapNone/>
                      <wp:docPr id="4" name="Freeform 7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5280" cy="62865"/>
                              </a:xfrm>
                              <a:custGeom>
                                <a:avLst/>
                                <a:gdLst>
                                  <a:gd name="T0" fmla="*/ 0 w 528"/>
                                  <a:gd name="T1" fmla="*/ 81 h 81"/>
                                  <a:gd name="T2" fmla="*/ 528 w 528"/>
                                  <a:gd name="T3" fmla="*/ 81 h 81"/>
                                  <a:gd name="T4" fmla="*/ 482 w 528"/>
                                  <a:gd name="T5" fmla="*/ 64 h 81"/>
                                  <a:gd name="T6" fmla="*/ 391 w 528"/>
                                  <a:gd name="T7" fmla="*/ 28 h 81"/>
                                  <a:gd name="T8" fmla="*/ 338 w 528"/>
                                  <a:gd name="T9" fmla="*/ 0 h 81"/>
                                  <a:gd name="T10" fmla="*/ 302 w 528"/>
                                  <a:gd name="T11" fmla="*/ 28 h 81"/>
                                  <a:gd name="T12" fmla="*/ 261 w 528"/>
                                  <a:gd name="T13" fmla="*/ 2 h 81"/>
                                  <a:gd name="T14" fmla="*/ 220 w 528"/>
                                  <a:gd name="T15" fmla="*/ 28 h 81"/>
                                  <a:gd name="T16" fmla="*/ 175 w 528"/>
                                  <a:gd name="T17" fmla="*/ 26 h 81"/>
                                  <a:gd name="T18" fmla="*/ 144 w 528"/>
                                  <a:gd name="T19" fmla="*/ 4 h 81"/>
                                  <a:gd name="T20" fmla="*/ 100 w 528"/>
                                  <a:gd name="T21" fmla="*/ 38 h 81"/>
                                  <a:gd name="T22" fmla="*/ 69 w 528"/>
                                  <a:gd name="T23" fmla="*/ 38 h 81"/>
                                  <a:gd name="T24" fmla="*/ 9 w 528"/>
                                  <a:gd name="T25" fmla="*/ 55 h 81"/>
                                  <a:gd name="T26" fmla="*/ 0 w 528"/>
                                  <a:gd name="T27" fmla="*/ 81 h 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528" h="81">
                                    <a:moveTo>
                                      <a:pt x="0" y="81"/>
                                    </a:moveTo>
                                    <a:lnTo>
                                      <a:pt x="528" y="81"/>
                                    </a:lnTo>
                                    <a:lnTo>
                                      <a:pt x="482" y="64"/>
                                    </a:lnTo>
                                    <a:lnTo>
                                      <a:pt x="391" y="28"/>
                                    </a:lnTo>
                                    <a:lnTo>
                                      <a:pt x="338" y="0"/>
                                    </a:lnTo>
                                    <a:lnTo>
                                      <a:pt x="302" y="28"/>
                                    </a:lnTo>
                                    <a:lnTo>
                                      <a:pt x="261" y="2"/>
                                    </a:lnTo>
                                    <a:lnTo>
                                      <a:pt x="220" y="28"/>
                                    </a:lnTo>
                                    <a:lnTo>
                                      <a:pt x="175" y="26"/>
                                    </a:lnTo>
                                    <a:lnTo>
                                      <a:pt x="144" y="4"/>
                                    </a:lnTo>
                                    <a:lnTo>
                                      <a:pt x="100" y="38"/>
                                    </a:lnTo>
                                    <a:lnTo>
                                      <a:pt x="69" y="38"/>
                                    </a:lnTo>
                                    <a:lnTo>
                                      <a:pt x="9" y="55"/>
                                    </a:lnTo>
                                    <a:lnTo>
                                      <a:pt x="0" y="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99D423" id="Freeform 707" o:spid="_x0000_s1026" style="position:absolute;margin-left:293.2pt;margin-top:2.9pt;width:26.4pt;height:4.9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8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" path="m,81r528,l482,64,391,28,338,,302,28,261,2,220,28,175,26,144,4,100,38r-31,l9,55,,81xe">
                      <v:path arrowok="t" o:connecttype="custom" o:connectlocs="0,62865;335280,62865;306070,49671;248285,21731;214630,0;191770,21731;165735,1552;139700,21731;111125,20179;91440,3104;63500,29492;43815,29492;5715,42686;0,62865" o:connectangles="0,0,0,0,0,0,0,0,0,0,0,0,0,0"/>
                    </v:shape>
                  </w:pict>
                </mc:Fallback>
              </mc:AlternateContent>
            </w:r>
            <w:r w:rsidRPr="001B1BC9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2524125</wp:posOffset>
                      </wp:positionH>
                      <wp:positionV relativeFrom="paragraph">
                        <wp:posOffset>33020</wp:posOffset>
                      </wp:positionV>
                      <wp:extent cx="395605" cy="61595"/>
                      <wp:effectExtent l="12700" t="5715" r="10795" b="18415"/>
                      <wp:wrapNone/>
                      <wp:docPr id="3" name="Freeform 7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2CC7A2" id="Freeform 706" o:spid="_x0000_s1026" style="position:absolute;margin-left:198.75pt;margin-top:2.6pt;width:31.15pt;height:4.8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1B1BC9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1743075</wp:posOffset>
                      </wp:positionH>
                      <wp:positionV relativeFrom="paragraph">
                        <wp:posOffset>38735</wp:posOffset>
                      </wp:positionV>
                      <wp:extent cx="395605" cy="61595"/>
                      <wp:effectExtent l="12700" t="11430" r="10795" b="12700"/>
                      <wp:wrapNone/>
                      <wp:docPr id="2" name="Freeform 7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80BDC0" id="Freeform 705" o:spid="_x0000_s1026" style="position:absolute;margin-left:137.25pt;margin-top:3.05pt;width:31.15pt;height:4.8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1B1BC9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>
                      <wp:simplePos x="0" y="0"/>
                      <wp:positionH relativeFrom="column">
                        <wp:posOffset>664210</wp:posOffset>
                      </wp:positionH>
                      <wp:positionV relativeFrom="paragraph">
                        <wp:posOffset>29845</wp:posOffset>
                      </wp:positionV>
                      <wp:extent cx="395605" cy="61595"/>
                      <wp:effectExtent l="10160" t="12065" r="13335" b="12065"/>
                      <wp:wrapNone/>
                      <wp:docPr id="1" name="Freeform 703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6DD711" id="Freeform 703" o:spid="_x0000_s1026" alt="Granite" style="position:absolute;margin-left:52.3pt;margin-top:2.35pt;width:31.15pt;height:4.8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" path="m84,120c,106,185,36,185,36v,,72,-9,102,-12c317,21,344,,379,v35,,75,11,116,24c536,37,593,65,625,81v32,16,152,34,62,40l84,120xe">
                      <v:fill r:id="rId7" o:title="Granite" recolor="t" rotate="t" type="tile"/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556C09" w:rsidRPr="001B1BC9">
              <w:rPr>
                <w:rFonts w:ascii="Arial" w:hAnsi="Arial" w:cs="Arial"/>
                <w:color w:val="808080"/>
                <w:sz w:val="16"/>
                <w:szCs w:val="16"/>
              </w:rPr>
              <w:t xml:space="preserve">Homogenous                </w:t>
            </w:r>
            <w:proofErr w:type="spellStart"/>
            <w:r w:rsidR="00556C09" w:rsidRPr="001B1BC9">
              <w:rPr>
                <w:rFonts w:ascii="Arial" w:hAnsi="Arial" w:cs="Arial"/>
                <w:color w:val="808080"/>
                <w:sz w:val="16"/>
                <w:szCs w:val="16"/>
              </w:rPr>
              <w:t>Heterogenous</w:t>
            </w:r>
            <w:proofErr w:type="spellEnd"/>
            <w:r w:rsidR="00556C09" w:rsidRPr="001B1BC9">
              <w:rPr>
                <w:rFonts w:ascii="Arial" w:hAnsi="Arial" w:cs="Arial"/>
                <w:color w:val="808080"/>
                <w:sz w:val="16"/>
                <w:szCs w:val="16"/>
              </w:rPr>
              <w:t xml:space="preserve">               Calcific                Smooth Surface                Irregular Surface</w:t>
            </w:r>
          </w:p>
        </w:tc>
      </w:tr>
      <w:tr w:rsidR="00556C09" w:rsidRPr="001B1BC9" w:rsidTr="00306E69">
        <w:trPr>
          <w:gridAfter w:val="1"/>
          <w:wAfter w:w="13" w:type="dxa"/>
        </w:trPr>
        <w:tc>
          <w:tcPr>
            <w:tcW w:w="19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556C09" w:rsidP="001B1BC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B1BC9">
              <w:rPr>
                <w:rFonts w:ascii="Arial" w:hAnsi="Arial" w:cs="Arial"/>
                <w:bCs/>
                <w:color w:val="808080"/>
                <w:sz w:val="18"/>
                <w:szCs w:val="18"/>
              </w:rPr>
              <w:t>Comments:</w:t>
            </w:r>
          </w:p>
        </w:tc>
        <w:tc>
          <w:tcPr>
            <w:tcW w:w="7664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4049CA" w:rsidP="004049CA">
            <w:pPr>
              <w:tabs>
                <w:tab w:val="left" w:pos="822"/>
                <w:tab w:val="left" w:pos="867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Heavy d</w:t>
            </w:r>
            <w:r w:rsidR="00A53443">
              <w:rPr>
                <w:rFonts w:ascii="Arial" w:hAnsi="Arial" w:cs="Arial"/>
                <w:sz w:val="18"/>
                <w:szCs w:val="20"/>
              </w:rPr>
              <w:t xml:space="preserve">iffuse calcification throughout. </w:t>
            </w:r>
          </w:p>
        </w:tc>
      </w:tr>
      <w:tr w:rsidR="00556C09" w:rsidRPr="001B1BC9" w:rsidTr="00306E69">
        <w:trPr>
          <w:gridAfter w:val="1"/>
          <w:wAfter w:w="13" w:type="dxa"/>
        </w:trPr>
        <w:tc>
          <w:tcPr>
            <w:tcW w:w="19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556C09" w:rsidP="001B1BC9">
            <w:pPr>
              <w:tabs>
                <w:tab w:val="left" w:pos="2127"/>
              </w:tabs>
              <w:rPr>
                <w:rFonts w:ascii="Arial" w:hAnsi="Arial" w:cs="Arial"/>
                <w:bCs/>
                <w:color w:val="80808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808080"/>
                <w:sz w:val="18"/>
                <w:szCs w:val="18"/>
              </w:rPr>
              <w:t>Aortoiliac</w:t>
            </w:r>
            <w:proofErr w:type="spellEnd"/>
            <w:r>
              <w:rPr>
                <w:rFonts w:ascii="Arial" w:hAnsi="Arial" w:cs="Arial"/>
                <w:color w:val="808080"/>
                <w:sz w:val="18"/>
                <w:szCs w:val="18"/>
              </w:rPr>
              <w:t xml:space="preserve"> Segment:</w:t>
            </w:r>
          </w:p>
        </w:tc>
        <w:tc>
          <w:tcPr>
            <w:tcW w:w="7664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306E69" w:rsidP="004049CA">
            <w:pPr>
              <w:tabs>
                <w:tab w:val="left" w:pos="822"/>
                <w:tab w:val="left" w:pos="867"/>
              </w:tabs>
              <w:rPr>
                <w:rFonts w:ascii="Arial" w:hAnsi="Arial" w:cs="Arial"/>
                <w:sz w:val="18"/>
                <w:szCs w:val="20"/>
                <w:highlight w:val="yellow"/>
              </w:rPr>
            </w:pPr>
            <w:r w:rsidRPr="00306E69">
              <w:rPr>
                <w:rFonts w:ascii="Arial" w:hAnsi="Arial" w:cs="Arial"/>
                <w:sz w:val="18"/>
                <w:szCs w:val="20"/>
              </w:rPr>
              <w:t>Aorta patent and of normal calibre. Iliac vessels patent</w:t>
            </w:r>
            <w:r>
              <w:rPr>
                <w:rFonts w:ascii="Arial" w:hAnsi="Arial" w:cs="Arial"/>
                <w:sz w:val="18"/>
                <w:szCs w:val="20"/>
              </w:rPr>
              <w:t xml:space="preserve">. Calcified R CIA, R EIA and L EIA </w:t>
            </w:r>
            <w:r w:rsidR="004049CA">
              <w:rPr>
                <w:rFonts w:ascii="Arial" w:hAnsi="Arial" w:cs="Arial"/>
                <w:sz w:val="18"/>
                <w:szCs w:val="20"/>
              </w:rPr>
              <w:t xml:space="preserve">with diffuse </w:t>
            </w:r>
            <w:r>
              <w:rPr>
                <w:rFonts w:ascii="Arial" w:hAnsi="Arial" w:cs="Arial"/>
                <w:sz w:val="18"/>
                <w:szCs w:val="20"/>
              </w:rPr>
              <w:t>50</w:t>
            </w:r>
            <w:r w:rsidR="004049CA">
              <w:rPr>
                <w:rFonts w:ascii="Arial" w:hAnsi="Arial" w:cs="Arial"/>
                <w:sz w:val="18"/>
                <w:szCs w:val="20"/>
              </w:rPr>
              <w:t>-75</w:t>
            </w:r>
            <w:r>
              <w:rPr>
                <w:rFonts w:ascii="Arial" w:hAnsi="Arial" w:cs="Arial"/>
                <w:sz w:val="18"/>
                <w:szCs w:val="20"/>
              </w:rPr>
              <w:t xml:space="preserve">% stenosis. </w:t>
            </w:r>
          </w:p>
        </w:tc>
      </w:tr>
      <w:tr w:rsidR="00556C09" w:rsidRPr="001B1BC9" w:rsidTr="00306E69">
        <w:trPr>
          <w:gridAfter w:val="1"/>
          <w:wAfter w:w="13" w:type="dxa"/>
        </w:trPr>
        <w:tc>
          <w:tcPr>
            <w:tcW w:w="19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Default="00556C09" w:rsidP="00556C0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383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92694E" w:rsidRDefault="00556C09" w:rsidP="00556C09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 w:rsidRPr="0092694E">
              <w:rPr>
                <w:rFonts w:ascii="Arial" w:hAnsi="Arial"/>
                <w:b/>
                <w:bCs/>
                <w:sz w:val="18"/>
                <w:szCs w:val="18"/>
              </w:rPr>
              <w:t>Right</w:t>
            </w:r>
          </w:p>
        </w:tc>
        <w:tc>
          <w:tcPr>
            <w:tcW w:w="3831" w:type="dxa"/>
            <w:shd w:val="clear" w:color="auto" w:fill="auto"/>
          </w:tcPr>
          <w:p w:rsidR="00556C09" w:rsidRPr="0092694E" w:rsidRDefault="00556C09" w:rsidP="00556C09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 w:rsidRPr="0092694E">
              <w:rPr>
                <w:rFonts w:ascii="Arial" w:hAnsi="Arial"/>
                <w:b/>
                <w:bCs/>
                <w:sz w:val="18"/>
                <w:szCs w:val="18"/>
              </w:rPr>
              <w:t>Left</w:t>
            </w:r>
          </w:p>
        </w:tc>
      </w:tr>
      <w:tr w:rsidR="00556C09" w:rsidRPr="001B1BC9" w:rsidTr="00306E69">
        <w:trPr>
          <w:gridAfter w:val="1"/>
          <w:wAfter w:w="13" w:type="dxa"/>
        </w:trPr>
        <w:tc>
          <w:tcPr>
            <w:tcW w:w="19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9725AE" w:rsidRDefault="00556C09" w:rsidP="00556C0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Common Femoral Artery:</w:t>
            </w:r>
          </w:p>
        </w:tc>
        <w:tc>
          <w:tcPr>
            <w:tcW w:w="383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9725AE" w:rsidRDefault="00306E69" w:rsidP="00556C09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Patent. No significant stenosis.</w:t>
            </w:r>
          </w:p>
        </w:tc>
        <w:tc>
          <w:tcPr>
            <w:tcW w:w="3831" w:type="dxa"/>
            <w:shd w:val="clear" w:color="auto" w:fill="auto"/>
          </w:tcPr>
          <w:p w:rsidR="00556C09" w:rsidRPr="009725AE" w:rsidRDefault="00306E69" w:rsidP="00556C09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Patent. No significant stenosis.</w:t>
            </w:r>
          </w:p>
        </w:tc>
      </w:tr>
      <w:tr w:rsidR="00556C09" w:rsidRPr="001B1BC9" w:rsidTr="00306E69">
        <w:trPr>
          <w:gridAfter w:val="1"/>
          <w:wAfter w:w="13" w:type="dxa"/>
        </w:trPr>
        <w:tc>
          <w:tcPr>
            <w:tcW w:w="19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9725AE" w:rsidRDefault="00556C09" w:rsidP="00556C0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 xml:space="preserve">Proximal </w:t>
            </w:r>
            <w:proofErr w:type="spellStart"/>
            <w:r>
              <w:rPr>
                <w:rFonts w:ascii="Arial" w:hAnsi="Arial" w:cs="Arial"/>
                <w:color w:val="808080"/>
                <w:sz w:val="18"/>
                <w:szCs w:val="18"/>
              </w:rPr>
              <w:t>Profunda</w:t>
            </w:r>
            <w:proofErr w:type="spellEnd"/>
            <w:r>
              <w:rPr>
                <w:rFonts w:ascii="Arial" w:hAnsi="Arial" w:cs="Arial"/>
                <w:color w:val="80808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808080"/>
                <w:sz w:val="18"/>
                <w:szCs w:val="18"/>
              </w:rPr>
              <w:t>Femoris</w:t>
            </w:r>
            <w:proofErr w:type="spellEnd"/>
            <w:r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383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9725AE" w:rsidRDefault="00306E69" w:rsidP="00556C09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Patent at origin. </w:t>
            </w:r>
          </w:p>
        </w:tc>
        <w:tc>
          <w:tcPr>
            <w:tcW w:w="3831" w:type="dxa"/>
            <w:shd w:val="clear" w:color="auto" w:fill="auto"/>
          </w:tcPr>
          <w:p w:rsidR="00556C09" w:rsidRPr="009725AE" w:rsidRDefault="00306E69" w:rsidP="00556C09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Patent. Diseased at origin. </w:t>
            </w:r>
          </w:p>
        </w:tc>
      </w:tr>
      <w:tr w:rsidR="00556C09" w:rsidRPr="001B1BC9" w:rsidTr="00306E69">
        <w:trPr>
          <w:gridAfter w:val="1"/>
          <w:wAfter w:w="13" w:type="dxa"/>
        </w:trPr>
        <w:tc>
          <w:tcPr>
            <w:tcW w:w="19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9725AE" w:rsidRDefault="00556C09" w:rsidP="00556C0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Superficial Femoral Artery:</w:t>
            </w:r>
          </w:p>
        </w:tc>
        <w:tc>
          <w:tcPr>
            <w:tcW w:w="383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9725AE" w:rsidRDefault="004049CA" w:rsidP="004049CA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Patent with</w:t>
            </w:r>
            <w:r w:rsidR="00306E69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bCs/>
                <w:sz w:val="18"/>
                <w:szCs w:val="18"/>
              </w:rPr>
              <w:t>prox</w:t>
            </w:r>
            <w:proofErr w:type="spellEnd"/>
            <w:r>
              <w:rPr>
                <w:rFonts w:ascii="Arial" w:hAnsi="Arial"/>
                <w:bCs/>
                <w:sz w:val="18"/>
                <w:szCs w:val="18"/>
              </w:rPr>
              <w:t xml:space="preserve"> 50-74%</w:t>
            </w:r>
            <w:r w:rsidR="00306E69">
              <w:rPr>
                <w:rFonts w:ascii="Arial" w:hAnsi="Arial"/>
                <w:bCs/>
                <w:sz w:val="18"/>
                <w:szCs w:val="18"/>
              </w:rPr>
              <w:t xml:space="preserve"> stenosis. </w:t>
            </w:r>
          </w:p>
        </w:tc>
        <w:tc>
          <w:tcPr>
            <w:tcW w:w="3831" w:type="dxa"/>
            <w:shd w:val="clear" w:color="auto" w:fill="auto"/>
          </w:tcPr>
          <w:p w:rsidR="00556C09" w:rsidRPr="009725AE" w:rsidRDefault="004049CA" w:rsidP="004049CA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Patent. Diffuse mid-distal 50-74% stenosis. </w:t>
            </w:r>
          </w:p>
        </w:tc>
      </w:tr>
      <w:tr w:rsidR="00556C09" w:rsidRPr="001B1BC9" w:rsidTr="00306E69">
        <w:trPr>
          <w:gridAfter w:val="1"/>
          <w:wAfter w:w="13" w:type="dxa"/>
        </w:trPr>
        <w:tc>
          <w:tcPr>
            <w:tcW w:w="19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9725AE" w:rsidRDefault="00556C09" w:rsidP="00556C0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Popliteal Artery:</w:t>
            </w:r>
          </w:p>
        </w:tc>
        <w:tc>
          <w:tcPr>
            <w:tcW w:w="383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9725AE" w:rsidRDefault="004049CA" w:rsidP="00556C09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Patent. </w:t>
            </w:r>
            <w:proofErr w:type="spellStart"/>
            <w:r>
              <w:rPr>
                <w:rFonts w:ascii="Arial" w:hAnsi="Arial"/>
                <w:bCs/>
                <w:sz w:val="18"/>
                <w:szCs w:val="18"/>
              </w:rPr>
              <w:t>Prox</w:t>
            </w:r>
            <w:proofErr w:type="spellEnd"/>
            <w:r>
              <w:rPr>
                <w:rFonts w:ascii="Arial" w:hAnsi="Arial"/>
                <w:bCs/>
                <w:sz w:val="18"/>
                <w:szCs w:val="18"/>
              </w:rPr>
              <w:t xml:space="preserve"> Popliteal</w:t>
            </w:r>
            <w:r w:rsidR="00306E69">
              <w:rPr>
                <w:rFonts w:ascii="Arial" w:hAnsi="Arial"/>
                <w:bCs/>
                <w:sz w:val="18"/>
                <w:szCs w:val="18"/>
              </w:rPr>
              <w:t xml:space="preserve"> (75-99%) stenosis.</w:t>
            </w:r>
          </w:p>
        </w:tc>
        <w:tc>
          <w:tcPr>
            <w:tcW w:w="3831" w:type="dxa"/>
            <w:shd w:val="clear" w:color="auto" w:fill="auto"/>
          </w:tcPr>
          <w:p w:rsidR="00556C09" w:rsidRPr="009725AE" w:rsidRDefault="00306E69" w:rsidP="00556C09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Patent. No significant stenosis.</w:t>
            </w:r>
          </w:p>
        </w:tc>
      </w:tr>
      <w:tr w:rsidR="00556C09" w:rsidRPr="001B1BC9" w:rsidTr="00306E69">
        <w:trPr>
          <w:gridAfter w:val="1"/>
          <w:wAfter w:w="13" w:type="dxa"/>
        </w:trPr>
        <w:tc>
          <w:tcPr>
            <w:tcW w:w="19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9725AE" w:rsidRDefault="00556C09" w:rsidP="00556C0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Calf:</w:t>
            </w:r>
          </w:p>
        </w:tc>
        <w:tc>
          <w:tcPr>
            <w:tcW w:w="383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9725AE" w:rsidRDefault="00306E69" w:rsidP="00556C09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3 vessel </w:t>
            </w:r>
            <w:r w:rsidR="004049CA">
              <w:rPr>
                <w:rFonts w:ascii="Arial" w:hAnsi="Arial"/>
                <w:bCs/>
                <w:sz w:val="18"/>
                <w:szCs w:val="18"/>
              </w:rPr>
              <w:t>run-off to ankle. Mid PTA (50-74</w:t>
            </w:r>
            <w:r>
              <w:rPr>
                <w:rFonts w:ascii="Arial" w:hAnsi="Arial"/>
                <w:bCs/>
                <w:sz w:val="18"/>
                <w:szCs w:val="18"/>
              </w:rPr>
              <w:t xml:space="preserve">%) stenosis. </w:t>
            </w:r>
          </w:p>
        </w:tc>
        <w:tc>
          <w:tcPr>
            <w:tcW w:w="3831" w:type="dxa"/>
            <w:shd w:val="clear" w:color="auto" w:fill="auto"/>
          </w:tcPr>
          <w:p w:rsidR="00556C09" w:rsidRPr="009725AE" w:rsidRDefault="00306E69" w:rsidP="004049CA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2 vessel run-off to ankle. Occluded Mid PTA to ankle. (50-75%) stenosis</w:t>
            </w:r>
            <w:r w:rsidR="004049CA">
              <w:rPr>
                <w:rFonts w:ascii="Arial" w:hAnsi="Arial"/>
                <w:bCs/>
                <w:sz w:val="18"/>
                <w:szCs w:val="18"/>
              </w:rPr>
              <w:t xml:space="preserve"> at origin of ATA.</w:t>
            </w:r>
          </w:p>
        </w:tc>
      </w:tr>
      <w:tr w:rsidR="00556C09" w:rsidRPr="001B1BC9" w:rsidTr="00306E69">
        <w:trPr>
          <w:gridAfter w:val="1"/>
          <w:wAfter w:w="13" w:type="dxa"/>
        </w:trPr>
        <w:tc>
          <w:tcPr>
            <w:tcW w:w="1962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556C09" w:rsidP="004049CA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B1BC9">
              <w:rPr>
                <w:rFonts w:ascii="Arial" w:hAnsi="Arial"/>
                <w:color w:val="808080"/>
                <w:sz w:val="18"/>
                <w:szCs w:val="18"/>
              </w:rPr>
              <w:t>Scanned by</w:t>
            </w:r>
          </w:p>
        </w:tc>
        <w:tc>
          <w:tcPr>
            <w:tcW w:w="7664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049CA" w:rsidRPr="004049CA" w:rsidRDefault="004049CA" w:rsidP="001B1BC9">
            <w:pPr>
              <w:tabs>
                <w:tab w:val="left" w:pos="822"/>
                <w:tab w:val="left" w:pos="867"/>
              </w:tabs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  <w:szCs w:val="18"/>
              </w:rPr>
              <w:t>Alwin Yeung - Clinical Vascular Scientist</w:t>
            </w:r>
          </w:p>
        </w:tc>
      </w:tr>
    </w:tbl>
    <w:p w:rsidR="00694581" w:rsidRPr="00361AE4" w:rsidRDefault="00694581" w:rsidP="00D2400C"/>
    <w:sectPr w:rsidR="00694581" w:rsidRPr="00361AE4" w:rsidSect="008F7A25">
      <w:headerReference w:type="default" r:id="rId8"/>
      <w:footerReference w:type="default" r:id="rId9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2B6E" w:rsidRDefault="00BA2B6E">
      <w:r>
        <w:separator/>
      </w:r>
    </w:p>
  </w:endnote>
  <w:endnote w:type="continuationSeparator" w:id="0">
    <w:p w:rsidR="00BA2B6E" w:rsidRDefault="00BA2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B0F" w:rsidRPr="006D3249" w:rsidRDefault="00A16B0F" w:rsidP="006D3249">
    <w:pPr>
      <w:pStyle w:val="Footer"/>
      <w:jc w:val="right"/>
      <w:rPr>
        <w:color w:val="3366FF"/>
        <w:sz w:val="16"/>
        <w:szCs w:val="16"/>
      </w:rPr>
    </w:pPr>
    <w:proofErr w:type="gramStart"/>
    <w:r w:rsidRPr="00C20D96">
      <w:rPr>
        <w:rStyle w:val="PageNumber"/>
        <w:rFonts w:ascii="Arial" w:hAnsi="Arial" w:cs="Arial"/>
        <w:color w:val="3366FF"/>
        <w:sz w:val="16"/>
        <w:szCs w:val="16"/>
      </w:rPr>
      <w:t>Genesis</w:t>
    </w:r>
    <w:r w:rsidRPr="00C20D96">
      <w:rPr>
        <w:rStyle w:val="PageNumber"/>
        <w:rFonts w:ascii="Arial" w:hAnsi="Arial" w:cs="Arial"/>
        <w:b/>
        <w:i/>
        <w:color w:val="999999"/>
        <w:sz w:val="16"/>
        <w:szCs w:val="16"/>
        <w:vertAlign w:val="superscript"/>
      </w:rPr>
      <w:t>2</w:t>
    </w:r>
    <w:r w:rsidRPr="00C20D96">
      <w:rPr>
        <w:rStyle w:val="PageNumber"/>
        <w:rFonts w:ascii="Arial" w:hAnsi="Arial" w:cs="Arial"/>
        <w:b/>
        <w:i/>
        <w:color w:val="333333"/>
        <w:sz w:val="16"/>
        <w:szCs w:val="16"/>
      </w:rPr>
      <w:t xml:space="preserve"> </w:t>
    </w:r>
    <w:r w:rsidRPr="00C20D96">
      <w:rPr>
        <w:rStyle w:val="PageNumber"/>
        <w:rFonts w:ascii="Arial" w:hAnsi="Arial" w:cs="Arial"/>
        <w:color w:val="3366FF"/>
        <w:sz w:val="16"/>
        <w:szCs w:val="16"/>
      </w:rPr>
      <w:t xml:space="preserve"> </w:t>
    </w:r>
    <w:r>
      <w:rPr>
        <w:rStyle w:val="PageNumber"/>
        <w:rFonts w:ascii="Arial" w:hAnsi="Arial" w:cs="Arial"/>
        <w:color w:val="C0C0C0"/>
        <w:sz w:val="16"/>
        <w:szCs w:val="16"/>
      </w:rPr>
      <w:t>vascular</w:t>
    </w:r>
    <w:proofErr w:type="gramEnd"/>
    <w:r>
      <w:rPr>
        <w:rStyle w:val="PageNumber"/>
        <w:rFonts w:ascii="Arial" w:hAnsi="Arial" w:cs="Arial"/>
        <w:color w:val="C0C0C0"/>
        <w:sz w:val="16"/>
        <w:szCs w:val="16"/>
      </w:rPr>
      <w:t xml:space="preserve"> reporting system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2B6E" w:rsidRDefault="00BA2B6E">
      <w:r>
        <w:separator/>
      </w:r>
    </w:p>
  </w:footnote>
  <w:footnote w:type="continuationSeparator" w:id="0">
    <w:p w:rsidR="00BA2B6E" w:rsidRDefault="00BA2B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A25" w:rsidRDefault="00010490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-39370</wp:posOffset>
          </wp:positionV>
          <wp:extent cx="1452880" cy="570230"/>
          <wp:effectExtent l="0" t="0" r="0" b="1270"/>
          <wp:wrapNone/>
          <wp:docPr id="130" name="Picture 1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characterSpacingControl w:val="doNotCompress"/>
  <w:hdrShapeDefaults>
    <o:shapedefaults v:ext="edit" spidmax="4097" fill="f" fillcolor="white">
      <v:fill color="white" on="f"/>
      <o:colormru v:ext="edit" colors="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B6E"/>
    <w:rsid w:val="00010490"/>
    <w:rsid w:val="00082FF5"/>
    <w:rsid w:val="000A3239"/>
    <w:rsid w:val="000D445E"/>
    <w:rsid w:val="00106CEB"/>
    <w:rsid w:val="0011487A"/>
    <w:rsid w:val="00115D9F"/>
    <w:rsid w:val="00130125"/>
    <w:rsid w:val="00130D4E"/>
    <w:rsid w:val="00133BBD"/>
    <w:rsid w:val="00156297"/>
    <w:rsid w:val="001649DE"/>
    <w:rsid w:val="00170793"/>
    <w:rsid w:val="001B1BC9"/>
    <w:rsid w:val="001B3894"/>
    <w:rsid w:val="001B6174"/>
    <w:rsid w:val="001C73C6"/>
    <w:rsid w:val="001D4546"/>
    <w:rsid w:val="001F41A1"/>
    <w:rsid w:val="002027E7"/>
    <w:rsid w:val="0020510B"/>
    <w:rsid w:val="00216637"/>
    <w:rsid w:val="002167B0"/>
    <w:rsid w:val="00234EBD"/>
    <w:rsid w:val="00241E4E"/>
    <w:rsid w:val="0024703B"/>
    <w:rsid w:val="002523B4"/>
    <w:rsid w:val="00252DD3"/>
    <w:rsid w:val="002572A8"/>
    <w:rsid w:val="00267D9C"/>
    <w:rsid w:val="00277E70"/>
    <w:rsid w:val="002845F4"/>
    <w:rsid w:val="002B755A"/>
    <w:rsid w:val="002C2267"/>
    <w:rsid w:val="002C4D39"/>
    <w:rsid w:val="002C52B6"/>
    <w:rsid w:val="002D5608"/>
    <w:rsid w:val="002E202E"/>
    <w:rsid w:val="002F29A9"/>
    <w:rsid w:val="00306E69"/>
    <w:rsid w:val="00311F33"/>
    <w:rsid w:val="00317A10"/>
    <w:rsid w:val="00324B94"/>
    <w:rsid w:val="00332965"/>
    <w:rsid w:val="003512C1"/>
    <w:rsid w:val="00361AE4"/>
    <w:rsid w:val="003A31C2"/>
    <w:rsid w:val="003B2913"/>
    <w:rsid w:val="003B70F9"/>
    <w:rsid w:val="003B7DF9"/>
    <w:rsid w:val="003E5339"/>
    <w:rsid w:val="003F088A"/>
    <w:rsid w:val="00400424"/>
    <w:rsid w:val="00404777"/>
    <w:rsid w:val="004049CA"/>
    <w:rsid w:val="0041713E"/>
    <w:rsid w:val="0043201F"/>
    <w:rsid w:val="004400FD"/>
    <w:rsid w:val="00443A11"/>
    <w:rsid w:val="00446D9E"/>
    <w:rsid w:val="004479C2"/>
    <w:rsid w:val="00451578"/>
    <w:rsid w:val="00475D18"/>
    <w:rsid w:val="00484126"/>
    <w:rsid w:val="004932D3"/>
    <w:rsid w:val="004934E7"/>
    <w:rsid w:val="00494B80"/>
    <w:rsid w:val="0049764B"/>
    <w:rsid w:val="004A31E9"/>
    <w:rsid w:val="004B404C"/>
    <w:rsid w:val="004E39B8"/>
    <w:rsid w:val="004F7760"/>
    <w:rsid w:val="005044AB"/>
    <w:rsid w:val="00505B5E"/>
    <w:rsid w:val="00506954"/>
    <w:rsid w:val="00556C09"/>
    <w:rsid w:val="00567FE1"/>
    <w:rsid w:val="00583A62"/>
    <w:rsid w:val="005E5BC0"/>
    <w:rsid w:val="005E6656"/>
    <w:rsid w:val="006248BE"/>
    <w:rsid w:val="00647F09"/>
    <w:rsid w:val="00647FC9"/>
    <w:rsid w:val="006808B2"/>
    <w:rsid w:val="0068184A"/>
    <w:rsid w:val="00687CAB"/>
    <w:rsid w:val="00694581"/>
    <w:rsid w:val="006B0120"/>
    <w:rsid w:val="006D3249"/>
    <w:rsid w:val="00727077"/>
    <w:rsid w:val="00746C88"/>
    <w:rsid w:val="00764A77"/>
    <w:rsid w:val="0077506E"/>
    <w:rsid w:val="00781E01"/>
    <w:rsid w:val="00784424"/>
    <w:rsid w:val="007A7B01"/>
    <w:rsid w:val="007E7543"/>
    <w:rsid w:val="007F0203"/>
    <w:rsid w:val="0081522A"/>
    <w:rsid w:val="00834AB6"/>
    <w:rsid w:val="00845175"/>
    <w:rsid w:val="008527CA"/>
    <w:rsid w:val="008745FB"/>
    <w:rsid w:val="008B5D7F"/>
    <w:rsid w:val="008D344E"/>
    <w:rsid w:val="008F4314"/>
    <w:rsid w:val="008F7A25"/>
    <w:rsid w:val="00911F56"/>
    <w:rsid w:val="00937D9E"/>
    <w:rsid w:val="0094691B"/>
    <w:rsid w:val="0096089A"/>
    <w:rsid w:val="00984503"/>
    <w:rsid w:val="009957B4"/>
    <w:rsid w:val="009A34D2"/>
    <w:rsid w:val="009A5CA0"/>
    <w:rsid w:val="009B13C8"/>
    <w:rsid w:val="009C6954"/>
    <w:rsid w:val="009D2BAA"/>
    <w:rsid w:val="009E6F7E"/>
    <w:rsid w:val="00A00D03"/>
    <w:rsid w:val="00A16B0F"/>
    <w:rsid w:val="00A4039C"/>
    <w:rsid w:val="00A50BBC"/>
    <w:rsid w:val="00A52037"/>
    <w:rsid w:val="00A53443"/>
    <w:rsid w:val="00A5497F"/>
    <w:rsid w:val="00A56F06"/>
    <w:rsid w:val="00A65BE5"/>
    <w:rsid w:val="00A7491A"/>
    <w:rsid w:val="00A95094"/>
    <w:rsid w:val="00AA6449"/>
    <w:rsid w:val="00AE30A1"/>
    <w:rsid w:val="00AF27D7"/>
    <w:rsid w:val="00B07DD2"/>
    <w:rsid w:val="00B46ED4"/>
    <w:rsid w:val="00B67AFA"/>
    <w:rsid w:val="00B95513"/>
    <w:rsid w:val="00B97FDC"/>
    <w:rsid w:val="00BA2B6E"/>
    <w:rsid w:val="00BF0BB8"/>
    <w:rsid w:val="00C07BB1"/>
    <w:rsid w:val="00C2262D"/>
    <w:rsid w:val="00C37C13"/>
    <w:rsid w:val="00C4581A"/>
    <w:rsid w:val="00C46C3E"/>
    <w:rsid w:val="00C47CD3"/>
    <w:rsid w:val="00C73B47"/>
    <w:rsid w:val="00C82D8F"/>
    <w:rsid w:val="00C9350C"/>
    <w:rsid w:val="00CC6657"/>
    <w:rsid w:val="00CD6ED9"/>
    <w:rsid w:val="00CD7188"/>
    <w:rsid w:val="00CE3196"/>
    <w:rsid w:val="00D2400C"/>
    <w:rsid w:val="00D30790"/>
    <w:rsid w:val="00D34D9F"/>
    <w:rsid w:val="00D42CEC"/>
    <w:rsid w:val="00D56F21"/>
    <w:rsid w:val="00D605F8"/>
    <w:rsid w:val="00D8557F"/>
    <w:rsid w:val="00DB7DE2"/>
    <w:rsid w:val="00DD13FB"/>
    <w:rsid w:val="00DE75F5"/>
    <w:rsid w:val="00DF5576"/>
    <w:rsid w:val="00E04650"/>
    <w:rsid w:val="00E071B6"/>
    <w:rsid w:val="00E13941"/>
    <w:rsid w:val="00E21EED"/>
    <w:rsid w:val="00E70784"/>
    <w:rsid w:val="00E75EB3"/>
    <w:rsid w:val="00E86BF2"/>
    <w:rsid w:val="00E96ADB"/>
    <w:rsid w:val="00EC38C6"/>
    <w:rsid w:val="00EC6359"/>
    <w:rsid w:val="00EE0BE3"/>
    <w:rsid w:val="00EF0372"/>
    <w:rsid w:val="00F1282A"/>
    <w:rsid w:val="00F476E7"/>
    <w:rsid w:val="00F6148F"/>
    <w:rsid w:val="00F754C4"/>
    <w:rsid w:val="00F97F8C"/>
    <w:rsid w:val="00FC3506"/>
    <w:rsid w:val="00FD1462"/>
    <w:rsid w:val="00FD5807"/>
    <w:rsid w:val="00FE0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="f" fillcolor="white">
      <v:fill color="white" on="f"/>
      <o:colormru v:ext="edit" colors="#eaeaea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  <w14:docId w14:val="1FC363CF"/>
  <w15:chartTrackingRefBased/>
  <w15:docId w15:val="{3F68F8A2-438F-4298-9B19-D419B0EC4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A:\VascularLab\Genesis%20International\Genesis%202%20International\Extremity%20Arterial\Bilateral%20Arterial%20Study%20Calcifie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Bilateral Arterial Study Calcified.dot</Template>
  <TotalTime>90</TotalTime>
  <Pages>1</Pages>
  <Words>137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Patient:</vt:lpstr>
    </vt:vector>
  </TitlesOfParts>
  <Company>Peterborough City Hospital</Company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Patient:</dc:title>
  <dc:subject>Patient Report</dc:subject>
  <dc:creator>Cullinan, Justin</dc:creator>
  <cp:keywords/>
  <cp:lastModifiedBy>Yeung, Alwin</cp:lastModifiedBy>
  <cp:revision>9</cp:revision>
  <cp:lastPrinted>2021-09-23T11:28:00Z</cp:lastPrinted>
  <dcterms:created xsi:type="dcterms:W3CDTF">2021-09-23T09:58:00Z</dcterms:created>
  <dcterms:modified xsi:type="dcterms:W3CDTF">2021-10-20T13:40:00Z</dcterms:modified>
  <cp:category>Patient Report</cp:category>
</cp:coreProperties>
</file>